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828" w:type="dxa"/>
        <w:shd w:val="clear" w:color="auto" w:fill="FFCC99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9828"/>
      </w:tblGrid>
      <w:tr w:rsidR="00A7314F" w:rsidRPr="005205F1" w14:paraId="5546F0CB" w14:textId="77777777" w:rsidTr="00313BDF">
        <w:trPr>
          <w:cantSplit/>
        </w:trPr>
        <w:tc>
          <w:tcPr>
            <w:tcW w:w="9828" w:type="dxa"/>
            <w:shd w:val="clear" w:color="auto" w:fill="FFCC99"/>
          </w:tcPr>
          <w:p w14:paraId="67F2DD3A" w14:textId="77777777" w:rsidR="00770441" w:rsidRPr="005205F1" w:rsidRDefault="003F60FB" w:rsidP="00770441">
            <w:pPr>
              <w:spacing w:before="120" w:after="120"/>
              <w:jc w:val="center"/>
              <w:rPr>
                <w:b/>
                <w:bCs/>
                <w:lang w:val="bg-BG"/>
              </w:rPr>
            </w:pPr>
            <w:bookmarkStart w:id="0" w:name="_GoBack"/>
            <w:bookmarkEnd w:id="0"/>
            <w:r w:rsidRPr="005205F1">
              <w:rPr>
                <w:bCs/>
                <w:lang w:val="en-US"/>
              </w:rPr>
              <w:t>ESMS</w:t>
            </w:r>
            <w:r w:rsidRPr="005205F1">
              <w:rPr>
                <w:bCs/>
                <w:lang w:val="bg-BG"/>
              </w:rPr>
              <w:t xml:space="preserve"> СТРУКТУРА ЗА СПРАВОЧНИ МЕТАДАННИ </w:t>
            </w:r>
          </w:p>
          <w:p w14:paraId="6B1DDBED" w14:textId="77777777" w:rsidR="00192D80" w:rsidRPr="009A5DC2" w:rsidRDefault="00CA5DB6" w:rsidP="00147CD5">
            <w:pPr>
              <w:pStyle w:val="NoSpacing"/>
              <w:spacing w:line="360" w:lineRule="auto"/>
              <w:rPr>
                <w:rStyle w:val="Emphasis"/>
                <w:b/>
                <w:i w:val="0"/>
                <w:lang w:val="bg-BG"/>
              </w:rPr>
            </w:pPr>
            <w:proofErr w:type="spellStart"/>
            <w:r w:rsidRPr="00147CD5">
              <w:rPr>
                <w:rStyle w:val="Emphasis"/>
                <w:b/>
                <w:i w:val="0"/>
              </w:rPr>
              <w:t>Приоритетна</w:t>
            </w:r>
            <w:proofErr w:type="spellEnd"/>
            <w:r w:rsidRPr="00147CD5">
              <w:rPr>
                <w:rStyle w:val="Emphasis"/>
                <w:b/>
                <w:i w:val="0"/>
              </w:rPr>
              <w:t xml:space="preserve"> </w:t>
            </w:r>
            <w:proofErr w:type="spellStart"/>
            <w:r w:rsidRPr="00147CD5">
              <w:rPr>
                <w:rStyle w:val="Emphasis"/>
                <w:b/>
                <w:i w:val="0"/>
              </w:rPr>
              <w:t>ос</w:t>
            </w:r>
            <w:proofErr w:type="spellEnd"/>
            <w:r w:rsidR="00770441" w:rsidRPr="00147CD5">
              <w:rPr>
                <w:rStyle w:val="Emphasis"/>
                <w:b/>
                <w:i w:val="0"/>
              </w:rPr>
              <w:t>:</w:t>
            </w:r>
            <w:r w:rsidR="006417C7" w:rsidRPr="00147CD5">
              <w:rPr>
                <w:rStyle w:val="Emphasis"/>
                <w:b/>
                <w:i w:val="0"/>
              </w:rPr>
              <w:t xml:space="preserve"> </w:t>
            </w:r>
            <w:r w:rsidR="00B07D93" w:rsidRPr="00EB2F1E">
              <w:rPr>
                <w:b/>
                <w:bCs/>
                <w:sz w:val="20"/>
                <w:szCs w:val="20"/>
              </w:rPr>
              <w:t xml:space="preserve">ПО </w:t>
            </w:r>
            <w:r w:rsidR="009A5DC2">
              <w:rPr>
                <w:b/>
                <w:bCs/>
                <w:sz w:val="20"/>
                <w:szCs w:val="20"/>
                <w:lang w:val="bg-BG"/>
              </w:rPr>
              <w:t>3</w:t>
            </w:r>
          </w:p>
          <w:p w14:paraId="738AF57A" w14:textId="77777777" w:rsidR="00147CD5" w:rsidRPr="009A5DC2" w:rsidRDefault="00147CD5" w:rsidP="00147CD5">
            <w:pPr>
              <w:pStyle w:val="NoSpacing"/>
              <w:spacing w:line="360" w:lineRule="auto"/>
              <w:rPr>
                <w:rStyle w:val="Emphasis"/>
                <w:lang w:val="bg-BG"/>
              </w:rPr>
            </w:pPr>
            <w:proofErr w:type="spellStart"/>
            <w:r w:rsidRPr="00147CD5">
              <w:rPr>
                <w:rStyle w:val="Emphasis"/>
                <w:b/>
                <w:i w:val="0"/>
              </w:rPr>
              <w:t>Номер</w:t>
            </w:r>
            <w:proofErr w:type="spellEnd"/>
            <w:r w:rsidRPr="00147CD5">
              <w:rPr>
                <w:rStyle w:val="Emphasis"/>
                <w:b/>
                <w:i w:val="0"/>
              </w:rPr>
              <w:t xml:space="preserve"> </w:t>
            </w:r>
            <w:proofErr w:type="spellStart"/>
            <w:r w:rsidRPr="00147CD5">
              <w:rPr>
                <w:rStyle w:val="Emphasis"/>
                <w:b/>
                <w:i w:val="0"/>
              </w:rPr>
              <w:t>на</w:t>
            </w:r>
            <w:proofErr w:type="spellEnd"/>
            <w:r w:rsidRPr="00147CD5">
              <w:rPr>
                <w:rStyle w:val="Emphasis"/>
                <w:b/>
                <w:i w:val="0"/>
              </w:rPr>
              <w:t xml:space="preserve"> </w:t>
            </w:r>
            <w:proofErr w:type="spellStart"/>
            <w:r w:rsidRPr="00147CD5">
              <w:rPr>
                <w:rStyle w:val="Emphasis"/>
                <w:b/>
                <w:i w:val="0"/>
              </w:rPr>
              <w:t>индикатора</w:t>
            </w:r>
            <w:proofErr w:type="spellEnd"/>
            <w:r w:rsidRPr="00147CD5">
              <w:rPr>
                <w:rStyle w:val="Emphasis"/>
                <w:b/>
                <w:i w:val="0"/>
              </w:rPr>
              <w:t>:</w:t>
            </w:r>
            <w:r>
              <w:rPr>
                <w:rStyle w:val="Emphasis"/>
                <w:b/>
                <w:i w:val="0"/>
                <w:lang w:val="bg-BG"/>
              </w:rPr>
              <w:t xml:space="preserve"> </w:t>
            </w:r>
            <w:r w:rsidR="008D3B76">
              <w:rPr>
                <w:bCs/>
                <w:color w:val="000000"/>
                <w:sz w:val="20"/>
                <w:szCs w:val="20"/>
                <w:lang w:val="bg-BG"/>
              </w:rPr>
              <w:t>О</w:t>
            </w:r>
            <w:r w:rsidR="009A5DC2">
              <w:rPr>
                <w:bCs/>
                <w:color w:val="000000"/>
                <w:sz w:val="20"/>
                <w:szCs w:val="20"/>
                <w:lang w:val="bg-BG"/>
              </w:rPr>
              <w:t>3</w:t>
            </w:r>
            <w:r w:rsidR="00B07D93" w:rsidRPr="00EB2F1E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  <w:r w:rsidR="009A5DC2">
              <w:rPr>
                <w:bCs/>
                <w:color w:val="000000"/>
                <w:sz w:val="20"/>
                <w:szCs w:val="20"/>
                <w:lang w:val="bg-BG"/>
              </w:rPr>
              <w:t>1</w:t>
            </w:r>
          </w:p>
          <w:p w14:paraId="34F83631" w14:textId="77777777" w:rsidR="00B07D93" w:rsidRPr="00564910" w:rsidRDefault="00CA5DB6" w:rsidP="00324F35">
            <w:pPr>
              <w:pStyle w:val="NoSpacing"/>
              <w:jc w:val="both"/>
              <w:rPr>
                <w:sz w:val="20"/>
                <w:szCs w:val="20"/>
                <w:lang w:val="bg-BG"/>
              </w:rPr>
            </w:pPr>
            <w:bookmarkStart w:id="1" w:name="top"/>
            <w:proofErr w:type="spellStart"/>
            <w:r w:rsidRPr="00147CD5">
              <w:rPr>
                <w:rStyle w:val="Emphasis"/>
                <w:b/>
                <w:i w:val="0"/>
              </w:rPr>
              <w:t>Индикатор</w:t>
            </w:r>
            <w:proofErr w:type="spellEnd"/>
            <w:r w:rsidR="00770441" w:rsidRPr="00147CD5">
              <w:rPr>
                <w:rStyle w:val="Emphasis"/>
                <w:b/>
                <w:i w:val="0"/>
              </w:rPr>
              <w:t>:</w:t>
            </w:r>
            <w:bookmarkEnd w:id="1"/>
            <w:r w:rsidR="00192D80" w:rsidRPr="00147CD5">
              <w:rPr>
                <w:rStyle w:val="Emphasis"/>
                <w:b/>
                <w:i w:val="0"/>
              </w:rPr>
              <w:t xml:space="preserve"> </w:t>
            </w:r>
            <w:r w:rsidR="00B92424" w:rsidRPr="00B92424">
              <w:rPr>
                <w:bCs/>
                <w:iCs/>
                <w:color w:val="000000"/>
                <w:sz w:val="20"/>
                <w:szCs w:val="20"/>
                <w:lang w:val="bg-BG"/>
              </w:rPr>
              <w:t>Подкрепени анализи, проучвания, изследвания, методики и оценки, свързани с дейността на съдебната система</w:t>
            </w:r>
          </w:p>
          <w:p w14:paraId="3143CCCB" w14:textId="77777777" w:rsidR="00A23486" w:rsidRDefault="00A23486" w:rsidP="00B07D93">
            <w:pPr>
              <w:pStyle w:val="NoSpacing"/>
              <w:spacing w:line="360" w:lineRule="auto"/>
              <w:rPr>
                <w:i/>
                <w:lang w:val="bg-BG"/>
              </w:rPr>
            </w:pPr>
            <w:r w:rsidRPr="00147CD5">
              <w:rPr>
                <w:rStyle w:val="Emphasis"/>
                <w:b/>
                <w:i w:val="0"/>
                <w:lang w:val="bg-BG"/>
              </w:rPr>
              <w:t>Вид на индикатора</w:t>
            </w:r>
            <w:r>
              <w:rPr>
                <w:lang w:val="bg-BG"/>
              </w:rPr>
              <w:t>:</w:t>
            </w:r>
            <w:r w:rsidR="00147CD5">
              <w:rPr>
                <w:lang w:val="bg-BG"/>
              </w:rPr>
              <w:t xml:space="preserve"> </w:t>
            </w:r>
            <w:r w:rsidR="00147CD5" w:rsidRPr="00147CD5">
              <w:rPr>
                <w:i/>
                <w:lang w:val="bg-BG"/>
              </w:rPr>
              <w:t xml:space="preserve">за </w:t>
            </w:r>
            <w:r w:rsidR="008D3B76">
              <w:rPr>
                <w:i/>
                <w:lang w:val="bg-BG"/>
              </w:rPr>
              <w:t>изпълнение</w:t>
            </w:r>
            <w:r w:rsidR="00147CD5" w:rsidRPr="00147CD5">
              <w:rPr>
                <w:i/>
                <w:lang w:val="bg-BG"/>
              </w:rPr>
              <w:t>, специфичен</w:t>
            </w:r>
          </w:p>
          <w:p w14:paraId="11145D2B" w14:textId="77777777" w:rsidR="00147CD5" w:rsidRPr="005205F1" w:rsidRDefault="00147CD5" w:rsidP="00147CD5">
            <w:pPr>
              <w:pStyle w:val="NoSpacing"/>
              <w:spacing w:line="360" w:lineRule="auto"/>
              <w:rPr>
                <w:lang w:val="bg-BG"/>
              </w:rPr>
            </w:pPr>
            <w:r>
              <w:rPr>
                <w:i/>
                <w:lang w:val="bg-BG"/>
              </w:rPr>
              <w:t>(общ/специфичен; за изпълнение/за резултат)</w:t>
            </w:r>
          </w:p>
        </w:tc>
      </w:tr>
    </w:tbl>
    <w:p w14:paraId="1D90821A" w14:textId="77777777" w:rsidR="00C624EC" w:rsidRPr="005205F1" w:rsidRDefault="00C624EC" w:rsidP="00C624EC">
      <w:pPr>
        <w:pStyle w:val="Xreftext"/>
        <w:numPr>
          <w:ilvl w:val="0"/>
          <w:numId w:val="0"/>
        </w:numPr>
        <w:tabs>
          <w:tab w:val="left" w:pos="315"/>
        </w:tabs>
        <w:spacing w:after="60"/>
        <w:ind w:left="360" w:hanging="360"/>
        <w:jc w:val="both"/>
        <w:rPr>
          <w:szCs w:val="24"/>
          <w:lang w:val="bg-BG"/>
        </w:rPr>
      </w:pPr>
      <w:bookmarkStart w:id="2" w:name="contact"/>
      <w:bookmarkEnd w:id="2"/>
    </w:p>
    <w:tbl>
      <w:tblPr>
        <w:tblW w:w="9854" w:type="dxa"/>
        <w:tblInd w:w="2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V w:val="single" w:sz="2" w:space="0" w:color="000000"/>
        </w:tblBorders>
        <w:tblLayout w:type="fixed"/>
        <w:tblCellMar>
          <w:left w:w="129" w:type="dxa"/>
          <w:right w:w="129" w:type="dxa"/>
        </w:tblCellMar>
        <w:tblLook w:val="0000" w:firstRow="0" w:lastRow="0" w:firstColumn="0" w:lastColumn="0" w:noHBand="0" w:noVBand="0"/>
      </w:tblPr>
      <w:tblGrid>
        <w:gridCol w:w="4248"/>
        <w:gridCol w:w="5606"/>
      </w:tblGrid>
      <w:tr w:rsidR="00A7314F" w:rsidRPr="005205F1" w14:paraId="5F470964" w14:textId="77777777" w:rsidTr="00CF72C1">
        <w:tc>
          <w:tcPr>
            <w:tcW w:w="9854" w:type="dxa"/>
            <w:gridSpan w:val="2"/>
            <w:tcBorders>
              <w:top w:val="single" w:sz="2" w:space="0" w:color="000000"/>
              <w:bottom w:val="single" w:sz="2" w:space="0" w:color="000000"/>
            </w:tcBorders>
            <w:shd w:val="clear" w:color="auto" w:fill="FFCC99"/>
          </w:tcPr>
          <w:p w14:paraId="4BDBD791" w14:textId="77777777" w:rsidR="00A7314F" w:rsidRDefault="00A23486" w:rsidP="001A1518">
            <w:pPr>
              <w:numPr>
                <w:ilvl w:val="0"/>
                <w:numId w:val="2"/>
              </w:numPr>
              <w:tabs>
                <w:tab w:val="clear" w:pos="720"/>
                <w:tab w:val="num" w:pos="405"/>
              </w:tabs>
              <w:spacing w:before="120" w:after="120"/>
              <w:ind w:left="405" w:hanging="405"/>
              <w:rPr>
                <w:b/>
                <w:lang w:val="bg-BG"/>
              </w:rPr>
            </w:pPr>
            <w:bookmarkStart w:id="3" w:name="data"/>
            <w:bookmarkEnd w:id="3"/>
            <w:r>
              <w:rPr>
                <w:b/>
                <w:lang w:val="bg-BG"/>
              </w:rPr>
              <w:t>Източник на данни</w:t>
            </w:r>
          </w:p>
          <w:p w14:paraId="4BE9B163" w14:textId="77777777" w:rsidR="00147CD5" w:rsidRPr="00147CD5" w:rsidRDefault="00147CD5" w:rsidP="00147CD5">
            <w:pPr>
              <w:pStyle w:val="NoSpacing"/>
              <w:rPr>
                <w:i/>
                <w:lang w:val="bg-BG"/>
              </w:rPr>
            </w:pPr>
            <w:r w:rsidRPr="00147CD5">
              <w:rPr>
                <w:i/>
                <w:lang w:val="bg-BG"/>
              </w:rPr>
              <w:t>(институция – НСИ, УО или бенефициент)</w:t>
            </w:r>
          </w:p>
        </w:tc>
      </w:tr>
      <w:tr w:rsidR="007D3DDD" w:rsidRPr="005205F1" w14:paraId="57EFBDB0" w14:textId="77777777" w:rsidTr="00824AE7">
        <w:tc>
          <w:tcPr>
            <w:tcW w:w="4248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  <w:vAlign w:val="center"/>
          </w:tcPr>
          <w:p w14:paraId="434026C8" w14:textId="77777777" w:rsidR="007D3DDD" w:rsidRPr="005205F1" w:rsidRDefault="00816726" w:rsidP="001A1518">
            <w:pPr>
              <w:numPr>
                <w:ilvl w:val="1"/>
                <w:numId w:val="2"/>
              </w:numPr>
              <w:rPr>
                <w:b/>
                <w:lang w:val="bg-BG"/>
              </w:rPr>
            </w:pPr>
            <w:r w:rsidRPr="005205F1">
              <w:rPr>
                <w:b/>
                <w:lang w:val="bg-BG"/>
              </w:rPr>
              <w:t>Организация</w:t>
            </w:r>
          </w:p>
        </w:tc>
        <w:tc>
          <w:tcPr>
            <w:tcW w:w="5606" w:type="dxa"/>
            <w:tcBorders>
              <w:top w:val="single" w:sz="2" w:space="0" w:color="000000"/>
              <w:bottom w:val="single" w:sz="2" w:space="0" w:color="000000"/>
            </w:tcBorders>
          </w:tcPr>
          <w:p w14:paraId="0F1C9E40" w14:textId="77777777" w:rsidR="007D3DDD" w:rsidRPr="005205F1" w:rsidRDefault="00DE4AA1" w:rsidP="006417C7">
            <w:pPr>
              <w:pStyle w:val="Xreftext"/>
              <w:numPr>
                <w:ilvl w:val="0"/>
                <w:numId w:val="0"/>
              </w:numPr>
              <w:spacing w:after="60"/>
              <w:ind w:left="19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УО на ОПДУ</w:t>
            </w:r>
          </w:p>
        </w:tc>
      </w:tr>
      <w:tr w:rsidR="007D3DDD" w:rsidRPr="005205F1" w14:paraId="6BCD324F" w14:textId="77777777" w:rsidTr="00824AE7">
        <w:tc>
          <w:tcPr>
            <w:tcW w:w="4248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  <w:vAlign w:val="center"/>
          </w:tcPr>
          <w:p w14:paraId="234CEADF" w14:textId="77777777" w:rsidR="007D3DDD" w:rsidRPr="005205F1" w:rsidRDefault="00816726" w:rsidP="001A1518">
            <w:pPr>
              <w:numPr>
                <w:ilvl w:val="1"/>
                <w:numId w:val="2"/>
              </w:numPr>
              <w:rPr>
                <w:b/>
                <w:lang w:val="bg-BG"/>
              </w:rPr>
            </w:pPr>
            <w:r w:rsidRPr="005205F1">
              <w:rPr>
                <w:b/>
                <w:lang w:val="bg-BG"/>
              </w:rPr>
              <w:t>Отдел</w:t>
            </w:r>
            <w:r w:rsidR="007D3DDD" w:rsidRPr="005205F1">
              <w:rPr>
                <w:b/>
                <w:lang w:val="bg-BG"/>
              </w:rPr>
              <w:t xml:space="preserve"> </w:t>
            </w:r>
          </w:p>
        </w:tc>
        <w:tc>
          <w:tcPr>
            <w:tcW w:w="5606" w:type="dxa"/>
            <w:tcBorders>
              <w:top w:val="single" w:sz="2" w:space="0" w:color="000000"/>
              <w:bottom w:val="single" w:sz="2" w:space="0" w:color="000000"/>
            </w:tcBorders>
          </w:tcPr>
          <w:p w14:paraId="58DB2FFF" w14:textId="77777777" w:rsidR="007D3DDD" w:rsidRPr="005205F1" w:rsidRDefault="00DE4AA1" w:rsidP="00CD3E3F">
            <w:pPr>
              <w:pStyle w:val="Xreftext"/>
              <w:numPr>
                <w:ilvl w:val="0"/>
                <w:numId w:val="0"/>
              </w:numPr>
              <w:spacing w:after="60"/>
              <w:ind w:left="19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Мониторинг и верификация</w:t>
            </w:r>
          </w:p>
        </w:tc>
      </w:tr>
      <w:tr w:rsidR="007D3DDD" w:rsidRPr="005205F1" w14:paraId="377A4522" w14:textId="77777777" w:rsidTr="00824AE7">
        <w:tc>
          <w:tcPr>
            <w:tcW w:w="4248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  <w:vAlign w:val="center"/>
          </w:tcPr>
          <w:p w14:paraId="3A0FF763" w14:textId="77777777" w:rsidR="007D3DDD" w:rsidRPr="005205F1" w:rsidRDefault="00816726" w:rsidP="001A1518">
            <w:pPr>
              <w:numPr>
                <w:ilvl w:val="1"/>
                <w:numId w:val="2"/>
              </w:numPr>
              <w:rPr>
                <w:b/>
                <w:lang w:val="bg-BG"/>
              </w:rPr>
            </w:pPr>
            <w:r w:rsidRPr="005205F1">
              <w:rPr>
                <w:b/>
                <w:lang w:val="bg-BG"/>
              </w:rPr>
              <w:t>Лице за контакт</w:t>
            </w:r>
          </w:p>
        </w:tc>
        <w:tc>
          <w:tcPr>
            <w:tcW w:w="5606" w:type="dxa"/>
            <w:tcBorders>
              <w:top w:val="single" w:sz="2" w:space="0" w:color="000000"/>
              <w:bottom w:val="single" w:sz="2" w:space="0" w:color="000000"/>
            </w:tcBorders>
          </w:tcPr>
          <w:p w14:paraId="11926004" w14:textId="77777777" w:rsidR="007D3DDD" w:rsidRPr="005205F1" w:rsidRDefault="00DE4AA1" w:rsidP="00124097">
            <w:pPr>
              <w:pStyle w:val="Xreftext"/>
              <w:numPr>
                <w:ilvl w:val="0"/>
                <w:numId w:val="0"/>
              </w:numPr>
              <w:spacing w:after="60"/>
              <w:ind w:left="360" w:hanging="360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Надя Зарева</w:t>
            </w:r>
          </w:p>
        </w:tc>
      </w:tr>
      <w:tr w:rsidR="007D3DDD" w:rsidRPr="005205F1" w14:paraId="381D3DBE" w14:textId="77777777" w:rsidTr="00824AE7">
        <w:tc>
          <w:tcPr>
            <w:tcW w:w="4248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  <w:vAlign w:val="center"/>
          </w:tcPr>
          <w:p w14:paraId="68BAEE5C" w14:textId="77777777" w:rsidR="007D3DDD" w:rsidRPr="005205F1" w:rsidRDefault="002A5B8F" w:rsidP="001A1518">
            <w:pPr>
              <w:numPr>
                <w:ilvl w:val="1"/>
                <w:numId w:val="2"/>
              </w:numPr>
              <w:rPr>
                <w:b/>
                <w:lang w:val="bg-BG"/>
              </w:rPr>
            </w:pPr>
            <w:r w:rsidRPr="005205F1">
              <w:rPr>
                <w:b/>
                <w:lang w:val="bg-BG"/>
              </w:rPr>
              <w:t>Длъжност</w:t>
            </w:r>
          </w:p>
        </w:tc>
        <w:tc>
          <w:tcPr>
            <w:tcW w:w="5606" w:type="dxa"/>
            <w:tcBorders>
              <w:top w:val="single" w:sz="2" w:space="0" w:color="000000"/>
              <w:bottom w:val="single" w:sz="2" w:space="0" w:color="000000"/>
            </w:tcBorders>
          </w:tcPr>
          <w:p w14:paraId="6657246C" w14:textId="77777777" w:rsidR="007D3DDD" w:rsidRPr="005205F1" w:rsidRDefault="00DE4AA1" w:rsidP="00CF72C1">
            <w:pPr>
              <w:pStyle w:val="Xreftext"/>
              <w:numPr>
                <w:ilvl w:val="0"/>
                <w:numId w:val="0"/>
              </w:numPr>
              <w:spacing w:after="60"/>
              <w:ind w:left="19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Началник на отдел „Мониторинг и верификация“</w:t>
            </w:r>
          </w:p>
        </w:tc>
      </w:tr>
      <w:tr w:rsidR="007D3DDD" w:rsidRPr="005205F1" w14:paraId="26173D61" w14:textId="77777777" w:rsidTr="00824AE7">
        <w:tc>
          <w:tcPr>
            <w:tcW w:w="4248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  <w:vAlign w:val="center"/>
          </w:tcPr>
          <w:p w14:paraId="54D67B30" w14:textId="77777777" w:rsidR="007D3DDD" w:rsidRPr="005205F1" w:rsidRDefault="002A5B8F" w:rsidP="001A1518">
            <w:pPr>
              <w:numPr>
                <w:ilvl w:val="1"/>
                <w:numId w:val="2"/>
              </w:numPr>
              <w:rPr>
                <w:b/>
                <w:lang w:val="bg-BG"/>
              </w:rPr>
            </w:pPr>
            <w:r w:rsidRPr="005205F1">
              <w:rPr>
                <w:b/>
                <w:lang w:val="bg-BG"/>
              </w:rPr>
              <w:t>Адрес</w:t>
            </w:r>
          </w:p>
        </w:tc>
        <w:tc>
          <w:tcPr>
            <w:tcW w:w="5606" w:type="dxa"/>
            <w:tcBorders>
              <w:top w:val="single" w:sz="2" w:space="0" w:color="000000"/>
              <w:bottom w:val="single" w:sz="2" w:space="0" w:color="000000"/>
            </w:tcBorders>
          </w:tcPr>
          <w:p w14:paraId="4340C01F" w14:textId="77777777" w:rsidR="007D3DDD" w:rsidRPr="005205F1" w:rsidRDefault="00DE4AA1" w:rsidP="00124097">
            <w:pPr>
              <w:pStyle w:val="Xreftext"/>
              <w:numPr>
                <w:ilvl w:val="0"/>
                <w:numId w:val="0"/>
              </w:numPr>
              <w:spacing w:after="60"/>
              <w:ind w:left="19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Ул. „Сердика“ № 6-8</w:t>
            </w:r>
          </w:p>
        </w:tc>
      </w:tr>
      <w:tr w:rsidR="007D3DDD" w:rsidRPr="005205F1" w14:paraId="2C809272" w14:textId="77777777" w:rsidTr="00824AE7">
        <w:tc>
          <w:tcPr>
            <w:tcW w:w="4248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  <w:vAlign w:val="center"/>
          </w:tcPr>
          <w:p w14:paraId="649A7D17" w14:textId="77777777" w:rsidR="007D3DDD" w:rsidRPr="005205F1" w:rsidRDefault="002A5B8F" w:rsidP="001A1518">
            <w:pPr>
              <w:numPr>
                <w:ilvl w:val="1"/>
                <w:numId w:val="2"/>
              </w:numPr>
              <w:rPr>
                <w:b/>
                <w:lang w:val="bg-BG"/>
              </w:rPr>
            </w:pPr>
            <w:r w:rsidRPr="005205F1">
              <w:rPr>
                <w:b/>
                <w:lang w:val="bg-BG"/>
              </w:rPr>
              <w:t>Електронна поща</w:t>
            </w:r>
          </w:p>
        </w:tc>
        <w:tc>
          <w:tcPr>
            <w:tcW w:w="5606" w:type="dxa"/>
            <w:tcBorders>
              <w:top w:val="single" w:sz="2" w:space="0" w:color="000000"/>
              <w:bottom w:val="single" w:sz="2" w:space="0" w:color="000000"/>
            </w:tcBorders>
          </w:tcPr>
          <w:p w14:paraId="15BDC6CE" w14:textId="77777777" w:rsidR="007D3DDD" w:rsidRPr="00DE4AA1" w:rsidRDefault="00DE4AA1" w:rsidP="00124097">
            <w:pPr>
              <w:pStyle w:val="Xreftext"/>
              <w:numPr>
                <w:ilvl w:val="0"/>
                <w:numId w:val="0"/>
              </w:numPr>
              <w:spacing w:after="60"/>
              <w:ind w:left="19"/>
              <w:rPr>
                <w:szCs w:val="24"/>
                <w:lang w:val="en-US"/>
              </w:rPr>
            </w:pPr>
            <w:r>
              <w:rPr>
                <w:szCs w:val="24"/>
                <w:lang w:val="en-US"/>
              </w:rPr>
              <w:t>n.zareva@government.bg</w:t>
            </w:r>
          </w:p>
        </w:tc>
      </w:tr>
      <w:tr w:rsidR="007D3DDD" w:rsidRPr="005205F1" w14:paraId="39020E3C" w14:textId="77777777" w:rsidTr="00824AE7">
        <w:tc>
          <w:tcPr>
            <w:tcW w:w="4248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  <w:vAlign w:val="center"/>
          </w:tcPr>
          <w:p w14:paraId="5B7EEF70" w14:textId="77777777" w:rsidR="007D3DDD" w:rsidRPr="005205F1" w:rsidRDefault="00AB0674" w:rsidP="001A1518">
            <w:pPr>
              <w:numPr>
                <w:ilvl w:val="1"/>
                <w:numId w:val="2"/>
              </w:numPr>
              <w:rPr>
                <w:b/>
                <w:lang w:val="bg-BG"/>
              </w:rPr>
            </w:pPr>
            <w:r w:rsidRPr="005205F1">
              <w:rPr>
                <w:b/>
                <w:lang w:val="bg-BG"/>
              </w:rPr>
              <w:t>Телефон</w:t>
            </w:r>
          </w:p>
        </w:tc>
        <w:tc>
          <w:tcPr>
            <w:tcW w:w="5606" w:type="dxa"/>
            <w:tcBorders>
              <w:top w:val="single" w:sz="2" w:space="0" w:color="000000"/>
              <w:bottom w:val="single" w:sz="2" w:space="0" w:color="000000"/>
            </w:tcBorders>
          </w:tcPr>
          <w:p w14:paraId="2FB4753A" w14:textId="77777777" w:rsidR="007D3DDD" w:rsidRPr="005205F1" w:rsidRDefault="00C717DD" w:rsidP="00346D8F">
            <w:pPr>
              <w:pStyle w:val="Xreftext"/>
              <w:numPr>
                <w:ilvl w:val="0"/>
                <w:numId w:val="0"/>
              </w:numPr>
              <w:spacing w:after="60"/>
              <w:ind w:left="19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940 26 56</w:t>
            </w:r>
          </w:p>
        </w:tc>
      </w:tr>
      <w:tr w:rsidR="007D3DDD" w:rsidRPr="005205F1" w14:paraId="2FCE3570" w14:textId="77777777" w:rsidTr="00824AE7">
        <w:trPr>
          <w:trHeight w:val="75"/>
        </w:trPr>
        <w:tc>
          <w:tcPr>
            <w:tcW w:w="4248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  <w:vAlign w:val="center"/>
          </w:tcPr>
          <w:p w14:paraId="1EE8D74F" w14:textId="77777777" w:rsidR="007D3DDD" w:rsidRPr="005205F1" w:rsidRDefault="00AB0674" w:rsidP="001A1518">
            <w:pPr>
              <w:numPr>
                <w:ilvl w:val="1"/>
                <w:numId w:val="2"/>
              </w:numPr>
              <w:rPr>
                <w:b/>
                <w:lang w:val="bg-BG"/>
              </w:rPr>
            </w:pPr>
            <w:r w:rsidRPr="005205F1">
              <w:rPr>
                <w:b/>
                <w:lang w:val="bg-BG"/>
              </w:rPr>
              <w:t>Факс</w:t>
            </w:r>
          </w:p>
        </w:tc>
        <w:tc>
          <w:tcPr>
            <w:tcW w:w="5606" w:type="dxa"/>
            <w:tcBorders>
              <w:top w:val="single" w:sz="2" w:space="0" w:color="000000"/>
              <w:bottom w:val="single" w:sz="2" w:space="0" w:color="000000"/>
            </w:tcBorders>
          </w:tcPr>
          <w:p w14:paraId="6598BE6C" w14:textId="77777777" w:rsidR="007D3DDD" w:rsidRPr="00F535BE" w:rsidRDefault="00F535BE" w:rsidP="00CF72C1">
            <w:pPr>
              <w:pStyle w:val="Xreftext"/>
              <w:numPr>
                <w:ilvl w:val="0"/>
                <w:numId w:val="0"/>
              </w:numPr>
              <w:spacing w:after="60"/>
              <w:ind w:left="19"/>
              <w:rPr>
                <w:szCs w:val="24"/>
                <w:lang w:val="en-US"/>
              </w:rPr>
            </w:pPr>
            <w:r>
              <w:rPr>
                <w:szCs w:val="24"/>
                <w:lang w:val="en-US"/>
              </w:rPr>
              <w:t>940 25 19</w:t>
            </w:r>
          </w:p>
        </w:tc>
      </w:tr>
    </w:tbl>
    <w:p w14:paraId="14E4DB5D" w14:textId="77777777" w:rsidR="00B1086B" w:rsidRPr="005205F1" w:rsidRDefault="00B1086B" w:rsidP="00B1086B">
      <w:pPr>
        <w:pStyle w:val="Xreftext"/>
        <w:numPr>
          <w:ilvl w:val="0"/>
          <w:numId w:val="0"/>
        </w:numPr>
        <w:tabs>
          <w:tab w:val="left" w:pos="315"/>
        </w:tabs>
        <w:spacing w:after="60"/>
        <w:jc w:val="both"/>
        <w:rPr>
          <w:szCs w:val="24"/>
          <w:lang w:val="en-GB"/>
        </w:rPr>
      </w:pPr>
      <w:bookmarkStart w:id="4" w:name="access"/>
      <w:bookmarkStart w:id="5" w:name="integrity"/>
      <w:bookmarkEnd w:id="4"/>
      <w:bookmarkEnd w:id="5"/>
    </w:p>
    <w:tbl>
      <w:tblPr>
        <w:tblW w:w="9854" w:type="dxa"/>
        <w:tblInd w:w="2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V w:val="single" w:sz="2" w:space="0" w:color="000000"/>
        </w:tblBorders>
        <w:tblLayout w:type="fixed"/>
        <w:tblCellMar>
          <w:left w:w="129" w:type="dxa"/>
          <w:right w:w="129" w:type="dxa"/>
        </w:tblCellMar>
        <w:tblLook w:val="0000" w:firstRow="0" w:lastRow="0" w:firstColumn="0" w:lastColumn="0" w:noHBand="0" w:noVBand="0"/>
      </w:tblPr>
      <w:tblGrid>
        <w:gridCol w:w="9854"/>
      </w:tblGrid>
      <w:tr w:rsidR="00346D8F" w:rsidRPr="005205F1" w14:paraId="2A43C6CA" w14:textId="77777777" w:rsidTr="00C62AF5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CC99"/>
          </w:tcPr>
          <w:p w14:paraId="2AC031D0" w14:textId="77777777" w:rsidR="00346D8F" w:rsidRPr="005205F1" w:rsidRDefault="00A006F6" w:rsidP="001A1518">
            <w:pPr>
              <w:numPr>
                <w:ilvl w:val="0"/>
                <w:numId w:val="2"/>
              </w:numPr>
              <w:tabs>
                <w:tab w:val="clear" w:pos="720"/>
                <w:tab w:val="num" w:pos="405"/>
              </w:tabs>
              <w:spacing w:before="120" w:after="120"/>
              <w:ind w:left="405" w:hanging="405"/>
              <w:rPr>
                <w:b/>
                <w:lang w:val="bg-BG"/>
              </w:rPr>
            </w:pPr>
            <w:r w:rsidRPr="005205F1">
              <w:rPr>
                <w:b/>
                <w:lang w:val="bg-BG"/>
              </w:rPr>
              <w:t>Статистическо представяне</w:t>
            </w:r>
          </w:p>
        </w:tc>
      </w:tr>
      <w:tr w:rsidR="00832DF3" w:rsidRPr="005205F1" w14:paraId="50A1ADB1" w14:textId="77777777" w:rsidTr="00C62AF5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052DFF24" w14:textId="77777777" w:rsidR="00832DF3" w:rsidRPr="005205F1" w:rsidRDefault="00A23486" w:rsidP="00CA68A9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2</w:t>
            </w:r>
            <w:r w:rsidR="00CA68A9" w:rsidRPr="005205F1">
              <w:rPr>
                <w:b/>
                <w:szCs w:val="24"/>
                <w:lang w:val="bg-BG"/>
              </w:rPr>
              <w:t xml:space="preserve">.1 </w:t>
            </w:r>
            <w:r>
              <w:rPr>
                <w:b/>
                <w:szCs w:val="24"/>
                <w:lang w:val="bg-BG"/>
              </w:rPr>
              <w:t>Дефиниция/</w:t>
            </w:r>
            <w:r w:rsidR="0032317F" w:rsidRPr="005205F1">
              <w:rPr>
                <w:b/>
                <w:szCs w:val="24"/>
                <w:lang w:val="bg-BG"/>
              </w:rPr>
              <w:t xml:space="preserve">Описание на </w:t>
            </w:r>
            <w:r>
              <w:rPr>
                <w:b/>
                <w:szCs w:val="24"/>
                <w:lang w:val="bg-BG"/>
              </w:rPr>
              <w:t>индикатора</w:t>
            </w:r>
          </w:p>
        </w:tc>
      </w:tr>
      <w:tr w:rsidR="00832DF3" w:rsidRPr="005205F1" w14:paraId="10581F99" w14:textId="77777777" w:rsidTr="00C62AF5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6591402E" w14:textId="55C50BFC" w:rsidR="00832DF3" w:rsidRPr="00147CD5" w:rsidRDefault="00B92424" w:rsidP="00A644BD">
            <w:pPr>
              <w:tabs>
                <w:tab w:val="left" w:pos="7065"/>
              </w:tabs>
              <w:jc w:val="both"/>
              <w:rPr>
                <w:i/>
                <w:lang w:val="bg-BG"/>
              </w:rPr>
            </w:pPr>
            <w:r w:rsidRPr="00B92424">
              <w:rPr>
                <w:i/>
                <w:lang w:val="bg-BG"/>
              </w:rPr>
              <w:t>Анализи, проучвания, изследвания, методики,</w:t>
            </w:r>
            <w:r w:rsidR="00A644BD">
              <w:rPr>
                <w:i/>
                <w:lang w:val="bg-BG"/>
              </w:rPr>
              <w:t xml:space="preserve"> модели</w:t>
            </w:r>
            <w:r w:rsidRPr="00B92424">
              <w:rPr>
                <w:i/>
                <w:lang w:val="bg-BG"/>
              </w:rPr>
              <w:t xml:space="preserve"> </w:t>
            </w:r>
            <w:r w:rsidR="00A644BD">
              <w:rPr>
                <w:i/>
                <w:lang w:val="bg-BG"/>
              </w:rPr>
              <w:t xml:space="preserve">и </w:t>
            </w:r>
            <w:r w:rsidRPr="00B92424">
              <w:rPr>
                <w:i/>
                <w:lang w:val="bg-BG"/>
              </w:rPr>
              <w:t xml:space="preserve">оценки, свързани с </w:t>
            </w:r>
            <w:r w:rsidR="00A644BD">
              <w:rPr>
                <w:i/>
                <w:lang w:val="bg-BG"/>
              </w:rPr>
              <w:t xml:space="preserve">дейността на </w:t>
            </w:r>
            <w:r w:rsidRPr="00B92424">
              <w:rPr>
                <w:i/>
                <w:lang w:val="bg-BG"/>
              </w:rPr>
              <w:t>съдебната система</w:t>
            </w:r>
            <w:r w:rsidR="00A644BD">
              <w:rPr>
                <w:i/>
                <w:lang w:val="bg-BG"/>
              </w:rPr>
              <w:t xml:space="preserve">, чрез които се подпомага процеса на </w:t>
            </w:r>
            <w:r w:rsidR="00A644BD" w:rsidRPr="00B92424">
              <w:rPr>
                <w:i/>
                <w:lang w:val="bg-BG"/>
              </w:rPr>
              <w:t>модернизация</w:t>
            </w:r>
            <w:r w:rsidR="00A644BD">
              <w:rPr>
                <w:i/>
                <w:lang w:val="bg-BG"/>
              </w:rPr>
              <w:t xml:space="preserve"> на системата </w:t>
            </w:r>
            <w:r w:rsidR="00A644BD" w:rsidRPr="00B92424">
              <w:rPr>
                <w:i/>
                <w:lang w:val="bg-BG"/>
              </w:rPr>
              <w:t xml:space="preserve"> и </w:t>
            </w:r>
            <w:r w:rsidR="00A644BD">
              <w:rPr>
                <w:i/>
                <w:lang w:val="bg-BG"/>
              </w:rPr>
              <w:t>мониторинг на съдебната реформа.</w:t>
            </w:r>
          </w:p>
        </w:tc>
      </w:tr>
      <w:tr w:rsidR="00A23486" w:rsidRPr="005205F1" w14:paraId="4558EC5D" w14:textId="77777777" w:rsidTr="00A23486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1FC0DFDD" w14:textId="77777777" w:rsidR="00A23486" w:rsidRPr="005205F1" w:rsidRDefault="00A23486" w:rsidP="00A23486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2.2</w:t>
            </w:r>
            <w:r w:rsidRPr="005205F1">
              <w:rPr>
                <w:b/>
                <w:szCs w:val="24"/>
                <w:lang w:val="bg-BG"/>
              </w:rPr>
              <w:t xml:space="preserve"> </w:t>
            </w:r>
            <w:r>
              <w:rPr>
                <w:b/>
                <w:szCs w:val="24"/>
                <w:lang w:val="bg-BG"/>
              </w:rPr>
              <w:t>Метод на изчисление</w:t>
            </w:r>
          </w:p>
        </w:tc>
      </w:tr>
      <w:tr w:rsidR="00A23486" w:rsidRPr="005205F1" w14:paraId="26C16B48" w14:textId="77777777" w:rsidTr="00C62AF5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7F7085C5" w14:textId="77777777" w:rsidR="00722809" w:rsidRDefault="00147CD5" w:rsidP="008D3B76">
            <w:pPr>
              <w:pStyle w:val="Xreftext"/>
              <w:numPr>
                <w:ilvl w:val="0"/>
                <w:numId w:val="0"/>
              </w:numPr>
              <w:jc w:val="both"/>
              <w:rPr>
                <w:i/>
                <w:szCs w:val="24"/>
                <w:lang w:val="bg-BG"/>
              </w:rPr>
            </w:pPr>
            <w:proofErr w:type="spellStart"/>
            <w:r w:rsidRPr="005A6406">
              <w:rPr>
                <w:i/>
                <w:szCs w:val="24"/>
                <w:lang w:val="bg-BG"/>
              </w:rPr>
              <w:t>агрегирани</w:t>
            </w:r>
            <w:proofErr w:type="spellEnd"/>
            <w:r w:rsidRPr="005A6406">
              <w:rPr>
                <w:i/>
                <w:szCs w:val="24"/>
                <w:lang w:val="bg-BG"/>
              </w:rPr>
              <w:t xml:space="preserve"> </w:t>
            </w:r>
            <w:proofErr w:type="spellStart"/>
            <w:r w:rsidR="005A6406" w:rsidRPr="005A6406">
              <w:rPr>
                <w:i/>
                <w:szCs w:val="24"/>
                <w:lang w:val="bg-BG"/>
              </w:rPr>
              <w:t>микро</w:t>
            </w:r>
            <w:r w:rsidRPr="005A6406">
              <w:rPr>
                <w:i/>
                <w:szCs w:val="24"/>
                <w:lang w:val="bg-BG"/>
              </w:rPr>
              <w:t>данни</w:t>
            </w:r>
            <w:proofErr w:type="spellEnd"/>
            <w:r w:rsidRPr="005A6406">
              <w:rPr>
                <w:i/>
                <w:szCs w:val="24"/>
                <w:lang w:val="bg-BG"/>
              </w:rPr>
              <w:t xml:space="preserve"> </w:t>
            </w:r>
            <w:r w:rsidR="005A6406" w:rsidRPr="005A6406">
              <w:rPr>
                <w:i/>
                <w:szCs w:val="24"/>
                <w:lang w:val="bg-BG"/>
              </w:rPr>
              <w:t>на бенефициент</w:t>
            </w:r>
            <w:r w:rsidR="00722809">
              <w:rPr>
                <w:i/>
                <w:szCs w:val="24"/>
                <w:lang w:val="bg-BG"/>
              </w:rPr>
              <w:t>ите</w:t>
            </w:r>
          </w:p>
          <w:p w14:paraId="1AC8DC8A" w14:textId="2AF1A2CE" w:rsidR="008D3B76" w:rsidRPr="005A6406" w:rsidRDefault="00B92424" w:rsidP="00B92424">
            <w:pPr>
              <w:pStyle w:val="Xreftext"/>
              <w:numPr>
                <w:ilvl w:val="0"/>
                <w:numId w:val="0"/>
              </w:numPr>
              <w:jc w:val="both"/>
              <w:rPr>
                <w:i/>
                <w:szCs w:val="24"/>
                <w:lang w:val="bg-BG"/>
              </w:rPr>
            </w:pPr>
            <w:r w:rsidRPr="00B92424">
              <w:rPr>
                <w:i/>
                <w:szCs w:val="24"/>
                <w:lang w:val="bg-BG"/>
              </w:rPr>
              <w:t xml:space="preserve">Отчита се </w:t>
            </w:r>
            <w:r w:rsidR="00ED372C">
              <w:rPr>
                <w:i/>
                <w:szCs w:val="24"/>
                <w:lang w:val="bg-BG"/>
              </w:rPr>
              <w:t xml:space="preserve">както броят на </w:t>
            </w:r>
            <w:r w:rsidR="000A6C86">
              <w:rPr>
                <w:i/>
                <w:szCs w:val="24"/>
                <w:lang w:val="bg-BG"/>
              </w:rPr>
              <w:t>извършени</w:t>
            </w:r>
            <w:r w:rsidR="00ED372C">
              <w:rPr>
                <w:i/>
                <w:szCs w:val="24"/>
                <w:lang w:val="bg-BG"/>
              </w:rPr>
              <w:t>те/актуализирани</w:t>
            </w:r>
            <w:r w:rsidR="000A6C86">
              <w:rPr>
                <w:i/>
                <w:szCs w:val="24"/>
                <w:lang w:val="bg-BG"/>
              </w:rPr>
              <w:t xml:space="preserve"> анализи, проучвания, изследвания </w:t>
            </w:r>
            <w:r w:rsidR="00ED372C">
              <w:rPr>
                <w:i/>
                <w:szCs w:val="24"/>
                <w:lang w:val="bg-BG"/>
              </w:rPr>
              <w:t xml:space="preserve">и </w:t>
            </w:r>
            <w:r w:rsidR="000A6C86">
              <w:rPr>
                <w:i/>
                <w:szCs w:val="24"/>
                <w:lang w:val="bg-BG"/>
              </w:rPr>
              <w:t>оценки</w:t>
            </w:r>
            <w:r w:rsidR="00ED372C">
              <w:rPr>
                <w:i/>
                <w:szCs w:val="24"/>
                <w:lang w:val="bg-BG"/>
              </w:rPr>
              <w:t>, така и броят на разработените/актуализирани методики и модели</w:t>
            </w:r>
            <w:r w:rsidR="00145F7D">
              <w:rPr>
                <w:i/>
                <w:szCs w:val="24"/>
                <w:lang w:val="bg-BG"/>
              </w:rPr>
              <w:t xml:space="preserve">, </w:t>
            </w:r>
            <w:r w:rsidR="00ED372C" w:rsidRPr="00ED372C">
              <w:rPr>
                <w:i/>
                <w:szCs w:val="24"/>
                <w:lang w:val="bg-BG"/>
              </w:rPr>
              <w:t>свързани с дейността на съдебната система</w:t>
            </w:r>
            <w:r w:rsidR="00ED372C">
              <w:rPr>
                <w:i/>
                <w:szCs w:val="24"/>
                <w:lang w:val="bg-BG"/>
              </w:rPr>
              <w:t>.</w:t>
            </w:r>
            <w:r w:rsidR="00ED372C" w:rsidRPr="00ED372C" w:rsidDel="000A6C86">
              <w:rPr>
                <w:i/>
                <w:szCs w:val="24"/>
                <w:lang w:val="bg-BG"/>
              </w:rPr>
              <w:t xml:space="preserve"> </w:t>
            </w:r>
            <w:r w:rsidRPr="00B92424">
              <w:rPr>
                <w:i/>
                <w:szCs w:val="24"/>
                <w:lang w:val="bg-BG"/>
              </w:rPr>
              <w:t>Индикаторът се изчислява с натрупване.</w:t>
            </w:r>
          </w:p>
        </w:tc>
      </w:tr>
      <w:tr w:rsidR="00832DF3" w:rsidRPr="005205F1" w14:paraId="02367511" w14:textId="77777777" w:rsidTr="00C62AF5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653D7821" w14:textId="77777777" w:rsidR="00832DF3" w:rsidRPr="00147CD5" w:rsidRDefault="00A23486" w:rsidP="00A23486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2</w:t>
            </w:r>
            <w:r w:rsidR="00CA68A9" w:rsidRPr="005205F1">
              <w:rPr>
                <w:b/>
                <w:szCs w:val="24"/>
                <w:lang w:val="bg-BG"/>
              </w:rPr>
              <w:t>.</w:t>
            </w:r>
            <w:r>
              <w:rPr>
                <w:b/>
                <w:szCs w:val="24"/>
                <w:lang w:val="bg-BG"/>
              </w:rPr>
              <w:t>3</w:t>
            </w:r>
            <w:r w:rsidR="00CA68A9" w:rsidRPr="005205F1">
              <w:rPr>
                <w:b/>
                <w:szCs w:val="24"/>
                <w:lang w:val="bg-BG"/>
              </w:rPr>
              <w:t xml:space="preserve"> </w:t>
            </w:r>
            <w:r w:rsidR="007740B6" w:rsidRPr="005205F1">
              <w:rPr>
                <w:b/>
                <w:szCs w:val="24"/>
                <w:lang w:val="bg-BG"/>
              </w:rPr>
              <w:t>Използвани класификации</w:t>
            </w:r>
          </w:p>
        </w:tc>
      </w:tr>
      <w:tr w:rsidR="00832DF3" w:rsidRPr="005205F1" w14:paraId="6CAB952E" w14:textId="77777777" w:rsidTr="00C62AF5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7E35AFF0" w14:textId="77777777" w:rsidR="00E84386" w:rsidRPr="005A6406" w:rsidRDefault="00E84386" w:rsidP="00A26796">
            <w:pPr>
              <w:pStyle w:val="Xreftext"/>
              <w:numPr>
                <w:ilvl w:val="0"/>
                <w:numId w:val="0"/>
              </w:numPr>
              <w:jc w:val="both"/>
              <w:rPr>
                <w:i/>
                <w:szCs w:val="24"/>
                <w:lang w:val="bg-BG"/>
              </w:rPr>
            </w:pPr>
          </w:p>
        </w:tc>
      </w:tr>
      <w:tr w:rsidR="00832DF3" w:rsidRPr="005205F1" w14:paraId="0D5A1205" w14:textId="77777777" w:rsidTr="00C62AF5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0D86F462" w14:textId="77777777" w:rsidR="00832DF3" w:rsidRPr="005205F1" w:rsidRDefault="00A23486" w:rsidP="00A23486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2</w:t>
            </w:r>
            <w:r w:rsidR="00CA68A9" w:rsidRPr="005205F1">
              <w:rPr>
                <w:b/>
                <w:szCs w:val="24"/>
                <w:lang w:val="bg-BG"/>
              </w:rPr>
              <w:t>.</w:t>
            </w:r>
            <w:r>
              <w:rPr>
                <w:b/>
                <w:szCs w:val="24"/>
                <w:lang w:val="bg-BG"/>
              </w:rPr>
              <w:t>4</w:t>
            </w:r>
            <w:r w:rsidR="00CA68A9" w:rsidRPr="005205F1">
              <w:rPr>
                <w:b/>
                <w:szCs w:val="24"/>
                <w:lang w:val="bg-BG"/>
              </w:rPr>
              <w:t xml:space="preserve"> </w:t>
            </w:r>
            <w:r>
              <w:rPr>
                <w:b/>
                <w:szCs w:val="24"/>
                <w:lang w:val="bg-BG"/>
              </w:rPr>
              <w:t>Мерна единица</w:t>
            </w:r>
          </w:p>
        </w:tc>
      </w:tr>
      <w:tr w:rsidR="00832DF3" w:rsidRPr="005205F1" w14:paraId="58D2439D" w14:textId="77777777" w:rsidTr="00C62AF5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5372090E" w14:textId="12FF7DA0" w:rsidR="00832DF3" w:rsidRPr="005A6406" w:rsidRDefault="00A26796" w:rsidP="00145F7D">
            <w:pPr>
              <w:pStyle w:val="Xreftext"/>
              <w:numPr>
                <w:ilvl w:val="0"/>
                <w:numId w:val="0"/>
              </w:numPr>
              <w:jc w:val="both"/>
              <w:rPr>
                <w:i/>
                <w:szCs w:val="24"/>
                <w:lang w:val="bg-BG"/>
              </w:rPr>
            </w:pPr>
            <w:r>
              <w:rPr>
                <w:i/>
                <w:szCs w:val="24"/>
                <w:lang w:val="bg-BG"/>
              </w:rPr>
              <w:t xml:space="preserve">Брой </w:t>
            </w:r>
          </w:p>
        </w:tc>
      </w:tr>
      <w:tr w:rsidR="005A6406" w:rsidRPr="005205F1" w14:paraId="53E7F5E6" w14:textId="77777777" w:rsidTr="005A7F00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1578BC99" w14:textId="77777777" w:rsidR="005A6406" w:rsidRPr="005205F1" w:rsidRDefault="005A6406" w:rsidP="005A6406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2.5</w:t>
            </w:r>
            <w:r w:rsidRPr="005205F1">
              <w:rPr>
                <w:b/>
                <w:szCs w:val="24"/>
                <w:lang w:val="bg-BG"/>
              </w:rPr>
              <w:t xml:space="preserve"> </w:t>
            </w:r>
            <w:r>
              <w:rPr>
                <w:b/>
                <w:szCs w:val="24"/>
                <w:lang w:val="bg-BG"/>
              </w:rPr>
              <w:t xml:space="preserve">Периодичност на предоставяне на данните </w:t>
            </w:r>
          </w:p>
        </w:tc>
      </w:tr>
      <w:tr w:rsidR="005A6406" w:rsidRPr="005205F1" w14:paraId="6E978FBF" w14:textId="77777777" w:rsidTr="005A7F00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04D15ADD" w14:textId="77777777" w:rsidR="005A6406" w:rsidRPr="005A6406" w:rsidRDefault="005A6406" w:rsidP="005A7F00">
            <w:pPr>
              <w:pStyle w:val="Xreftext"/>
              <w:numPr>
                <w:ilvl w:val="0"/>
                <w:numId w:val="0"/>
              </w:numPr>
              <w:jc w:val="both"/>
              <w:rPr>
                <w:i/>
                <w:szCs w:val="24"/>
                <w:lang w:val="bg-BG"/>
              </w:rPr>
            </w:pPr>
            <w:r w:rsidRPr="005A6406">
              <w:rPr>
                <w:i/>
                <w:szCs w:val="24"/>
                <w:lang w:val="bg-BG"/>
              </w:rPr>
              <w:t>годишно</w:t>
            </w:r>
          </w:p>
        </w:tc>
      </w:tr>
      <w:tr w:rsidR="00832DF3" w:rsidRPr="005205F1" w14:paraId="109126A3" w14:textId="77777777" w:rsidTr="00C62AF5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47728CD2" w14:textId="77777777" w:rsidR="00832DF3" w:rsidRPr="005205F1" w:rsidRDefault="00A23486" w:rsidP="005A6406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2.5</w:t>
            </w:r>
            <w:r w:rsidR="00CA68A9" w:rsidRPr="005205F1">
              <w:rPr>
                <w:b/>
                <w:szCs w:val="24"/>
                <w:lang w:val="bg-BG"/>
              </w:rPr>
              <w:t xml:space="preserve"> </w:t>
            </w:r>
            <w:r w:rsidR="005A6406">
              <w:rPr>
                <w:b/>
                <w:szCs w:val="24"/>
                <w:lang w:val="bg-BG"/>
              </w:rPr>
              <w:t>Т</w:t>
            </w:r>
            <w:r>
              <w:rPr>
                <w:b/>
                <w:szCs w:val="24"/>
                <w:lang w:val="bg-BG"/>
              </w:rPr>
              <w:t>ериториален обхват</w:t>
            </w:r>
            <w:r w:rsidR="00043837" w:rsidRPr="005205F1">
              <w:rPr>
                <w:b/>
                <w:szCs w:val="24"/>
                <w:lang w:val="bg-BG"/>
              </w:rPr>
              <w:t xml:space="preserve"> </w:t>
            </w:r>
            <w:r w:rsidR="005A6406">
              <w:rPr>
                <w:b/>
                <w:szCs w:val="24"/>
                <w:lang w:val="bg-BG"/>
              </w:rPr>
              <w:t>на данните</w:t>
            </w:r>
          </w:p>
        </w:tc>
      </w:tr>
      <w:tr w:rsidR="00EB51B6" w:rsidRPr="005205F1" w14:paraId="02FDC4B9" w14:textId="77777777" w:rsidTr="0053253A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2B840698" w14:textId="77777777" w:rsidR="00EB51B6" w:rsidRPr="005A6406" w:rsidRDefault="005A6406" w:rsidP="00935DE9">
            <w:pPr>
              <w:pStyle w:val="Xreftext"/>
              <w:numPr>
                <w:ilvl w:val="0"/>
                <w:numId w:val="0"/>
              </w:numPr>
              <w:jc w:val="both"/>
              <w:rPr>
                <w:i/>
                <w:szCs w:val="24"/>
                <w:lang w:val="bg-BG"/>
              </w:rPr>
            </w:pPr>
            <w:r w:rsidRPr="005A6406">
              <w:rPr>
                <w:i/>
                <w:szCs w:val="24"/>
                <w:lang w:val="bg-BG"/>
              </w:rPr>
              <w:t>За страната</w:t>
            </w:r>
          </w:p>
        </w:tc>
      </w:tr>
      <w:tr w:rsidR="00EB51B6" w:rsidRPr="005205F1" w14:paraId="66361DBD" w14:textId="77777777" w:rsidTr="0053253A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5C7095F7" w14:textId="77777777" w:rsidR="00EB51B6" w:rsidRPr="005205F1" w:rsidRDefault="00A23486" w:rsidP="00A23486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2</w:t>
            </w:r>
            <w:r w:rsidR="00EB51B6" w:rsidRPr="005205F1">
              <w:rPr>
                <w:b/>
                <w:szCs w:val="24"/>
                <w:lang w:val="bg-BG"/>
              </w:rPr>
              <w:t xml:space="preserve">.6 </w:t>
            </w:r>
            <w:r>
              <w:rPr>
                <w:b/>
                <w:szCs w:val="24"/>
                <w:lang w:val="bg-BG"/>
              </w:rPr>
              <w:t>С</w:t>
            </w:r>
            <w:r w:rsidR="00EB51B6" w:rsidRPr="005205F1">
              <w:rPr>
                <w:b/>
                <w:szCs w:val="24"/>
                <w:lang w:val="bg-BG"/>
              </w:rPr>
              <w:t>ъвкупност</w:t>
            </w:r>
            <w:r>
              <w:rPr>
                <w:b/>
                <w:szCs w:val="24"/>
                <w:lang w:val="bg-BG"/>
              </w:rPr>
              <w:t xml:space="preserve"> на бенефициентите</w:t>
            </w:r>
            <w:r w:rsidR="005A6406">
              <w:rPr>
                <w:b/>
                <w:szCs w:val="24"/>
                <w:lang w:val="bg-BG"/>
              </w:rPr>
              <w:t xml:space="preserve"> </w:t>
            </w:r>
            <w:r w:rsidR="005A6406" w:rsidRPr="005A6406">
              <w:rPr>
                <w:i/>
                <w:szCs w:val="24"/>
                <w:lang w:val="bg-BG"/>
              </w:rPr>
              <w:t>(съгласно индикатора, приоритетната ос</w:t>
            </w:r>
            <w:r w:rsidR="005A6406">
              <w:rPr>
                <w:i/>
                <w:szCs w:val="24"/>
                <w:lang w:val="bg-BG"/>
              </w:rPr>
              <w:t xml:space="preserve"> или цялата ОП</w:t>
            </w:r>
            <w:r w:rsidR="005A6406" w:rsidRPr="005A6406">
              <w:rPr>
                <w:i/>
                <w:szCs w:val="24"/>
                <w:lang w:val="bg-BG"/>
              </w:rPr>
              <w:t>)</w:t>
            </w:r>
          </w:p>
        </w:tc>
      </w:tr>
      <w:tr w:rsidR="00E16FC2" w:rsidRPr="005205F1" w14:paraId="71F7C251" w14:textId="77777777" w:rsidTr="00C62AF5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451FD9EA" w14:textId="4A045A74" w:rsidR="00E16FC2" w:rsidRPr="00AF7CEF" w:rsidRDefault="00304DC4" w:rsidP="006215F1">
            <w:pPr>
              <w:pStyle w:val="Xreftext"/>
              <w:numPr>
                <w:ilvl w:val="0"/>
                <w:numId w:val="0"/>
              </w:numPr>
              <w:ind w:left="360" w:hanging="360"/>
              <w:jc w:val="both"/>
              <w:rPr>
                <w:i/>
                <w:szCs w:val="24"/>
                <w:lang w:val="bg-BG"/>
              </w:rPr>
            </w:pPr>
            <w:r>
              <w:rPr>
                <w:bCs/>
                <w:i/>
                <w:szCs w:val="24"/>
                <w:lang w:val="bg-BG"/>
              </w:rPr>
              <w:t xml:space="preserve">В съответствие с приоритетната ос се </w:t>
            </w:r>
            <w:r>
              <w:rPr>
                <w:bCs/>
                <w:i/>
                <w:lang w:val="bg-BG"/>
              </w:rPr>
              <w:t>о</w:t>
            </w:r>
            <w:r w:rsidR="00277111" w:rsidRPr="00AA2EE5">
              <w:rPr>
                <w:bCs/>
                <w:i/>
                <w:lang w:val="bg-BG"/>
              </w:rPr>
              <w:t>пределят пр</w:t>
            </w:r>
            <w:r w:rsidR="00277111">
              <w:rPr>
                <w:bCs/>
                <w:i/>
                <w:lang w:val="bg-BG"/>
              </w:rPr>
              <w:t>еди</w:t>
            </w:r>
            <w:r w:rsidR="00277111" w:rsidRPr="00AA2EE5">
              <w:rPr>
                <w:bCs/>
                <w:i/>
                <w:lang w:val="bg-BG"/>
              </w:rPr>
              <w:t xml:space="preserve"> стартиране на процедура в съответствие с критериите</w:t>
            </w:r>
            <w:r>
              <w:rPr>
                <w:bCs/>
                <w:i/>
                <w:lang w:val="bg-BG"/>
              </w:rPr>
              <w:t>,</w:t>
            </w:r>
            <w:r w:rsidR="00277111" w:rsidRPr="00AA2EE5">
              <w:rPr>
                <w:bCs/>
                <w:i/>
                <w:lang w:val="bg-BG"/>
              </w:rPr>
              <w:t xml:space="preserve"> одобрени от Комитета за наблюдение</w:t>
            </w:r>
            <w:r w:rsidR="00277111">
              <w:rPr>
                <w:bCs/>
                <w:i/>
                <w:lang w:val="bg-BG"/>
              </w:rPr>
              <w:t>.</w:t>
            </w:r>
          </w:p>
        </w:tc>
      </w:tr>
      <w:tr w:rsidR="00EB51B6" w:rsidRPr="005205F1" w14:paraId="50F809B8" w14:textId="77777777" w:rsidTr="00C62AF5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48E6953C" w14:textId="77777777" w:rsidR="00EB51B6" w:rsidRPr="005205F1" w:rsidRDefault="00A23486" w:rsidP="00A23486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lastRenderedPageBreak/>
              <w:t>2.7</w:t>
            </w:r>
            <w:r w:rsidR="00EB51B6" w:rsidRPr="005205F1">
              <w:rPr>
                <w:b/>
                <w:szCs w:val="24"/>
                <w:lang w:val="bg-BG"/>
              </w:rPr>
              <w:t xml:space="preserve"> </w:t>
            </w:r>
            <w:r>
              <w:rPr>
                <w:b/>
                <w:szCs w:val="24"/>
                <w:lang w:val="bg-BG"/>
              </w:rPr>
              <w:t>Базисна година</w:t>
            </w:r>
            <w:r w:rsidR="005A6406">
              <w:rPr>
                <w:b/>
                <w:szCs w:val="24"/>
                <w:lang w:val="bg-BG"/>
              </w:rPr>
              <w:t xml:space="preserve"> за индикатора</w:t>
            </w:r>
          </w:p>
        </w:tc>
      </w:tr>
      <w:tr w:rsidR="00EB51B6" w:rsidRPr="005205F1" w14:paraId="626A6AEC" w14:textId="77777777" w:rsidTr="00C62AF5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5699B966" w14:textId="77777777" w:rsidR="00EB51B6" w:rsidRPr="00B166D1" w:rsidRDefault="00247438" w:rsidP="000C20DF">
            <w:pPr>
              <w:pStyle w:val="Xreftext"/>
              <w:numPr>
                <w:ilvl w:val="0"/>
                <w:numId w:val="0"/>
              </w:numPr>
              <w:jc w:val="both"/>
              <w:rPr>
                <w:i/>
                <w:szCs w:val="24"/>
                <w:lang w:val="bg-BG"/>
              </w:rPr>
            </w:pPr>
            <w:r>
              <w:rPr>
                <w:i/>
                <w:szCs w:val="24"/>
                <w:lang w:val="bg-BG"/>
              </w:rPr>
              <w:t>-</w:t>
            </w:r>
          </w:p>
        </w:tc>
      </w:tr>
      <w:tr w:rsidR="00EB51B6" w:rsidRPr="005205F1" w14:paraId="14EFB0E8" w14:textId="77777777" w:rsidTr="00C62AF5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2794DD04" w14:textId="77777777" w:rsidR="00EB51B6" w:rsidRPr="005205F1" w:rsidRDefault="00A23486" w:rsidP="00A23486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2.8</w:t>
            </w:r>
            <w:r w:rsidR="00EB51B6" w:rsidRPr="005205F1">
              <w:rPr>
                <w:b/>
                <w:szCs w:val="24"/>
                <w:lang w:val="bg-BG"/>
              </w:rPr>
              <w:t xml:space="preserve"> Базис</w:t>
            </w:r>
            <w:r>
              <w:rPr>
                <w:b/>
                <w:szCs w:val="24"/>
                <w:lang w:val="bg-BG"/>
              </w:rPr>
              <w:t>на стойност</w:t>
            </w:r>
            <w:r w:rsidR="005A6406">
              <w:rPr>
                <w:b/>
                <w:szCs w:val="24"/>
                <w:lang w:val="bg-BG"/>
              </w:rPr>
              <w:t xml:space="preserve"> на индикатора</w:t>
            </w:r>
          </w:p>
        </w:tc>
      </w:tr>
      <w:tr w:rsidR="00EB51B6" w:rsidRPr="005205F1" w14:paraId="3D38E361" w14:textId="77777777" w:rsidTr="004F6153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4A626E93" w14:textId="77777777" w:rsidR="00EB51B6" w:rsidRPr="005205F1" w:rsidRDefault="00247438" w:rsidP="000C20DF">
            <w:pPr>
              <w:pStyle w:val="Xreftext"/>
              <w:numPr>
                <w:ilvl w:val="0"/>
                <w:numId w:val="0"/>
              </w:numPr>
              <w:jc w:val="both"/>
              <w:rPr>
                <w:szCs w:val="24"/>
                <w:highlight w:val="yellow"/>
                <w:lang w:val="bg-BG"/>
              </w:rPr>
            </w:pPr>
            <w:r>
              <w:rPr>
                <w:szCs w:val="24"/>
                <w:lang w:val="bg-BG"/>
              </w:rPr>
              <w:t>-</w:t>
            </w:r>
          </w:p>
        </w:tc>
      </w:tr>
      <w:tr w:rsidR="00A23486" w:rsidRPr="00A23486" w14:paraId="742F54D7" w14:textId="77777777" w:rsidTr="00A23486">
        <w:tc>
          <w:tcPr>
            <w:tcW w:w="9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CC"/>
          </w:tcPr>
          <w:p w14:paraId="4A77E23F" w14:textId="77777777" w:rsidR="00A23486" w:rsidRPr="00A23486" w:rsidRDefault="00A23486" w:rsidP="00A23486">
            <w:pPr>
              <w:pStyle w:val="Xreftext"/>
              <w:numPr>
                <w:ilvl w:val="0"/>
                <w:numId w:val="0"/>
              </w:numPr>
              <w:jc w:val="both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2.9</w:t>
            </w:r>
            <w:r w:rsidRPr="00A23486">
              <w:rPr>
                <w:b/>
                <w:szCs w:val="24"/>
                <w:lang w:val="bg-BG"/>
              </w:rPr>
              <w:t xml:space="preserve"> </w:t>
            </w:r>
            <w:r>
              <w:rPr>
                <w:b/>
                <w:szCs w:val="24"/>
                <w:lang w:val="bg-BG"/>
              </w:rPr>
              <w:t>Отчетен период за индикатора</w:t>
            </w:r>
          </w:p>
        </w:tc>
      </w:tr>
      <w:tr w:rsidR="00A23486" w:rsidRPr="005205F1" w14:paraId="02DE443F" w14:textId="77777777" w:rsidTr="00A23486">
        <w:tc>
          <w:tcPr>
            <w:tcW w:w="9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6D6A0A8" w14:textId="77777777" w:rsidR="00A23486" w:rsidRPr="005A6406" w:rsidRDefault="005A6406" w:rsidP="005C6CD3">
            <w:pPr>
              <w:pStyle w:val="Xreftext"/>
              <w:numPr>
                <w:ilvl w:val="0"/>
                <w:numId w:val="0"/>
              </w:numPr>
              <w:jc w:val="both"/>
              <w:rPr>
                <w:i/>
                <w:szCs w:val="24"/>
                <w:lang w:val="bg-BG"/>
              </w:rPr>
            </w:pPr>
            <w:r w:rsidRPr="005A6406">
              <w:rPr>
                <w:i/>
                <w:szCs w:val="24"/>
                <w:lang w:val="bg-BG"/>
              </w:rPr>
              <w:t>годишно</w:t>
            </w:r>
            <w:r w:rsidR="00090B6A">
              <w:rPr>
                <w:i/>
                <w:szCs w:val="24"/>
                <w:lang w:val="bg-BG"/>
              </w:rPr>
              <w:t xml:space="preserve"> </w:t>
            </w:r>
          </w:p>
        </w:tc>
      </w:tr>
    </w:tbl>
    <w:p w14:paraId="23ECD7FD" w14:textId="77777777" w:rsidR="00346D8F" w:rsidRDefault="00346D8F" w:rsidP="00346D8F">
      <w:pPr>
        <w:pStyle w:val="Xreftext"/>
        <w:numPr>
          <w:ilvl w:val="0"/>
          <w:numId w:val="0"/>
        </w:numPr>
        <w:tabs>
          <w:tab w:val="left" w:pos="315"/>
        </w:tabs>
        <w:spacing w:after="60"/>
        <w:jc w:val="both"/>
        <w:rPr>
          <w:szCs w:val="24"/>
          <w:lang w:val="bg-BG"/>
        </w:rPr>
      </w:pPr>
    </w:p>
    <w:tbl>
      <w:tblPr>
        <w:tblW w:w="9854" w:type="dxa"/>
        <w:tblInd w:w="2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V w:val="single" w:sz="2" w:space="0" w:color="000000"/>
        </w:tblBorders>
        <w:tblLayout w:type="fixed"/>
        <w:tblCellMar>
          <w:left w:w="129" w:type="dxa"/>
          <w:right w:w="129" w:type="dxa"/>
        </w:tblCellMar>
        <w:tblLook w:val="0000" w:firstRow="0" w:lastRow="0" w:firstColumn="0" w:lastColumn="0" w:noHBand="0" w:noVBand="0"/>
      </w:tblPr>
      <w:tblGrid>
        <w:gridCol w:w="9854"/>
      </w:tblGrid>
      <w:tr w:rsidR="00346D8F" w:rsidRPr="005205F1" w14:paraId="7D8A1C71" w14:textId="77777777" w:rsidTr="00D507D8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CC99"/>
          </w:tcPr>
          <w:p w14:paraId="5026DA1B" w14:textId="77777777" w:rsidR="00346D8F" w:rsidRPr="00A23486" w:rsidRDefault="0084659B" w:rsidP="001A1518">
            <w:pPr>
              <w:numPr>
                <w:ilvl w:val="0"/>
                <w:numId w:val="2"/>
              </w:numPr>
              <w:tabs>
                <w:tab w:val="clear" w:pos="720"/>
                <w:tab w:val="num" w:pos="405"/>
              </w:tabs>
              <w:spacing w:before="120" w:after="120"/>
              <w:ind w:left="405" w:hanging="405"/>
              <w:rPr>
                <w:b/>
                <w:lang w:val="bg-BG"/>
              </w:rPr>
            </w:pPr>
            <w:r w:rsidRPr="005205F1">
              <w:rPr>
                <w:b/>
                <w:lang w:val="bg-BG"/>
              </w:rPr>
              <w:t xml:space="preserve">Нормативна </w:t>
            </w:r>
            <w:r w:rsidR="00850FDC" w:rsidRPr="005205F1">
              <w:rPr>
                <w:b/>
                <w:lang w:val="bg-BG"/>
              </w:rPr>
              <w:t>база</w:t>
            </w:r>
            <w:r w:rsidR="0001044B" w:rsidRPr="005205F1">
              <w:rPr>
                <w:b/>
                <w:lang w:val="bg-BG"/>
              </w:rPr>
              <w:t xml:space="preserve"> </w:t>
            </w:r>
          </w:p>
        </w:tc>
      </w:tr>
      <w:tr w:rsidR="00D507D8" w:rsidRPr="005205F1" w14:paraId="4F2B255D" w14:textId="77777777" w:rsidTr="00D507D8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  <w:vAlign w:val="center"/>
          </w:tcPr>
          <w:p w14:paraId="367204B3" w14:textId="77777777" w:rsidR="00D507D8" w:rsidRPr="005205F1" w:rsidRDefault="00A23486" w:rsidP="00A23486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3</w:t>
            </w:r>
            <w:r w:rsidR="00CA68A9" w:rsidRPr="005205F1">
              <w:rPr>
                <w:b/>
                <w:szCs w:val="24"/>
                <w:lang w:val="bg-BG"/>
              </w:rPr>
              <w:t xml:space="preserve">.1 </w:t>
            </w:r>
            <w:r w:rsidR="007B0B92" w:rsidRPr="005205F1">
              <w:rPr>
                <w:b/>
                <w:szCs w:val="24"/>
                <w:lang w:val="bg-BG"/>
              </w:rPr>
              <w:t xml:space="preserve">Нормативни </w:t>
            </w:r>
            <w:r w:rsidR="0016196A" w:rsidRPr="005205F1">
              <w:rPr>
                <w:b/>
                <w:szCs w:val="24"/>
                <w:lang w:val="bg-BG"/>
              </w:rPr>
              <w:t>документи</w:t>
            </w:r>
            <w:r w:rsidR="007B0B92" w:rsidRPr="005205F1">
              <w:rPr>
                <w:b/>
                <w:szCs w:val="24"/>
                <w:lang w:val="bg-BG"/>
              </w:rPr>
              <w:t xml:space="preserve"> </w:t>
            </w:r>
            <w:r w:rsidR="005A6406" w:rsidRPr="005A6406">
              <w:rPr>
                <w:i/>
                <w:szCs w:val="24"/>
                <w:lang w:val="bg-BG"/>
              </w:rPr>
              <w:t>(следва да се запишат както основните общи регламенти за ОП, така и специфичните за индикатора)</w:t>
            </w:r>
          </w:p>
        </w:tc>
      </w:tr>
      <w:tr w:rsidR="00D507D8" w:rsidRPr="005205F1" w14:paraId="45F0A731" w14:textId="77777777" w:rsidTr="00D507D8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14:paraId="45452E90" w14:textId="77777777" w:rsidR="00042285" w:rsidRDefault="004C4E1C" w:rsidP="001A1518">
            <w:pPr>
              <w:pStyle w:val="Xreftext"/>
              <w:numPr>
                <w:ilvl w:val="0"/>
                <w:numId w:val="4"/>
              </w:numPr>
              <w:jc w:val="both"/>
              <w:rPr>
                <w:i/>
                <w:szCs w:val="24"/>
                <w:lang w:val="bg-BG"/>
              </w:rPr>
            </w:pPr>
            <w:r>
              <w:rPr>
                <w:i/>
                <w:szCs w:val="24"/>
                <w:lang w:val="bg-BG"/>
              </w:rPr>
              <w:t xml:space="preserve">Регламент </w:t>
            </w:r>
            <w:r>
              <w:rPr>
                <w:i/>
                <w:szCs w:val="24"/>
                <w:lang w:val="en-US"/>
              </w:rPr>
              <w:t>(</w:t>
            </w:r>
            <w:r>
              <w:rPr>
                <w:i/>
                <w:szCs w:val="24"/>
                <w:lang w:val="bg-BG"/>
              </w:rPr>
              <w:t>ЕС</w:t>
            </w:r>
            <w:r>
              <w:rPr>
                <w:i/>
                <w:szCs w:val="24"/>
                <w:lang w:val="en-US"/>
              </w:rPr>
              <w:t>)</w:t>
            </w:r>
            <w:r w:rsidR="00C717DD">
              <w:rPr>
                <w:i/>
                <w:szCs w:val="24"/>
                <w:lang w:val="bg-BG"/>
              </w:rPr>
              <w:t xml:space="preserve"> </w:t>
            </w:r>
            <w:r>
              <w:rPr>
                <w:i/>
                <w:szCs w:val="24"/>
                <w:lang w:val="bg-BG"/>
              </w:rPr>
              <w:t xml:space="preserve">№ 1303/2013 на Европейския Парламент и на Съвета от 17 декември 2013 г. за определяне на </w:t>
            </w:r>
            <w:proofErr w:type="spellStart"/>
            <w:r>
              <w:rPr>
                <w:i/>
                <w:szCs w:val="24"/>
                <w:lang w:val="bg-BG"/>
              </w:rPr>
              <w:t>общоприложими</w:t>
            </w:r>
            <w:proofErr w:type="spellEnd"/>
            <w:r>
              <w:rPr>
                <w:i/>
                <w:szCs w:val="24"/>
                <w:lang w:val="bg-BG"/>
              </w:rPr>
              <w:t xml:space="preserve"> разпоредби на Европейски фонд за регионално развитие, Европейския социален фонд, Кохезионния фонд,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развитие, Европейския социален фонд, Кохезионния фонд и Европейския фонд за морско дело и рибарство, и за отмяна на Регламент </w:t>
            </w:r>
            <w:r>
              <w:rPr>
                <w:i/>
                <w:szCs w:val="24"/>
                <w:lang w:val="en-US"/>
              </w:rPr>
              <w:t>(</w:t>
            </w:r>
            <w:r>
              <w:rPr>
                <w:i/>
                <w:szCs w:val="24"/>
                <w:lang w:val="bg-BG"/>
              </w:rPr>
              <w:t>ЕО</w:t>
            </w:r>
            <w:r>
              <w:rPr>
                <w:i/>
                <w:szCs w:val="24"/>
                <w:lang w:val="en-US"/>
              </w:rPr>
              <w:t>)</w:t>
            </w:r>
            <w:r>
              <w:rPr>
                <w:i/>
                <w:szCs w:val="24"/>
                <w:lang w:val="bg-BG"/>
              </w:rPr>
              <w:t>№ 1083/2006 на Съвета.</w:t>
            </w:r>
            <w:r w:rsidRPr="00B4620C">
              <w:rPr>
                <w:i/>
                <w:szCs w:val="24"/>
                <w:lang w:val="bg-BG"/>
              </w:rPr>
              <w:t xml:space="preserve"> </w:t>
            </w:r>
          </w:p>
          <w:p w14:paraId="0A18129F" w14:textId="77777777" w:rsidR="00B92424" w:rsidRPr="00C717DD" w:rsidRDefault="00B92424" w:rsidP="00B92424">
            <w:pPr>
              <w:pStyle w:val="Xreftext"/>
              <w:numPr>
                <w:ilvl w:val="0"/>
                <w:numId w:val="4"/>
              </w:numPr>
              <w:jc w:val="both"/>
              <w:rPr>
                <w:rFonts w:ascii="TimesNewRomanPS-BoldMT" w:hAnsi="TimesNewRomanPS-BoldMT" w:cs="TimesNewRomanPS-BoldMT"/>
                <w:b/>
                <w:bCs/>
                <w:lang w:val="en-US" w:eastAsia="en-US"/>
              </w:rPr>
            </w:pPr>
            <w:proofErr w:type="spellStart"/>
            <w:r w:rsidRPr="007A0743">
              <w:rPr>
                <w:rFonts w:ascii="TimesNewRomanPS-BoldMT" w:hAnsi="TimesNewRomanPS-BoldMT" w:cs="TimesNewRomanPS-BoldMT"/>
                <w:b/>
                <w:bCs/>
                <w:lang w:val="en-US" w:eastAsia="en-US"/>
              </w:rPr>
              <w:t>Актуализирана</w:t>
            </w:r>
            <w:proofErr w:type="spellEnd"/>
            <w:r w:rsidRPr="007A0743">
              <w:rPr>
                <w:rFonts w:ascii="TimesNewRomanPS-BoldMT" w:hAnsi="TimesNewRomanPS-BoldMT" w:cs="TimesNewRomanPS-BoldMT"/>
                <w:b/>
                <w:bCs/>
                <w:lang w:val="en-US" w:eastAsia="en-US"/>
              </w:rPr>
              <w:t xml:space="preserve"> </w:t>
            </w:r>
            <w:proofErr w:type="spellStart"/>
            <w:r w:rsidRPr="007A0743">
              <w:rPr>
                <w:rFonts w:ascii="TimesNewRomanPS-BoldMT" w:hAnsi="TimesNewRomanPS-BoldMT" w:cs="TimesNewRomanPS-BoldMT"/>
                <w:b/>
                <w:bCs/>
                <w:lang w:val="en-US" w:eastAsia="en-US"/>
              </w:rPr>
              <w:t>стратегия</w:t>
            </w:r>
            <w:proofErr w:type="spellEnd"/>
            <w:r w:rsidRPr="007A0743">
              <w:rPr>
                <w:rFonts w:ascii="TimesNewRomanPS-BoldMT" w:hAnsi="TimesNewRomanPS-BoldMT" w:cs="TimesNewRomanPS-BoldMT"/>
                <w:b/>
                <w:bCs/>
                <w:lang w:val="en-US" w:eastAsia="en-US"/>
              </w:rPr>
              <w:t xml:space="preserve"> </w:t>
            </w:r>
            <w:proofErr w:type="spellStart"/>
            <w:r w:rsidRPr="007A0743">
              <w:rPr>
                <w:rFonts w:ascii="TimesNewRomanPS-BoldMT" w:hAnsi="TimesNewRomanPS-BoldMT" w:cs="TimesNewRomanPS-BoldMT"/>
                <w:b/>
                <w:bCs/>
                <w:lang w:val="en-US" w:eastAsia="en-US"/>
              </w:rPr>
              <w:t>за</w:t>
            </w:r>
            <w:proofErr w:type="spellEnd"/>
            <w:r w:rsidRPr="007A0743">
              <w:rPr>
                <w:rFonts w:ascii="TimesNewRomanPS-BoldMT" w:hAnsi="TimesNewRomanPS-BoldMT" w:cs="TimesNewRomanPS-BoldMT"/>
                <w:b/>
                <w:bCs/>
                <w:lang w:val="en-US" w:eastAsia="en-US"/>
              </w:rPr>
              <w:t xml:space="preserve"> </w:t>
            </w:r>
            <w:proofErr w:type="spellStart"/>
            <w:r w:rsidRPr="007A0743">
              <w:rPr>
                <w:rFonts w:ascii="TimesNewRomanPS-BoldMT" w:hAnsi="TimesNewRomanPS-BoldMT" w:cs="TimesNewRomanPS-BoldMT"/>
                <w:b/>
                <w:bCs/>
                <w:lang w:val="en-US" w:eastAsia="en-US"/>
              </w:rPr>
              <w:t>продължаване</w:t>
            </w:r>
            <w:proofErr w:type="spellEnd"/>
            <w:r w:rsidRPr="007A0743">
              <w:rPr>
                <w:rFonts w:ascii="TimesNewRomanPS-BoldMT" w:hAnsi="TimesNewRomanPS-BoldMT" w:cs="TimesNewRomanPS-BoldMT"/>
                <w:b/>
                <w:bCs/>
                <w:lang w:val="en-US" w:eastAsia="en-US"/>
              </w:rPr>
              <w:t xml:space="preserve"> </w:t>
            </w:r>
            <w:proofErr w:type="spellStart"/>
            <w:r w:rsidRPr="007A0743">
              <w:rPr>
                <w:rFonts w:ascii="TimesNewRomanPS-BoldMT" w:hAnsi="TimesNewRomanPS-BoldMT" w:cs="TimesNewRomanPS-BoldMT"/>
                <w:b/>
                <w:bCs/>
                <w:lang w:val="en-US" w:eastAsia="en-US"/>
              </w:rPr>
              <w:t>на</w:t>
            </w:r>
            <w:proofErr w:type="spellEnd"/>
            <w:r w:rsidRPr="007A0743">
              <w:rPr>
                <w:rFonts w:ascii="TimesNewRomanPS-BoldMT" w:hAnsi="TimesNewRomanPS-BoldMT" w:cs="TimesNewRomanPS-BoldMT"/>
                <w:b/>
                <w:bCs/>
                <w:lang w:val="en-US" w:eastAsia="en-US"/>
              </w:rPr>
              <w:t xml:space="preserve"> </w:t>
            </w:r>
            <w:proofErr w:type="spellStart"/>
            <w:r w:rsidRPr="007A0743">
              <w:rPr>
                <w:rFonts w:ascii="TimesNewRomanPS-BoldMT" w:hAnsi="TimesNewRomanPS-BoldMT" w:cs="TimesNewRomanPS-BoldMT"/>
                <w:b/>
                <w:bCs/>
                <w:lang w:val="en-US" w:eastAsia="en-US"/>
              </w:rPr>
              <w:t>реформата</w:t>
            </w:r>
            <w:proofErr w:type="spellEnd"/>
            <w:r w:rsidRPr="007A0743">
              <w:rPr>
                <w:rFonts w:ascii="TimesNewRomanPS-BoldMT" w:hAnsi="TimesNewRomanPS-BoldMT" w:cs="TimesNewRomanPS-BoldMT"/>
                <w:b/>
                <w:bCs/>
                <w:lang w:val="en-US" w:eastAsia="en-US"/>
              </w:rPr>
              <w:t xml:space="preserve"> в </w:t>
            </w:r>
            <w:proofErr w:type="spellStart"/>
            <w:r w:rsidRPr="007A0743">
              <w:rPr>
                <w:rFonts w:ascii="TimesNewRomanPS-BoldMT" w:hAnsi="TimesNewRomanPS-BoldMT" w:cs="TimesNewRomanPS-BoldMT"/>
                <w:b/>
                <w:bCs/>
                <w:lang w:val="en-US" w:eastAsia="en-US"/>
              </w:rPr>
              <w:t>съдебната</w:t>
            </w:r>
            <w:proofErr w:type="spellEnd"/>
            <w:r w:rsidRPr="007A0743">
              <w:rPr>
                <w:rFonts w:ascii="TimesNewRomanPS-BoldMT" w:hAnsi="TimesNewRomanPS-BoldMT" w:cs="TimesNewRomanPS-BoldMT"/>
                <w:b/>
                <w:bCs/>
                <w:lang w:val="en-US" w:eastAsia="en-US"/>
              </w:rPr>
              <w:t xml:space="preserve"> </w:t>
            </w:r>
            <w:proofErr w:type="spellStart"/>
            <w:r w:rsidRPr="007A0743">
              <w:rPr>
                <w:rFonts w:ascii="TimesNewRomanPS-BoldMT" w:hAnsi="TimesNewRomanPS-BoldMT" w:cs="TimesNewRomanPS-BoldMT"/>
                <w:b/>
                <w:bCs/>
                <w:lang w:val="en-US" w:eastAsia="en-US"/>
              </w:rPr>
              <w:t>система</w:t>
            </w:r>
            <w:proofErr w:type="spellEnd"/>
          </w:p>
          <w:p w14:paraId="588F1C1A" w14:textId="77777777" w:rsidR="00B92424" w:rsidRPr="00C717DD" w:rsidRDefault="00B92424" w:rsidP="00B92424">
            <w:pPr>
              <w:pStyle w:val="Xreftext"/>
              <w:numPr>
                <w:ilvl w:val="0"/>
                <w:numId w:val="4"/>
              </w:numPr>
              <w:jc w:val="both"/>
              <w:rPr>
                <w:i/>
                <w:szCs w:val="24"/>
                <w:lang w:val="bg-BG"/>
              </w:rPr>
            </w:pPr>
            <w:proofErr w:type="spellStart"/>
            <w:r>
              <w:rPr>
                <w:rFonts w:ascii="TimesNewRomanPS-BoldMT" w:hAnsi="TimesNewRomanPS-BoldMT" w:cs="TimesNewRomanPS-BoldMT"/>
                <w:b/>
                <w:bCs/>
                <w:lang w:val="en-US" w:eastAsia="en-US"/>
              </w:rPr>
              <w:t>Национална</w:t>
            </w:r>
            <w:proofErr w:type="spellEnd"/>
            <w:r>
              <w:rPr>
                <w:rFonts w:ascii="TimesNewRomanPS-BoldMT" w:hAnsi="TimesNewRomanPS-BoldMT" w:cs="TimesNewRomanPS-BoldMT"/>
                <w:b/>
                <w:bCs/>
                <w:lang w:val="en-US" w:eastAsia="en-US"/>
              </w:rPr>
              <w:t xml:space="preserve"> </w:t>
            </w:r>
            <w:proofErr w:type="spellStart"/>
            <w:r>
              <w:rPr>
                <w:rFonts w:ascii="TimesNewRomanPS-BoldMT" w:hAnsi="TimesNewRomanPS-BoldMT" w:cs="TimesNewRomanPS-BoldMT"/>
                <w:b/>
                <w:bCs/>
                <w:lang w:val="en-US" w:eastAsia="en-US"/>
              </w:rPr>
              <w:t>програма</w:t>
            </w:r>
            <w:proofErr w:type="spellEnd"/>
            <w:r>
              <w:rPr>
                <w:rFonts w:ascii="TimesNewRomanPS-BoldMT" w:hAnsi="TimesNewRomanPS-BoldMT" w:cs="TimesNewRomanPS-BoldMT"/>
                <w:b/>
                <w:bCs/>
                <w:lang w:val="en-US" w:eastAsia="en-US"/>
              </w:rPr>
              <w:t xml:space="preserve"> </w:t>
            </w:r>
            <w:proofErr w:type="spellStart"/>
            <w:r>
              <w:rPr>
                <w:rFonts w:ascii="TimesNewRomanPS-BoldMT" w:hAnsi="TimesNewRomanPS-BoldMT" w:cs="TimesNewRomanPS-BoldMT"/>
                <w:b/>
                <w:bCs/>
                <w:lang w:val="en-US" w:eastAsia="en-US"/>
              </w:rPr>
              <w:t>за</w:t>
            </w:r>
            <w:proofErr w:type="spellEnd"/>
            <w:r>
              <w:rPr>
                <w:rFonts w:ascii="TimesNewRomanPS-BoldMT" w:hAnsi="TimesNewRomanPS-BoldMT" w:cs="TimesNewRomanPS-BoldMT"/>
                <w:b/>
                <w:bCs/>
                <w:lang w:val="bg-BG" w:eastAsia="en-US"/>
              </w:rPr>
              <w:t xml:space="preserve"> </w:t>
            </w:r>
            <w:proofErr w:type="spellStart"/>
            <w:r>
              <w:rPr>
                <w:rFonts w:ascii="TimesNewRomanPS-BoldMT" w:hAnsi="TimesNewRomanPS-BoldMT" w:cs="TimesNewRomanPS-BoldMT"/>
                <w:b/>
                <w:bCs/>
                <w:lang w:val="en-US" w:eastAsia="en-US"/>
              </w:rPr>
              <w:t>развитие</w:t>
            </w:r>
            <w:proofErr w:type="spellEnd"/>
            <w:r>
              <w:rPr>
                <w:rFonts w:ascii="TimesNewRomanPS-BoldMT" w:hAnsi="TimesNewRomanPS-BoldMT" w:cs="TimesNewRomanPS-BoldMT"/>
                <w:b/>
                <w:bCs/>
                <w:lang w:val="bg-BG" w:eastAsia="en-US"/>
              </w:rPr>
              <w:t>:</w:t>
            </w:r>
            <w:r>
              <w:rPr>
                <w:rFonts w:ascii="TimesNewRomanPS-BoldMT" w:hAnsi="TimesNewRomanPS-BoldMT" w:cs="TimesNewRomanPS-BoldMT"/>
                <w:b/>
                <w:bCs/>
                <w:lang w:val="en-US" w:eastAsia="en-US"/>
              </w:rPr>
              <w:t xml:space="preserve"> </w:t>
            </w:r>
            <w:proofErr w:type="spellStart"/>
            <w:r>
              <w:rPr>
                <w:rFonts w:ascii="TimesNewRomanPS-BoldMT" w:hAnsi="TimesNewRomanPS-BoldMT" w:cs="TimesNewRomanPS-BoldMT"/>
                <w:b/>
                <w:bCs/>
                <w:lang w:val="en-US" w:eastAsia="en-US"/>
              </w:rPr>
              <w:t>България</w:t>
            </w:r>
            <w:proofErr w:type="spellEnd"/>
            <w:r>
              <w:rPr>
                <w:rFonts w:ascii="TimesNewRomanPS-BoldMT" w:hAnsi="TimesNewRomanPS-BoldMT" w:cs="TimesNewRomanPS-BoldMT"/>
                <w:b/>
                <w:bCs/>
                <w:lang w:val="en-US" w:eastAsia="en-US"/>
              </w:rPr>
              <w:t xml:space="preserve"> 2020</w:t>
            </w:r>
          </w:p>
          <w:p w14:paraId="0535F015" w14:textId="77777777" w:rsidR="00B92424" w:rsidRPr="00192861" w:rsidRDefault="00B92424" w:rsidP="00B92424">
            <w:pPr>
              <w:pStyle w:val="Xreftext"/>
              <w:numPr>
                <w:ilvl w:val="0"/>
                <w:numId w:val="4"/>
              </w:numPr>
              <w:jc w:val="both"/>
              <w:rPr>
                <w:i/>
                <w:szCs w:val="24"/>
                <w:lang w:val="bg-BG"/>
              </w:rPr>
            </w:pPr>
            <w:proofErr w:type="spellStart"/>
            <w:r>
              <w:rPr>
                <w:rFonts w:ascii="TimesNewRomanPS-BoldMT" w:hAnsi="TimesNewRomanPS-BoldMT" w:cs="TimesNewRomanPS-BoldMT"/>
                <w:b/>
                <w:bCs/>
                <w:lang w:val="en-US" w:eastAsia="en-US"/>
              </w:rPr>
              <w:t>Споразумение</w:t>
            </w:r>
            <w:proofErr w:type="spellEnd"/>
            <w:r>
              <w:rPr>
                <w:rFonts w:ascii="TimesNewRomanPS-BoldMT" w:hAnsi="TimesNewRomanPS-BoldMT" w:cs="TimesNewRomanPS-BoldMT"/>
                <w:b/>
                <w:bCs/>
                <w:lang w:val="en-US" w:eastAsia="en-US"/>
              </w:rPr>
              <w:t xml:space="preserve"> </w:t>
            </w:r>
            <w:proofErr w:type="spellStart"/>
            <w:r>
              <w:rPr>
                <w:rFonts w:ascii="TimesNewRomanPS-BoldMT" w:hAnsi="TimesNewRomanPS-BoldMT" w:cs="TimesNewRomanPS-BoldMT"/>
                <w:b/>
                <w:bCs/>
                <w:lang w:val="en-US" w:eastAsia="en-US"/>
              </w:rPr>
              <w:t>за</w:t>
            </w:r>
            <w:proofErr w:type="spellEnd"/>
            <w:r>
              <w:rPr>
                <w:rFonts w:ascii="TimesNewRomanPS-BoldMT" w:hAnsi="TimesNewRomanPS-BoldMT" w:cs="TimesNewRomanPS-BoldMT"/>
                <w:b/>
                <w:bCs/>
                <w:lang w:val="bg-BG" w:eastAsia="en-US"/>
              </w:rPr>
              <w:t xml:space="preserve"> </w:t>
            </w:r>
            <w:proofErr w:type="spellStart"/>
            <w:r>
              <w:rPr>
                <w:rFonts w:ascii="TimesNewRomanPS-BoldMT" w:hAnsi="TimesNewRomanPS-BoldMT" w:cs="TimesNewRomanPS-BoldMT"/>
                <w:b/>
                <w:bCs/>
                <w:lang w:val="en-US" w:eastAsia="en-US"/>
              </w:rPr>
              <w:t>партньорство</w:t>
            </w:r>
            <w:proofErr w:type="spellEnd"/>
          </w:p>
          <w:p w14:paraId="014818EB" w14:textId="77777777" w:rsidR="00F4432A" w:rsidRPr="00B166D1" w:rsidRDefault="00B92424" w:rsidP="00B92424">
            <w:pPr>
              <w:pStyle w:val="Xreftext"/>
              <w:numPr>
                <w:ilvl w:val="0"/>
                <w:numId w:val="4"/>
              </w:numPr>
              <w:jc w:val="both"/>
              <w:rPr>
                <w:i/>
                <w:szCs w:val="24"/>
                <w:lang w:val="bg-BG"/>
              </w:rPr>
            </w:pPr>
            <w:r>
              <w:rPr>
                <w:rFonts w:ascii="TimesNewRomanPS-BoldMT" w:hAnsi="TimesNewRomanPS-BoldMT" w:cs="TimesNewRomanPS-BoldMT"/>
                <w:b/>
                <w:bCs/>
                <w:lang w:val="bg-BG" w:eastAsia="en-US"/>
              </w:rPr>
              <w:t>Закон за съдебната власт</w:t>
            </w:r>
          </w:p>
        </w:tc>
      </w:tr>
    </w:tbl>
    <w:p w14:paraId="3C4AE901" w14:textId="77777777" w:rsidR="00A23486" w:rsidRPr="005205F1" w:rsidRDefault="00A23486" w:rsidP="00346D8F">
      <w:pPr>
        <w:pStyle w:val="Xreftext"/>
        <w:numPr>
          <w:ilvl w:val="0"/>
          <w:numId w:val="0"/>
        </w:numPr>
        <w:tabs>
          <w:tab w:val="left" w:pos="315"/>
        </w:tabs>
        <w:spacing w:after="60"/>
        <w:jc w:val="both"/>
        <w:rPr>
          <w:szCs w:val="24"/>
          <w:lang w:val="bg-BG"/>
        </w:rPr>
      </w:pPr>
    </w:p>
    <w:tbl>
      <w:tblPr>
        <w:tblW w:w="9854" w:type="dxa"/>
        <w:tblInd w:w="2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V w:val="single" w:sz="2" w:space="0" w:color="000000"/>
        </w:tblBorders>
        <w:tblLayout w:type="fixed"/>
        <w:tblCellMar>
          <w:left w:w="129" w:type="dxa"/>
          <w:right w:w="129" w:type="dxa"/>
        </w:tblCellMar>
        <w:tblLook w:val="0000" w:firstRow="0" w:lastRow="0" w:firstColumn="0" w:lastColumn="0" w:noHBand="0" w:noVBand="0"/>
      </w:tblPr>
      <w:tblGrid>
        <w:gridCol w:w="9854"/>
      </w:tblGrid>
      <w:tr w:rsidR="00346D8F" w:rsidRPr="005205F1" w14:paraId="58F6E9D0" w14:textId="77777777" w:rsidTr="00D507D8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CC99"/>
          </w:tcPr>
          <w:p w14:paraId="20D9A761" w14:textId="77777777" w:rsidR="00346D8F" w:rsidRPr="005205F1" w:rsidRDefault="002D0F3D" w:rsidP="001A1518">
            <w:pPr>
              <w:numPr>
                <w:ilvl w:val="0"/>
                <w:numId w:val="2"/>
              </w:numPr>
              <w:tabs>
                <w:tab w:val="clear" w:pos="720"/>
                <w:tab w:val="num" w:pos="405"/>
              </w:tabs>
              <w:spacing w:before="120" w:after="120"/>
              <w:ind w:left="405" w:hanging="405"/>
              <w:rPr>
                <w:b/>
              </w:rPr>
            </w:pPr>
            <w:r w:rsidRPr="005205F1">
              <w:rPr>
                <w:b/>
                <w:lang w:val="bg-BG"/>
              </w:rPr>
              <w:t>Конфиденциалност</w:t>
            </w:r>
          </w:p>
        </w:tc>
      </w:tr>
      <w:tr w:rsidR="00D507D8" w:rsidRPr="005205F1" w14:paraId="7CFF2B7E" w14:textId="77777777" w:rsidTr="00D507D8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1374A589" w14:textId="77777777" w:rsidR="00D507D8" w:rsidRPr="005205F1" w:rsidRDefault="00066065" w:rsidP="00066065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en-GB"/>
              </w:rPr>
            </w:pPr>
            <w:r>
              <w:rPr>
                <w:b/>
                <w:szCs w:val="24"/>
                <w:lang w:val="bg-BG"/>
              </w:rPr>
              <w:t>4</w:t>
            </w:r>
            <w:r w:rsidR="00CA68A9" w:rsidRPr="005205F1">
              <w:rPr>
                <w:b/>
                <w:szCs w:val="24"/>
                <w:lang w:val="en-GB"/>
              </w:rPr>
              <w:t xml:space="preserve">.1 </w:t>
            </w:r>
            <w:r w:rsidR="002D0F3D" w:rsidRPr="005205F1">
              <w:rPr>
                <w:b/>
                <w:szCs w:val="24"/>
                <w:lang w:val="bg-BG"/>
              </w:rPr>
              <w:t xml:space="preserve">Конфиденциалност </w:t>
            </w:r>
            <w:r w:rsidR="00D130D6" w:rsidRPr="005205F1">
              <w:rPr>
                <w:b/>
                <w:szCs w:val="24"/>
                <w:lang w:val="en-GB"/>
              </w:rPr>
              <w:t xml:space="preserve">- </w:t>
            </w:r>
            <w:r w:rsidR="00D130D6" w:rsidRPr="005205F1">
              <w:rPr>
                <w:b/>
                <w:szCs w:val="24"/>
                <w:lang w:val="bg-BG"/>
              </w:rPr>
              <w:t>политика</w:t>
            </w:r>
          </w:p>
        </w:tc>
      </w:tr>
      <w:tr w:rsidR="00D507D8" w:rsidRPr="005205F1" w14:paraId="6CAC2ECD" w14:textId="77777777" w:rsidTr="00D507D8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64347FDA" w14:textId="77777777" w:rsidR="00634BC6" w:rsidRPr="005205F1" w:rsidRDefault="00634BC6" w:rsidP="001A1518">
            <w:pPr>
              <w:pStyle w:val="Xreftext"/>
              <w:numPr>
                <w:ilvl w:val="0"/>
                <w:numId w:val="3"/>
              </w:numPr>
              <w:ind w:left="737" w:hanging="357"/>
              <w:jc w:val="both"/>
              <w:rPr>
                <w:szCs w:val="24"/>
                <w:lang w:val="bg-BG"/>
              </w:rPr>
            </w:pPr>
            <w:r w:rsidRPr="005205F1">
              <w:rPr>
                <w:szCs w:val="24"/>
                <w:lang w:val="bg-BG"/>
              </w:rPr>
              <w:t>Закон за статистиката;</w:t>
            </w:r>
          </w:p>
          <w:p w14:paraId="4D19AA6E" w14:textId="77777777" w:rsidR="00D507D8" w:rsidRPr="005205F1" w:rsidRDefault="00634BC6" w:rsidP="001A1518">
            <w:pPr>
              <w:pStyle w:val="Xreftext"/>
              <w:numPr>
                <w:ilvl w:val="0"/>
                <w:numId w:val="3"/>
              </w:numPr>
              <w:ind w:left="737" w:hanging="357"/>
              <w:jc w:val="both"/>
              <w:rPr>
                <w:szCs w:val="24"/>
                <w:lang w:val="bg-BG"/>
              </w:rPr>
            </w:pPr>
            <w:r w:rsidRPr="005205F1">
              <w:rPr>
                <w:szCs w:val="24"/>
                <w:lang w:val="bg-BG"/>
              </w:rPr>
              <w:t xml:space="preserve">Регламент (ЕО) </w:t>
            </w:r>
            <w:r w:rsidRPr="005205F1">
              <w:rPr>
                <w:rStyle w:val="hps"/>
                <w:szCs w:val="24"/>
                <w:lang w:val="bg-BG"/>
              </w:rPr>
              <w:t>№ 223/2009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относно европейската статистика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(съображение 24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и член 20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(4)</w:t>
            </w:r>
            <w:r w:rsidRPr="005205F1">
              <w:rPr>
                <w:szCs w:val="24"/>
                <w:lang w:val="bg-BG"/>
              </w:rPr>
              <w:t xml:space="preserve">) </w:t>
            </w:r>
            <w:r w:rsidRPr="005205F1">
              <w:rPr>
                <w:rStyle w:val="hps"/>
                <w:szCs w:val="24"/>
                <w:lang w:val="bg-BG"/>
              </w:rPr>
              <w:t>от 11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март 2009 г. (</w:t>
            </w:r>
            <w:r w:rsidRPr="005205F1">
              <w:rPr>
                <w:szCs w:val="24"/>
                <w:lang w:val="bg-BG"/>
              </w:rPr>
              <w:t xml:space="preserve">ОВ </w:t>
            </w:r>
            <w:r w:rsidRPr="005205F1">
              <w:rPr>
                <w:rStyle w:val="hps"/>
                <w:szCs w:val="24"/>
                <w:lang w:val="bg-BG"/>
              </w:rPr>
              <w:t>L 87,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стр.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164</w:t>
            </w:r>
            <w:r w:rsidRPr="005205F1">
              <w:rPr>
                <w:szCs w:val="24"/>
                <w:lang w:val="bg-BG"/>
              </w:rPr>
              <w:t xml:space="preserve">), предвижда </w:t>
            </w:r>
            <w:r w:rsidRPr="005205F1">
              <w:rPr>
                <w:rStyle w:val="hps"/>
                <w:szCs w:val="24"/>
                <w:lang w:val="bg-BG"/>
              </w:rPr>
              <w:t>необходимостта да се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изготвят общи принципи и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насоки, гарантиращи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поверителността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 xml:space="preserve">на използваните данни </w:t>
            </w:r>
            <w:r w:rsidRPr="005205F1">
              <w:rPr>
                <w:szCs w:val="24"/>
                <w:lang w:val="bg-BG"/>
              </w:rPr>
              <w:t xml:space="preserve">за производството </w:t>
            </w:r>
            <w:r w:rsidRPr="005205F1">
              <w:rPr>
                <w:rStyle w:val="hps"/>
                <w:szCs w:val="24"/>
                <w:lang w:val="bg-BG"/>
              </w:rPr>
              <w:t>на европейските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статистически данни и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достъп до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тези поверителни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данни</w:t>
            </w:r>
            <w:r w:rsidRPr="005205F1">
              <w:rPr>
                <w:szCs w:val="24"/>
                <w:lang w:val="bg-BG"/>
              </w:rPr>
              <w:t xml:space="preserve">, при надлежно отчитане </w:t>
            </w:r>
            <w:r w:rsidRPr="005205F1">
              <w:rPr>
                <w:rStyle w:val="hps"/>
                <w:szCs w:val="24"/>
                <w:lang w:val="bg-BG"/>
              </w:rPr>
              <w:t>на техническото развитие и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изискванията на ползвателите</w:t>
            </w:r>
            <w:r w:rsidRPr="005205F1">
              <w:rPr>
                <w:szCs w:val="24"/>
                <w:lang w:val="bg-BG"/>
              </w:rPr>
              <w:t xml:space="preserve"> </w:t>
            </w:r>
            <w:r w:rsidRPr="005205F1">
              <w:rPr>
                <w:rStyle w:val="hps"/>
                <w:szCs w:val="24"/>
                <w:lang w:val="bg-BG"/>
              </w:rPr>
              <w:t>в едно демократично общество.</w:t>
            </w:r>
          </w:p>
        </w:tc>
      </w:tr>
      <w:tr w:rsidR="00D507D8" w:rsidRPr="00A23486" w14:paraId="37E99257" w14:textId="77777777" w:rsidTr="00D507D8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248C5D72" w14:textId="77777777" w:rsidR="00D507D8" w:rsidRPr="00A23486" w:rsidRDefault="00066065" w:rsidP="00066065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4</w:t>
            </w:r>
            <w:r w:rsidR="00CA68A9" w:rsidRPr="00A23486">
              <w:rPr>
                <w:b/>
                <w:szCs w:val="24"/>
                <w:lang w:val="bg-BG"/>
              </w:rPr>
              <w:t xml:space="preserve">.2 </w:t>
            </w:r>
            <w:r w:rsidR="00A23486">
              <w:rPr>
                <w:b/>
                <w:szCs w:val="24"/>
                <w:lang w:val="bg-BG"/>
              </w:rPr>
              <w:t xml:space="preserve">Декларация за съгласие </w:t>
            </w:r>
            <w:r w:rsidR="005A6406">
              <w:rPr>
                <w:b/>
                <w:szCs w:val="24"/>
                <w:lang w:val="bg-BG"/>
              </w:rPr>
              <w:t xml:space="preserve">на бенефициента </w:t>
            </w:r>
            <w:r w:rsidR="00A23486">
              <w:rPr>
                <w:b/>
                <w:szCs w:val="24"/>
                <w:lang w:val="bg-BG"/>
              </w:rPr>
              <w:t>за ползване и разпространени</w:t>
            </w:r>
            <w:r w:rsidR="00C717DD">
              <w:rPr>
                <w:b/>
                <w:szCs w:val="24"/>
                <w:lang w:val="bg-BG"/>
              </w:rPr>
              <w:t xml:space="preserve">е на данните от НСИ и </w:t>
            </w:r>
            <w:r w:rsidR="00114E7A">
              <w:rPr>
                <w:b/>
                <w:szCs w:val="24"/>
                <w:lang w:val="bg-BG"/>
              </w:rPr>
              <w:t>У</w:t>
            </w:r>
            <w:r w:rsidR="00C717DD">
              <w:rPr>
                <w:b/>
                <w:szCs w:val="24"/>
                <w:lang w:val="bg-BG"/>
              </w:rPr>
              <w:t>О</w:t>
            </w:r>
          </w:p>
        </w:tc>
      </w:tr>
      <w:tr w:rsidR="00DE0DFC" w:rsidRPr="005A6406" w14:paraId="0FAFE83D" w14:textId="77777777" w:rsidTr="004F6153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169FE8BA" w14:textId="77777777" w:rsidR="00DE0DFC" w:rsidRPr="005205F1" w:rsidRDefault="004C4E1C" w:rsidP="004C4E1C">
            <w:pPr>
              <w:pStyle w:val="Xreftext"/>
              <w:numPr>
                <w:ilvl w:val="0"/>
                <w:numId w:val="0"/>
              </w:numPr>
              <w:jc w:val="both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Да – приложение към документите за кандидатстване.</w:t>
            </w:r>
          </w:p>
        </w:tc>
      </w:tr>
    </w:tbl>
    <w:p w14:paraId="6A6D1645" w14:textId="77777777" w:rsidR="00346D8F" w:rsidRPr="005A6406" w:rsidRDefault="00346D8F" w:rsidP="00346D8F">
      <w:pPr>
        <w:pStyle w:val="Xreftext"/>
        <w:numPr>
          <w:ilvl w:val="0"/>
          <w:numId w:val="0"/>
        </w:numPr>
        <w:tabs>
          <w:tab w:val="left" w:pos="315"/>
        </w:tabs>
        <w:spacing w:after="60"/>
        <w:jc w:val="both"/>
        <w:rPr>
          <w:szCs w:val="24"/>
          <w:lang w:val="bg-BG"/>
        </w:rPr>
      </w:pPr>
    </w:p>
    <w:tbl>
      <w:tblPr>
        <w:tblW w:w="9854" w:type="dxa"/>
        <w:tblInd w:w="2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V w:val="single" w:sz="2" w:space="0" w:color="000000"/>
        </w:tblBorders>
        <w:tblLayout w:type="fixed"/>
        <w:tblCellMar>
          <w:left w:w="129" w:type="dxa"/>
          <w:right w:w="129" w:type="dxa"/>
        </w:tblCellMar>
        <w:tblLook w:val="0000" w:firstRow="0" w:lastRow="0" w:firstColumn="0" w:lastColumn="0" w:noHBand="0" w:noVBand="0"/>
      </w:tblPr>
      <w:tblGrid>
        <w:gridCol w:w="9854"/>
      </w:tblGrid>
      <w:tr w:rsidR="00346D8F" w:rsidRPr="005205F1" w14:paraId="67190685" w14:textId="77777777" w:rsidTr="00D507D8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CC99"/>
          </w:tcPr>
          <w:p w14:paraId="75FC320D" w14:textId="77777777" w:rsidR="00346D8F" w:rsidRPr="005205F1" w:rsidRDefault="00C3069E" w:rsidP="001A1518">
            <w:pPr>
              <w:numPr>
                <w:ilvl w:val="0"/>
                <w:numId w:val="2"/>
              </w:numPr>
              <w:tabs>
                <w:tab w:val="clear" w:pos="720"/>
                <w:tab w:val="num" w:pos="405"/>
              </w:tabs>
              <w:spacing w:before="120" w:after="120"/>
              <w:ind w:left="405" w:hanging="405"/>
              <w:rPr>
                <w:b/>
              </w:rPr>
            </w:pPr>
            <w:r w:rsidRPr="005205F1">
              <w:rPr>
                <w:b/>
                <w:lang w:val="bg-BG"/>
              </w:rPr>
              <w:t>Политика</w:t>
            </w:r>
            <w:r w:rsidRPr="005205F1">
              <w:rPr>
                <w:b/>
              </w:rPr>
              <w:t xml:space="preserve"> </w:t>
            </w:r>
            <w:r w:rsidR="002D0F3D" w:rsidRPr="005205F1">
              <w:rPr>
                <w:b/>
                <w:lang w:val="bg-BG"/>
              </w:rPr>
              <w:t>за публикуване</w:t>
            </w:r>
          </w:p>
        </w:tc>
      </w:tr>
      <w:tr w:rsidR="00D507D8" w:rsidRPr="005205F1" w14:paraId="3C7C8EA6" w14:textId="77777777" w:rsidTr="00D507D8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461C0870" w14:textId="77777777" w:rsidR="00D507D8" w:rsidRPr="00114E7A" w:rsidRDefault="00114E7A" w:rsidP="004C72D3">
            <w:pPr>
              <w:pStyle w:val="Xreftext"/>
              <w:numPr>
                <w:ilvl w:val="0"/>
                <w:numId w:val="0"/>
              </w:numPr>
              <w:jc w:val="both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Съгласно условията на Оперативната програма</w:t>
            </w:r>
          </w:p>
        </w:tc>
      </w:tr>
    </w:tbl>
    <w:p w14:paraId="1179479B" w14:textId="77777777" w:rsidR="00114E7A" w:rsidRDefault="00114E7A" w:rsidP="00346D8F">
      <w:pPr>
        <w:pStyle w:val="Xreftext"/>
        <w:numPr>
          <w:ilvl w:val="0"/>
          <w:numId w:val="0"/>
        </w:numPr>
        <w:tabs>
          <w:tab w:val="left" w:pos="315"/>
        </w:tabs>
        <w:spacing w:after="60"/>
        <w:jc w:val="both"/>
        <w:rPr>
          <w:szCs w:val="24"/>
          <w:lang w:val="bg-BG"/>
        </w:rPr>
      </w:pPr>
    </w:p>
    <w:tbl>
      <w:tblPr>
        <w:tblW w:w="9854" w:type="dxa"/>
        <w:tblInd w:w="2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V w:val="single" w:sz="2" w:space="0" w:color="000000"/>
        </w:tblBorders>
        <w:tblLayout w:type="fixed"/>
        <w:tblCellMar>
          <w:left w:w="129" w:type="dxa"/>
          <w:right w:w="129" w:type="dxa"/>
        </w:tblCellMar>
        <w:tblLook w:val="0000" w:firstRow="0" w:lastRow="0" w:firstColumn="0" w:lastColumn="0" w:noHBand="0" w:noVBand="0"/>
      </w:tblPr>
      <w:tblGrid>
        <w:gridCol w:w="9854"/>
      </w:tblGrid>
      <w:tr w:rsidR="00346D8F" w:rsidRPr="005A6406" w14:paraId="077FA365" w14:textId="77777777" w:rsidTr="004A606E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CC99"/>
          </w:tcPr>
          <w:p w14:paraId="74BCBBDA" w14:textId="77777777" w:rsidR="00346D8F" w:rsidRPr="005A6406" w:rsidRDefault="005A6E5A" w:rsidP="001A1518">
            <w:pPr>
              <w:numPr>
                <w:ilvl w:val="0"/>
                <w:numId w:val="2"/>
              </w:numPr>
              <w:tabs>
                <w:tab w:val="clear" w:pos="720"/>
                <w:tab w:val="num" w:pos="405"/>
              </w:tabs>
              <w:spacing w:before="120" w:after="120"/>
              <w:ind w:left="405" w:hanging="405"/>
              <w:rPr>
                <w:b/>
                <w:lang w:val="bg-BG"/>
              </w:rPr>
            </w:pPr>
            <w:r w:rsidRPr="005205F1">
              <w:rPr>
                <w:b/>
                <w:lang w:val="bg-BG"/>
              </w:rPr>
              <w:t>Формат</w:t>
            </w:r>
            <w:r w:rsidR="007F6D9A" w:rsidRPr="005205F1">
              <w:rPr>
                <w:b/>
                <w:lang w:val="bg-BG"/>
              </w:rPr>
              <w:t xml:space="preserve"> </w:t>
            </w:r>
            <w:r w:rsidR="00F82F2E" w:rsidRPr="005205F1">
              <w:rPr>
                <w:b/>
                <w:lang w:val="bg-BG"/>
              </w:rPr>
              <w:t>н</w:t>
            </w:r>
            <w:r w:rsidR="005076D8" w:rsidRPr="005A6406">
              <w:rPr>
                <w:b/>
                <w:lang w:val="bg-BG"/>
              </w:rPr>
              <w:t xml:space="preserve">а </w:t>
            </w:r>
            <w:r w:rsidR="005076D8" w:rsidRPr="005205F1">
              <w:rPr>
                <w:b/>
                <w:lang w:val="bg-BG"/>
              </w:rPr>
              <w:t>разпространение</w:t>
            </w:r>
            <w:r w:rsidR="005A6406">
              <w:rPr>
                <w:b/>
                <w:lang w:val="bg-BG"/>
              </w:rPr>
              <w:t xml:space="preserve"> </w:t>
            </w:r>
            <w:r w:rsidR="005A6406" w:rsidRPr="005A6406">
              <w:rPr>
                <w:i/>
                <w:lang w:val="bg-BG"/>
              </w:rPr>
              <w:t>(записват се както общите така и специфичните за ОП заложени форми за разпространение – напр. брошури, диплянки и др.)</w:t>
            </w:r>
          </w:p>
        </w:tc>
      </w:tr>
      <w:tr w:rsidR="004A606E" w:rsidRPr="005A6406" w14:paraId="4F2097B6" w14:textId="77777777" w:rsidTr="004A606E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  <w:vAlign w:val="center"/>
          </w:tcPr>
          <w:p w14:paraId="46ABFD48" w14:textId="77777777" w:rsidR="004A606E" w:rsidRPr="005205F1" w:rsidRDefault="00114E7A" w:rsidP="00CA68A9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6.1</w:t>
            </w:r>
            <w:r w:rsidR="00CA68A9" w:rsidRPr="005A6406">
              <w:rPr>
                <w:b/>
                <w:szCs w:val="24"/>
                <w:lang w:val="bg-BG"/>
              </w:rPr>
              <w:t xml:space="preserve"> </w:t>
            </w:r>
            <w:r w:rsidR="00ED6A96" w:rsidRPr="005205F1">
              <w:rPr>
                <w:b/>
                <w:szCs w:val="24"/>
                <w:lang w:val="bg-BG"/>
              </w:rPr>
              <w:t>Онлайн</w:t>
            </w:r>
            <w:r w:rsidR="00F32DE6" w:rsidRPr="005205F1">
              <w:rPr>
                <w:b/>
                <w:szCs w:val="24"/>
                <w:lang w:val="bg-BG"/>
              </w:rPr>
              <w:t xml:space="preserve"> б</w:t>
            </w:r>
            <w:r w:rsidR="002F53B1" w:rsidRPr="005205F1">
              <w:rPr>
                <w:b/>
                <w:szCs w:val="24"/>
                <w:lang w:val="bg-BG"/>
              </w:rPr>
              <w:t>аза</w:t>
            </w:r>
            <w:r w:rsidR="00ED6A96" w:rsidRPr="005205F1">
              <w:rPr>
                <w:b/>
                <w:szCs w:val="24"/>
                <w:lang w:val="bg-BG"/>
              </w:rPr>
              <w:t xml:space="preserve"> </w:t>
            </w:r>
            <w:r w:rsidR="002F53B1" w:rsidRPr="005205F1">
              <w:rPr>
                <w:b/>
                <w:szCs w:val="24"/>
                <w:lang w:val="bg-BG"/>
              </w:rPr>
              <w:t>данни</w:t>
            </w:r>
          </w:p>
        </w:tc>
      </w:tr>
      <w:tr w:rsidR="004A606E" w:rsidRPr="005205F1" w14:paraId="4511AA74" w14:textId="77777777" w:rsidTr="004A606E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14:paraId="3068F1D1" w14:textId="77777777" w:rsidR="004A606E" w:rsidRPr="005205F1" w:rsidRDefault="00114E7A" w:rsidP="009C0087">
            <w:pPr>
              <w:pStyle w:val="Xreftext"/>
              <w:numPr>
                <w:ilvl w:val="0"/>
                <w:numId w:val="0"/>
              </w:numPr>
              <w:ind w:left="17"/>
              <w:jc w:val="both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ИСУН</w:t>
            </w:r>
          </w:p>
        </w:tc>
      </w:tr>
    </w:tbl>
    <w:p w14:paraId="51C50193" w14:textId="77777777" w:rsidR="00114E7A" w:rsidRPr="005205F1" w:rsidRDefault="00114E7A" w:rsidP="00346D8F">
      <w:pPr>
        <w:pStyle w:val="Xreftext"/>
        <w:numPr>
          <w:ilvl w:val="0"/>
          <w:numId w:val="0"/>
        </w:numPr>
        <w:tabs>
          <w:tab w:val="left" w:pos="315"/>
        </w:tabs>
        <w:spacing w:after="60"/>
        <w:jc w:val="both"/>
        <w:rPr>
          <w:szCs w:val="24"/>
          <w:lang w:val="bg-BG"/>
        </w:rPr>
      </w:pPr>
    </w:p>
    <w:tbl>
      <w:tblPr>
        <w:tblW w:w="9854" w:type="dxa"/>
        <w:tblInd w:w="2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V w:val="single" w:sz="2" w:space="0" w:color="000000"/>
        </w:tblBorders>
        <w:tblLayout w:type="fixed"/>
        <w:tblCellMar>
          <w:left w:w="129" w:type="dxa"/>
          <w:right w:w="129" w:type="dxa"/>
        </w:tblCellMar>
        <w:tblLook w:val="0000" w:firstRow="0" w:lastRow="0" w:firstColumn="0" w:lastColumn="0" w:noHBand="0" w:noVBand="0"/>
      </w:tblPr>
      <w:tblGrid>
        <w:gridCol w:w="9854"/>
      </w:tblGrid>
      <w:tr w:rsidR="00346D8F" w:rsidRPr="005A6406" w14:paraId="0B7B20B4" w14:textId="77777777" w:rsidTr="004A606E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CC99"/>
          </w:tcPr>
          <w:p w14:paraId="0DDA51A7" w14:textId="77777777" w:rsidR="00346D8F" w:rsidRPr="005A6406" w:rsidRDefault="0047448B" w:rsidP="001A1518">
            <w:pPr>
              <w:numPr>
                <w:ilvl w:val="0"/>
                <w:numId w:val="2"/>
              </w:numPr>
              <w:tabs>
                <w:tab w:val="clear" w:pos="720"/>
                <w:tab w:val="num" w:pos="405"/>
              </w:tabs>
              <w:spacing w:before="120" w:after="120"/>
              <w:ind w:left="405" w:hanging="405"/>
              <w:rPr>
                <w:b/>
                <w:lang w:val="bg-BG"/>
              </w:rPr>
            </w:pPr>
            <w:r w:rsidRPr="005205F1">
              <w:rPr>
                <w:b/>
                <w:lang w:val="bg-BG"/>
              </w:rPr>
              <w:lastRenderedPageBreak/>
              <w:t>Достъп</w:t>
            </w:r>
            <w:r w:rsidR="0075200E" w:rsidRPr="005205F1">
              <w:rPr>
                <w:b/>
                <w:lang w:val="bg-BG"/>
              </w:rPr>
              <w:t xml:space="preserve">ност на </w:t>
            </w:r>
            <w:r w:rsidRPr="005205F1">
              <w:rPr>
                <w:b/>
                <w:lang w:val="bg-BG"/>
              </w:rPr>
              <w:t>документ</w:t>
            </w:r>
            <w:r w:rsidR="0075200E" w:rsidRPr="005205F1">
              <w:rPr>
                <w:b/>
                <w:lang w:val="bg-BG"/>
              </w:rPr>
              <w:t>ацията</w:t>
            </w:r>
          </w:p>
        </w:tc>
      </w:tr>
      <w:tr w:rsidR="004A606E" w:rsidRPr="005205F1" w14:paraId="27600754" w14:textId="77777777" w:rsidTr="004A606E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  <w:vAlign w:val="center"/>
          </w:tcPr>
          <w:p w14:paraId="0DA2533D" w14:textId="77777777" w:rsidR="004A606E" w:rsidRPr="005205F1" w:rsidRDefault="00114E7A" w:rsidP="003C6DE4">
            <w:pPr>
              <w:pStyle w:val="Xreftext"/>
              <w:numPr>
                <w:ilvl w:val="0"/>
                <w:numId w:val="0"/>
              </w:numPr>
              <w:spacing w:after="60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7</w:t>
            </w:r>
            <w:r w:rsidR="003C6DE4" w:rsidRPr="005A6406">
              <w:rPr>
                <w:b/>
                <w:szCs w:val="24"/>
                <w:lang w:val="bg-BG"/>
              </w:rPr>
              <w:t xml:space="preserve">.1 </w:t>
            </w:r>
            <w:r w:rsidR="007F6D9A" w:rsidRPr="005205F1">
              <w:rPr>
                <w:b/>
                <w:szCs w:val="24"/>
                <w:lang w:val="bg-BG"/>
              </w:rPr>
              <w:t>Методологични документи</w:t>
            </w:r>
            <w:r>
              <w:rPr>
                <w:b/>
                <w:szCs w:val="24"/>
                <w:lang w:val="bg-BG"/>
              </w:rPr>
              <w:t xml:space="preserve"> и източник на методологията (според индикатора, ако е приложимо)</w:t>
            </w:r>
          </w:p>
        </w:tc>
      </w:tr>
      <w:tr w:rsidR="004A606E" w:rsidRPr="005205F1" w14:paraId="41B6CD2C" w14:textId="77777777" w:rsidTr="004A606E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14:paraId="2A05F5E3" w14:textId="77777777" w:rsidR="004A606E" w:rsidRPr="005205F1" w:rsidRDefault="004A606E" w:rsidP="00247438">
            <w:pPr>
              <w:rPr>
                <w:lang w:val="bg-BG"/>
              </w:rPr>
            </w:pPr>
          </w:p>
        </w:tc>
      </w:tr>
      <w:tr w:rsidR="005A6406" w:rsidRPr="005A6406" w14:paraId="53E85D93" w14:textId="77777777" w:rsidTr="005A6406">
        <w:tc>
          <w:tcPr>
            <w:tcW w:w="9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CC"/>
            <w:vAlign w:val="center"/>
          </w:tcPr>
          <w:p w14:paraId="1CE9E44F" w14:textId="77777777" w:rsidR="005A6406" w:rsidRPr="005A6406" w:rsidRDefault="005A6406" w:rsidP="005A6406">
            <w:pPr>
              <w:pStyle w:val="Xreftext"/>
              <w:numPr>
                <w:ilvl w:val="0"/>
                <w:numId w:val="0"/>
              </w:numPr>
              <w:ind w:left="360" w:hanging="360"/>
              <w:jc w:val="both"/>
              <w:rPr>
                <w:b/>
                <w:szCs w:val="24"/>
                <w:lang w:val="bg-BG"/>
              </w:rPr>
            </w:pPr>
            <w:r w:rsidRPr="005A6406">
              <w:rPr>
                <w:b/>
                <w:szCs w:val="24"/>
                <w:lang w:val="bg-BG"/>
              </w:rPr>
              <w:t>7.</w:t>
            </w:r>
            <w:r>
              <w:rPr>
                <w:b/>
                <w:szCs w:val="24"/>
                <w:lang w:val="bg-BG"/>
              </w:rPr>
              <w:t>2</w:t>
            </w:r>
            <w:r w:rsidRPr="005A6406">
              <w:rPr>
                <w:b/>
                <w:szCs w:val="24"/>
                <w:lang w:val="bg-BG"/>
              </w:rPr>
              <w:t xml:space="preserve"> </w:t>
            </w:r>
            <w:r>
              <w:rPr>
                <w:b/>
                <w:szCs w:val="24"/>
                <w:lang w:val="bg-BG"/>
              </w:rPr>
              <w:t>Ръководство за бенефициентите, вкл. Наръчник за индикатора</w:t>
            </w:r>
          </w:p>
        </w:tc>
      </w:tr>
      <w:tr w:rsidR="005A6406" w:rsidRPr="005205F1" w14:paraId="772D6814" w14:textId="77777777" w:rsidTr="005A6406">
        <w:tc>
          <w:tcPr>
            <w:tcW w:w="9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45AB70F" w14:textId="77777777" w:rsidR="005A6406" w:rsidRPr="005A6406" w:rsidRDefault="005A6406" w:rsidP="005A6406">
            <w:pPr>
              <w:pStyle w:val="Xreftext"/>
              <w:numPr>
                <w:ilvl w:val="0"/>
                <w:numId w:val="0"/>
              </w:numPr>
              <w:ind w:left="360" w:hanging="360"/>
              <w:jc w:val="both"/>
              <w:rPr>
                <w:szCs w:val="24"/>
                <w:lang w:val="bg-BG"/>
              </w:rPr>
            </w:pPr>
          </w:p>
        </w:tc>
      </w:tr>
    </w:tbl>
    <w:p w14:paraId="23FEB8DC" w14:textId="77777777" w:rsidR="00553E9A" w:rsidRDefault="00553E9A" w:rsidP="00346D8F">
      <w:pPr>
        <w:pStyle w:val="Xreftext"/>
        <w:numPr>
          <w:ilvl w:val="0"/>
          <w:numId w:val="0"/>
        </w:numPr>
        <w:tabs>
          <w:tab w:val="left" w:pos="315"/>
        </w:tabs>
        <w:spacing w:after="60"/>
        <w:jc w:val="both"/>
        <w:rPr>
          <w:szCs w:val="24"/>
          <w:lang w:val="bg-BG"/>
        </w:rPr>
      </w:pPr>
    </w:p>
    <w:tbl>
      <w:tblPr>
        <w:tblW w:w="9854" w:type="dxa"/>
        <w:tblInd w:w="2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V w:val="single" w:sz="2" w:space="0" w:color="000000"/>
        </w:tblBorders>
        <w:tblLayout w:type="fixed"/>
        <w:tblCellMar>
          <w:left w:w="129" w:type="dxa"/>
          <w:right w:w="129" w:type="dxa"/>
        </w:tblCellMar>
        <w:tblLook w:val="0000" w:firstRow="0" w:lastRow="0" w:firstColumn="0" w:lastColumn="0" w:noHBand="0" w:noVBand="0"/>
      </w:tblPr>
      <w:tblGrid>
        <w:gridCol w:w="9854"/>
      </w:tblGrid>
      <w:tr w:rsidR="000E38D3" w:rsidRPr="005205F1" w14:paraId="5D081969" w14:textId="77777777" w:rsidTr="0086601C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CC99"/>
          </w:tcPr>
          <w:p w14:paraId="7E06917B" w14:textId="77777777" w:rsidR="000E38D3" w:rsidRPr="005205F1" w:rsidRDefault="0073457D" w:rsidP="001A1518">
            <w:pPr>
              <w:numPr>
                <w:ilvl w:val="0"/>
                <w:numId w:val="2"/>
              </w:numPr>
              <w:tabs>
                <w:tab w:val="clear" w:pos="720"/>
                <w:tab w:val="num" w:pos="405"/>
              </w:tabs>
              <w:spacing w:before="120" w:after="120"/>
              <w:ind w:left="405" w:hanging="405"/>
              <w:rPr>
                <w:b/>
              </w:rPr>
            </w:pPr>
            <w:r w:rsidRPr="005205F1">
              <w:rPr>
                <w:b/>
                <w:lang w:val="bg-BG"/>
              </w:rPr>
              <w:t>Статистическ</w:t>
            </w:r>
            <w:r w:rsidR="00C5220A">
              <w:rPr>
                <w:b/>
                <w:lang w:val="bg-BG"/>
              </w:rPr>
              <w:t>о</w:t>
            </w:r>
            <w:r w:rsidRPr="005205F1">
              <w:rPr>
                <w:b/>
              </w:rPr>
              <w:t xml:space="preserve"> </w:t>
            </w:r>
            <w:r w:rsidR="00C5220A">
              <w:rPr>
                <w:b/>
                <w:lang w:val="bg-BG"/>
              </w:rPr>
              <w:t>валидиране</w:t>
            </w:r>
          </w:p>
        </w:tc>
      </w:tr>
      <w:tr w:rsidR="0086601C" w:rsidRPr="005205F1" w14:paraId="64182274" w14:textId="77777777" w:rsidTr="0086601C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1AC3C98F" w14:textId="77777777" w:rsidR="0086601C" w:rsidRPr="005205F1" w:rsidRDefault="00C5220A" w:rsidP="003D43E8">
            <w:pPr>
              <w:pStyle w:val="Xreftext"/>
              <w:numPr>
                <w:ilvl w:val="0"/>
                <w:numId w:val="0"/>
              </w:numPr>
              <w:spacing w:after="60"/>
              <w:ind w:left="19"/>
              <w:rPr>
                <w:b/>
                <w:szCs w:val="24"/>
                <w:lang w:val="en-GB"/>
              </w:rPr>
            </w:pPr>
            <w:r>
              <w:rPr>
                <w:b/>
                <w:szCs w:val="24"/>
                <w:lang w:val="bg-BG"/>
              </w:rPr>
              <w:t>8</w:t>
            </w:r>
            <w:r w:rsidR="0086601C" w:rsidRPr="005205F1">
              <w:rPr>
                <w:b/>
                <w:szCs w:val="24"/>
                <w:lang w:val="en-GB"/>
              </w:rPr>
              <w:t xml:space="preserve">.1 </w:t>
            </w:r>
            <w:r w:rsidR="009C14A9" w:rsidRPr="005205F1">
              <w:rPr>
                <w:b/>
                <w:szCs w:val="24"/>
                <w:lang w:val="bg-BG"/>
              </w:rPr>
              <w:t>Източни</w:t>
            </w:r>
            <w:r w:rsidR="003D43E8">
              <w:rPr>
                <w:b/>
                <w:szCs w:val="24"/>
                <w:lang w:val="bg-BG"/>
              </w:rPr>
              <w:t>к</w:t>
            </w:r>
            <w:r w:rsidR="009C14A9" w:rsidRPr="005205F1">
              <w:rPr>
                <w:b/>
                <w:szCs w:val="24"/>
                <w:lang w:val="bg-BG"/>
              </w:rPr>
              <w:t xml:space="preserve"> на д</w:t>
            </w:r>
            <w:r w:rsidR="0073457D" w:rsidRPr="005205F1">
              <w:rPr>
                <w:b/>
                <w:szCs w:val="24"/>
                <w:lang w:val="bg-BG"/>
              </w:rPr>
              <w:t>анни</w:t>
            </w:r>
          </w:p>
        </w:tc>
      </w:tr>
      <w:tr w:rsidR="0086601C" w:rsidRPr="005205F1" w14:paraId="38E84540" w14:textId="77777777" w:rsidTr="0086601C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0CEE9C21" w14:textId="77777777" w:rsidR="0086601C" w:rsidRPr="00BD1DAC" w:rsidRDefault="00B92424" w:rsidP="00F03FCF">
            <w:pPr>
              <w:pStyle w:val="Xreftext"/>
              <w:numPr>
                <w:ilvl w:val="0"/>
                <w:numId w:val="0"/>
              </w:numPr>
              <w:jc w:val="both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Д</w:t>
            </w:r>
            <w:proofErr w:type="spellStart"/>
            <w:r w:rsidRPr="00C717DD">
              <w:rPr>
                <w:szCs w:val="24"/>
              </w:rPr>
              <w:t>оклади</w:t>
            </w:r>
            <w:proofErr w:type="spellEnd"/>
            <w:r w:rsidRPr="00C717DD">
              <w:rPr>
                <w:szCs w:val="24"/>
              </w:rPr>
              <w:t xml:space="preserve"> </w:t>
            </w:r>
            <w:proofErr w:type="spellStart"/>
            <w:r w:rsidR="004C4E1C" w:rsidRPr="00C717DD">
              <w:rPr>
                <w:szCs w:val="24"/>
              </w:rPr>
              <w:t>на</w:t>
            </w:r>
            <w:proofErr w:type="spellEnd"/>
            <w:r w:rsidR="004C4E1C" w:rsidRPr="00C717DD">
              <w:rPr>
                <w:szCs w:val="24"/>
              </w:rPr>
              <w:t xml:space="preserve"> </w:t>
            </w:r>
            <w:proofErr w:type="spellStart"/>
            <w:r w:rsidR="004C4E1C" w:rsidRPr="00C717DD">
              <w:rPr>
                <w:szCs w:val="24"/>
              </w:rPr>
              <w:t>бенефициенти</w:t>
            </w:r>
            <w:proofErr w:type="spellEnd"/>
            <w:r w:rsidR="004C4E1C" w:rsidRPr="00C717DD">
              <w:rPr>
                <w:szCs w:val="24"/>
              </w:rPr>
              <w:t xml:space="preserve">, ИСУН, </w:t>
            </w:r>
            <w:proofErr w:type="spellStart"/>
            <w:r w:rsidR="004C4E1C" w:rsidRPr="00C717DD">
              <w:rPr>
                <w:szCs w:val="24"/>
              </w:rPr>
              <w:t>мониторинг</w:t>
            </w:r>
            <w:proofErr w:type="spellEnd"/>
            <w:r w:rsidR="004C4E1C" w:rsidRPr="00C717DD">
              <w:rPr>
                <w:szCs w:val="24"/>
              </w:rPr>
              <w:t xml:space="preserve"> </w:t>
            </w:r>
            <w:proofErr w:type="spellStart"/>
            <w:r w:rsidR="004C4E1C" w:rsidRPr="00C717DD">
              <w:rPr>
                <w:szCs w:val="24"/>
              </w:rPr>
              <w:t>от</w:t>
            </w:r>
            <w:proofErr w:type="spellEnd"/>
            <w:r w:rsidR="004C4E1C" w:rsidRPr="00C717DD">
              <w:rPr>
                <w:szCs w:val="24"/>
              </w:rPr>
              <w:t xml:space="preserve"> УО</w:t>
            </w:r>
          </w:p>
        </w:tc>
      </w:tr>
      <w:tr w:rsidR="0086601C" w:rsidRPr="005205F1" w14:paraId="6C54F220" w14:textId="77777777" w:rsidTr="0086601C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41B588FC" w14:textId="77777777" w:rsidR="0086601C" w:rsidRPr="005205F1" w:rsidRDefault="00C5220A" w:rsidP="00CF72C1">
            <w:pPr>
              <w:pStyle w:val="Xreftext"/>
              <w:numPr>
                <w:ilvl w:val="0"/>
                <w:numId w:val="0"/>
              </w:numPr>
              <w:spacing w:after="60"/>
              <w:ind w:left="19"/>
              <w:rPr>
                <w:b/>
                <w:szCs w:val="24"/>
                <w:lang w:val="en-GB"/>
              </w:rPr>
            </w:pPr>
            <w:r>
              <w:rPr>
                <w:b/>
                <w:szCs w:val="24"/>
                <w:lang w:val="bg-BG"/>
              </w:rPr>
              <w:t>8</w:t>
            </w:r>
            <w:r w:rsidR="0086601C" w:rsidRPr="005205F1">
              <w:rPr>
                <w:b/>
                <w:szCs w:val="24"/>
                <w:lang w:val="en-GB"/>
              </w:rPr>
              <w:t xml:space="preserve">.2 </w:t>
            </w:r>
            <w:r w:rsidR="0073457D" w:rsidRPr="005205F1">
              <w:rPr>
                <w:b/>
                <w:szCs w:val="24"/>
                <w:lang w:val="bg-BG"/>
              </w:rPr>
              <w:t>Честота</w:t>
            </w:r>
            <w:r w:rsidR="0073457D" w:rsidRPr="005205F1">
              <w:rPr>
                <w:b/>
                <w:szCs w:val="24"/>
                <w:lang w:val="en-GB"/>
              </w:rPr>
              <w:t xml:space="preserve"> </w:t>
            </w:r>
            <w:proofErr w:type="spellStart"/>
            <w:r w:rsidR="0073457D" w:rsidRPr="005205F1">
              <w:rPr>
                <w:b/>
                <w:szCs w:val="24"/>
                <w:lang w:val="en-GB"/>
              </w:rPr>
              <w:t>на</w:t>
            </w:r>
            <w:proofErr w:type="spellEnd"/>
            <w:r w:rsidR="0073457D" w:rsidRPr="005205F1">
              <w:rPr>
                <w:b/>
                <w:szCs w:val="24"/>
                <w:lang w:val="en-GB"/>
              </w:rPr>
              <w:t xml:space="preserve"> </w:t>
            </w:r>
            <w:r w:rsidR="0073457D" w:rsidRPr="005205F1">
              <w:rPr>
                <w:b/>
                <w:szCs w:val="24"/>
                <w:lang w:val="bg-BG"/>
              </w:rPr>
              <w:t>събиране</w:t>
            </w:r>
            <w:r w:rsidR="0073457D" w:rsidRPr="005205F1">
              <w:rPr>
                <w:b/>
                <w:szCs w:val="24"/>
                <w:lang w:val="en-GB"/>
              </w:rPr>
              <w:t xml:space="preserve"> </w:t>
            </w:r>
            <w:proofErr w:type="spellStart"/>
            <w:r w:rsidR="0073457D" w:rsidRPr="005205F1">
              <w:rPr>
                <w:b/>
                <w:szCs w:val="24"/>
                <w:lang w:val="en-GB"/>
              </w:rPr>
              <w:t>на</w:t>
            </w:r>
            <w:proofErr w:type="spellEnd"/>
            <w:r w:rsidR="0073457D" w:rsidRPr="005205F1">
              <w:rPr>
                <w:b/>
                <w:szCs w:val="24"/>
                <w:lang w:val="en-GB"/>
              </w:rPr>
              <w:t xml:space="preserve"> </w:t>
            </w:r>
            <w:r w:rsidR="0073457D" w:rsidRPr="005205F1">
              <w:rPr>
                <w:b/>
                <w:szCs w:val="24"/>
                <w:lang w:val="bg-BG"/>
              </w:rPr>
              <w:t>данни</w:t>
            </w:r>
          </w:p>
        </w:tc>
      </w:tr>
      <w:tr w:rsidR="0086601C" w:rsidRPr="005205F1" w14:paraId="68BC90C7" w14:textId="77777777" w:rsidTr="0086601C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11D9B9E0" w14:textId="77777777" w:rsidR="0086601C" w:rsidRPr="005205F1" w:rsidRDefault="00C717DD" w:rsidP="004C4E1C">
            <w:pPr>
              <w:pStyle w:val="Xreftext"/>
              <w:numPr>
                <w:ilvl w:val="0"/>
                <w:numId w:val="0"/>
              </w:numPr>
              <w:jc w:val="both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годишно</w:t>
            </w:r>
          </w:p>
        </w:tc>
      </w:tr>
      <w:tr w:rsidR="0086601C" w:rsidRPr="005205F1" w14:paraId="3396BD95" w14:textId="77777777" w:rsidTr="0086601C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250B0A4C" w14:textId="77777777" w:rsidR="0086601C" w:rsidRPr="005205F1" w:rsidRDefault="00C5220A" w:rsidP="00584348">
            <w:pPr>
              <w:pStyle w:val="Xreftext"/>
              <w:numPr>
                <w:ilvl w:val="0"/>
                <w:numId w:val="0"/>
              </w:numPr>
              <w:spacing w:after="60"/>
              <w:ind w:left="19"/>
              <w:rPr>
                <w:b/>
                <w:szCs w:val="24"/>
                <w:lang w:val="en-GB"/>
              </w:rPr>
            </w:pPr>
            <w:r>
              <w:rPr>
                <w:b/>
                <w:szCs w:val="24"/>
                <w:lang w:val="bg-BG"/>
              </w:rPr>
              <w:t>8</w:t>
            </w:r>
            <w:r w:rsidR="0086601C" w:rsidRPr="005205F1">
              <w:rPr>
                <w:b/>
                <w:szCs w:val="24"/>
                <w:lang w:val="en-GB"/>
              </w:rPr>
              <w:t xml:space="preserve">.3 </w:t>
            </w:r>
            <w:r w:rsidR="00584348">
              <w:rPr>
                <w:b/>
                <w:szCs w:val="24"/>
                <w:lang w:val="bg-BG"/>
              </w:rPr>
              <w:t>Обхват на данните</w:t>
            </w:r>
          </w:p>
        </w:tc>
      </w:tr>
      <w:tr w:rsidR="0086601C" w:rsidRPr="005205F1" w14:paraId="7BBBEE95" w14:textId="77777777" w:rsidTr="0086601C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38F3CAE8" w14:textId="77777777" w:rsidR="0086601C" w:rsidRPr="004C4E1C" w:rsidRDefault="004C4E1C" w:rsidP="004C4E1C">
            <w:pPr>
              <w:pStyle w:val="Xreftext"/>
              <w:numPr>
                <w:ilvl w:val="0"/>
                <w:numId w:val="0"/>
              </w:numPr>
              <w:jc w:val="both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Изчерпателен обхват на всички бенефициенти.</w:t>
            </w:r>
          </w:p>
        </w:tc>
      </w:tr>
      <w:tr w:rsidR="0086601C" w:rsidRPr="005205F1" w14:paraId="2E4BBDCD" w14:textId="77777777" w:rsidTr="0086601C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73BCD531" w14:textId="77777777" w:rsidR="0086601C" w:rsidRPr="00584348" w:rsidRDefault="00066065" w:rsidP="00066065">
            <w:pPr>
              <w:pStyle w:val="Xreftext"/>
              <w:numPr>
                <w:ilvl w:val="0"/>
                <w:numId w:val="0"/>
              </w:numPr>
              <w:spacing w:after="60"/>
              <w:ind w:left="19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8</w:t>
            </w:r>
            <w:r w:rsidR="0086601C" w:rsidRPr="005205F1">
              <w:rPr>
                <w:b/>
                <w:szCs w:val="24"/>
                <w:lang w:val="en-GB"/>
              </w:rPr>
              <w:t>.</w:t>
            </w:r>
            <w:r w:rsidR="00E933F9" w:rsidRPr="005205F1">
              <w:rPr>
                <w:b/>
                <w:szCs w:val="24"/>
                <w:lang w:val="en-GB"/>
              </w:rPr>
              <w:t>4</w:t>
            </w:r>
            <w:r w:rsidR="0086601C" w:rsidRPr="005205F1">
              <w:rPr>
                <w:b/>
                <w:szCs w:val="24"/>
                <w:lang w:val="en-GB"/>
              </w:rPr>
              <w:t xml:space="preserve"> </w:t>
            </w:r>
            <w:r w:rsidR="0073457D" w:rsidRPr="005205F1">
              <w:rPr>
                <w:b/>
                <w:szCs w:val="24"/>
                <w:lang w:val="bg-BG"/>
              </w:rPr>
              <w:t>Валидиране</w:t>
            </w:r>
            <w:r w:rsidR="0073457D" w:rsidRPr="005205F1">
              <w:rPr>
                <w:b/>
                <w:szCs w:val="24"/>
                <w:lang w:val="en-GB"/>
              </w:rPr>
              <w:t xml:space="preserve"> </w:t>
            </w:r>
            <w:proofErr w:type="spellStart"/>
            <w:r w:rsidR="0073457D" w:rsidRPr="005205F1">
              <w:rPr>
                <w:b/>
                <w:szCs w:val="24"/>
                <w:lang w:val="en-GB"/>
              </w:rPr>
              <w:t>на</w:t>
            </w:r>
            <w:proofErr w:type="spellEnd"/>
            <w:r w:rsidR="0073457D" w:rsidRPr="005205F1">
              <w:rPr>
                <w:b/>
                <w:szCs w:val="24"/>
                <w:lang w:val="en-GB"/>
              </w:rPr>
              <w:t xml:space="preserve"> </w:t>
            </w:r>
            <w:proofErr w:type="spellStart"/>
            <w:r w:rsidR="0073457D" w:rsidRPr="005205F1">
              <w:rPr>
                <w:b/>
                <w:szCs w:val="24"/>
                <w:lang w:val="en-GB"/>
              </w:rPr>
              <w:t>данни</w:t>
            </w:r>
            <w:proofErr w:type="spellEnd"/>
            <w:r w:rsidR="00584348">
              <w:rPr>
                <w:b/>
                <w:szCs w:val="24"/>
                <w:lang w:val="bg-BG"/>
              </w:rPr>
              <w:t xml:space="preserve"> и приложима методология</w:t>
            </w:r>
          </w:p>
        </w:tc>
      </w:tr>
      <w:tr w:rsidR="0086601C" w:rsidRPr="005205F1" w14:paraId="353AE488" w14:textId="77777777" w:rsidTr="0086601C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</w:tcPr>
          <w:p w14:paraId="2ABD24D6" w14:textId="77777777" w:rsidR="0086601C" w:rsidRPr="00B166D1" w:rsidRDefault="00584348" w:rsidP="00584348">
            <w:pPr>
              <w:pStyle w:val="Xreftext"/>
              <w:numPr>
                <w:ilvl w:val="0"/>
                <w:numId w:val="0"/>
              </w:numPr>
              <w:jc w:val="both"/>
              <w:rPr>
                <w:i/>
                <w:szCs w:val="24"/>
                <w:lang w:val="bg-BG"/>
              </w:rPr>
            </w:pPr>
            <w:r w:rsidRPr="00B166D1">
              <w:rPr>
                <w:i/>
                <w:szCs w:val="24"/>
                <w:lang w:val="bg-BG"/>
              </w:rPr>
              <w:t>По отношение на методологията – НСИ, като п</w:t>
            </w:r>
            <w:r w:rsidR="007407D6" w:rsidRPr="00B166D1">
              <w:rPr>
                <w:i/>
                <w:szCs w:val="24"/>
                <w:lang w:val="bg-BG"/>
              </w:rPr>
              <w:t>ри необходимост се извършва валидиране на изпратени данни в Евростат.</w:t>
            </w:r>
          </w:p>
        </w:tc>
      </w:tr>
    </w:tbl>
    <w:p w14:paraId="2F5E177D" w14:textId="77777777" w:rsidR="00047F09" w:rsidRDefault="00047F09" w:rsidP="00346D8F">
      <w:pPr>
        <w:pStyle w:val="Xreftext"/>
        <w:numPr>
          <w:ilvl w:val="0"/>
          <w:numId w:val="0"/>
        </w:numPr>
        <w:tabs>
          <w:tab w:val="left" w:pos="315"/>
        </w:tabs>
        <w:spacing w:after="60"/>
        <w:jc w:val="both"/>
        <w:rPr>
          <w:szCs w:val="24"/>
          <w:lang w:val="bg-BG"/>
        </w:rPr>
      </w:pPr>
    </w:p>
    <w:tbl>
      <w:tblPr>
        <w:tblW w:w="9854" w:type="dxa"/>
        <w:tblInd w:w="2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V w:val="single" w:sz="2" w:space="0" w:color="000000"/>
        </w:tblBorders>
        <w:tblLayout w:type="fixed"/>
        <w:tblCellMar>
          <w:left w:w="129" w:type="dxa"/>
          <w:right w:w="129" w:type="dxa"/>
        </w:tblCellMar>
        <w:tblLook w:val="0000" w:firstRow="0" w:lastRow="0" w:firstColumn="0" w:lastColumn="0" w:noHBand="0" w:noVBand="0"/>
      </w:tblPr>
      <w:tblGrid>
        <w:gridCol w:w="9854"/>
      </w:tblGrid>
      <w:tr w:rsidR="00584348" w:rsidRPr="005205F1" w14:paraId="7532884F" w14:textId="77777777" w:rsidTr="005A7F00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CC99"/>
          </w:tcPr>
          <w:p w14:paraId="47B7E755" w14:textId="77777777" w:rsidR="00584348" w:rsidRPr="005205F1" w:rsidRDefault="00584348" w:rsidP="001A1518">
            <w:pPr>
              <w:numPr>
                <w:ilvl w:val="0"/>
                <w:numId w:val="2"/>
              </w:numPr>
              <w:tabs>
                <w:tab w:val="clear" w:pos="720"/>
                <w:tab w:val="num" w:pos="405"/>
              </w:tabs>
              <w:spacing w:before="120" w:after="120"/>
              <w:ind w:left="405" w:hanging="405"/>
              <w:rPr>
                <w:b/>
              </w:rPr>
            </w:pPr>
            <w:r>
              <w:rPr>
                <w:b/>
                <w:lang w:val="bg-BG"/>
              </w:rPr>
              <w:t>Бележки</w:t>
            </w:r>
          </w:p>
        </w:tc>
      </w:tr>
      <w:tr w:rsidR="00584348" w:rsidRPr="005205F1" w14:paraId="6CBDA4DE" w14:textId="77777777" w:rsidTr="005A7F00">
        <w:tc>
          <w:tcPr>
            <w:tcW w:w="985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CC"/>
          </w:tcPr>
          <w:p w14:paraId="2EA43623" w14:textId="77777777" w:rsidR="00584348" w:rsidRPr="005205F1" w:rsidRDefault="00584348" w:rsidP="005A7F00">
            <w:pPr>
              <w:pStyle w:val="Xreftext"/>
              <w:numPr>
                <w:ilvl w:val="0"/>
                <w:numId w:val="0"/>
              </w:numPr>
              <w:spacing w:after="60"/>
              <w:ind w:left="19"/>
              <w:rPr>
                <w:b/>
                <w:szCs w:val="24"/>
                <w:lang w:val="en-GB"/>
              </w:rPr>
            </w:pPr>
          </w:p>
        </w:tc>
      </w:tr>
    </w:tbl>
    <w:p w14:paraId="426AD5C7" w14:textId="77777777" w:rsidR="00584348" w:rsidRPr="00584348" w:rsidRDefault="00584348" w:rsidP="00346D8F">
      <w:pPr>
        <w:pStyle w:val="Xreftext"/>
        <w:numPr>
          <w:ilvl w:val="0"/>
          <w:numId w:val="0"/>
        </w:numPr>
        <w:tabs>
          <w:tab w:val="left" w:pos="315"/>
        </w:tabs>
        <w:spacing w:after="60"/>
        <w:jc w:val="both"/>
        <w:rPr>
          <w:szCs w:val="24"/>
          <w:lang w:val="bg-BG"/>
        </w:rPr>
      </w:pPr>
    </w:p>
    <w:sectPr w:rsidR="00584348" w:rsidRPr="00584348" w:rsidSect="00E7608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208D204" w14:textId="77777777" w:rsidR="002E6BBE" w:rsidRPr="00753C8C" w:rsidRDefault="002E6BBE" w:rsidP="00753C8C">
      <w:pPr>
        <w:pStyle w:val="Xreftext"/>
        <w:rPr>
          <w:szCs w:val="24"/>
          <w:lang w:val="en-GB"/>
        </w:rPr>
      </w:pPr>
      <w:r>
        <w:separator/>
      </w:r>
    </w:p>
  </w:endnote>
  <w:endnote w:type="continuationSeparator" w:id="0">
    <w:p w14:paraId="6773FE62" w14:textId="77777777" w:rsidR="002E6BBE" w:rsidRPr="00753C8C" w:rsidRDefault="002E6BBE" w:rsidP="00753C8C">
      <w:pPr>
        <w:pStyle w:val="Xreftext"/>
        <w:rPr>
          <w:szCs w:val="24"/>
          <w:lang w:val="en-GB"/>
        </w:rPr>
      </w:pPr>
      <w:r>
        <w:continuationSeparator/>
      </w:r>
    </w:p>
  </w:endnote>
  <w:endnote w:type="continuationNotice" w:id="1">
    <w:p w14:paraId="68D450C9" w14:textId="77777777" w:rsidR="002E6BBE" w:rsidRDefault="002E6BB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-Bold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2642C4" w14:textId="77777777" w:rsidR="00B226C2" w:rsidRDefault="00B226C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981A52" w14:textId="0F200588" w:rsidR="00BB456D" w:rsidRDefault="00BB456D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6215F1">
      <w:rPr>
        <w:noProof/>
      </w:rPr>
      <w:t>3</w:t>
    </w:r>
    <w:r>
      <w:fldChar w:fldCharType="end"/>
    </w:r>
  </w:p>
  <w:p w14:paraId="41368C43" w14:textId="248D69E1" w:rsidR="00BB456D" w:rsidRDefault="00B226C2">
    <w:pPr>
      <w:pStyle w:val="Footer"/>
    </w:pPr>
    <w:proofErr w:type="spellStart"/>
    <w:r w:rsidRPr="00B226C2">
      <w:rPr>
        <w:i/>
        <w:lang w:val="en-GB" w:eastAsia="en-GB"/>
      </w:rPr>
      <w:t>Версия</w:t>
    </w:r>
    <w:proofErr w:type="spellEnd"/>
    <w:r w:rsidRPr="00B226C2">
      <w:rPr>
        <w:i/>
        <w:lang w:val="en-GB" w:eastAsia="en-GB"/>
      </w:rPr>
      <w:t xml:space="preserve"> № 2 </w:t>
    </w:r>
    <w:proofErr w:type="spellStart"/>
    <w:r w:rsidRPr="00B226C2">
      <w:rPr>
        <w:i/>
        <w:lang w:val="en-GB" w:eastAsia="en-GB"/>
      </w:rPr>
      <w:t>от</w:t>
    </w:r>
    <w:proofErr w:type="spellEnd"/>
    <w:r w:rsidRPr="00B226C2">
      <w:rPr>
        <w:i/>
        <w:lang w:val="en-GB" w:eastAsia="en-GB"/>
      </w:rPr>
      <w:t xml:space="preserve"> 12.09.2016 г.                    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9F59E7" w14:textId="77777777" w:rsidR="00B226C2" w:rsidRDefault="00B226C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3D1236A" w14:textId="77777777" w:rsidR="002E6BBE" w:rsidRPr="00753C8C" w:rsidRDefault="002E6BBE" w:rsidP="00753C8C">
      <w:pPr>
        <w:pStyle w:val="Xreftext"/>
        <w:rPr>
          <w:szCs w:val="24"/>
          <w:lang w:val="en-GB"/>
        </w:rPr>
      </w:pPr>
      <w:r>
        <w:separator/>
      </w:r>
    </w:p>
  </w:footnote>
  <w:footnote w:type="continuationSeparator" w:id="0">
    <w:p w14:paraId="46EEE383" w14:textId="77777777" w:rsidR="002E6BBE" w:rsidRPr="00753C8C" w:rsidRDefault="002E6BBE" w:rsidP="00753C8C">
      <w:pPr>
        <w:pStyle w:val="Xreftext"/>
        <w:rPr>
          <w:szCs w:val="24"/>
          <w:lang w:val="en-GB"/>
        </w:rPr>
      </w:pPr>
      <w:r>
        <w:continuationSeparator/>
      </w:r>
    </w:p>
  </w:footnote>
  <w:footnote w:type="continuationNotice" w:id="1">
    <w:p w14:paraId="638EF3EE" w14:textId="77777777" w:rsidR="002E6BBE" w:rsidRDefault="002E6BBE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BB61DC" w14:textId="77777777" w:rsidR="00B226C2" w:rsidRDefault="00B226C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6C83E1" w14:textId="77777777" w:rsidR="002E6BBE" w:rsidRDefault="002E6BBE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3CEC1F" w14:textId="77777777" w:rsidR="00B226C2" w:rsidRDefault="00B226C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3E702B"/>
    <w:multiLevelType w:val="hybridMultilevel"/>
    <w:tmpl w:val="53D44EAC"/>
    <w:lvl w:ilvl="0" w:tplc="A970D6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sz w:val="24"/>
      </w:rPr>
    </w:lvl>
    <w:lvl w:ilvl="1" w:tplc="E748643C">
      <w:start w:val="1"/>
      <w:numFmt w:val="decimal"/>
      <w:lvlText w:val="1.%2"/>
      <w:lvlJc w:val="left"/>
      <w:pPr>
        <w:tabs>
          <w:tab w:val="num" w:pos="0"/>
        </w:tabs>
        <w:ind w:left="0" w:firstLine="0"/>
      </w:pPr>
      <w:rPr>
        <w:rFonts w:ascii="Arial" w:hAnsi="Arial" w:hint="default"/>
        <w:sz w:val="20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B7B0FFD"/>
    <w:multiLevelType w:val="singleLevel"/>
    <w:tmpl w:val="A95802F2"/>
    <w:lvl w:ilvl="0">
      <w:start w:val="1"/>
      <w:numFmt w:val="bullet"/>
      <w:pStyle w:val="Xreftex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30056028"/>
    <w:multiLevelType w:val="hybridMultilevel"/>
    <w:tmpl w:val="7264FC08"/>
    <w:lvl w:ilvl="0" w:tplc="AD2608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EA7C0A"/>
    <w:multiLevelType w:val="hybridMultilevel"/>
    <w:tmpl w:val="11E4CD7C"/>
    <w:lvl w:ilvl="0" w:tplc="04020001">
      <w:start w:val="1"/>
      <w:numFmt w:val="bullet"/>
      <w:lvlText w:val=""/>
      <w:lvlJc w:val="left"/>
      <w:pPr>
        <w:ind w:left="73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  <w:num w:numId="11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397"/>
  <w:hyphenationZone w:val="425"/>
  <w:noPunctuationKerning/>
  <w:characterSpacingControl w:val="doNotCompress"/>
  <w:saveInvalidXml/>
  <w:ignoreMixedContent/>
  <w:saveXmlDataOnly/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F23705"/>
    <w:rsid w:val="00001AC2"/>
    <w:rsid w:val="00004707"/>
    <w:rsid w:val="0000632D"/>
    <w:rsid w:val="00006833"/>
    <w:rsid w:val="0001044B"/>
    <w:rsid w:val="00010C1C"/>
    <w:rsid w:val="0001151D"/>
    <w:rsid w:val="0001749C"/>
    <w:rsid w:val="00017590"/>
    <w:rsid w:val="0002167A"/>
    <w:rsid w:val="000279D5"/>
    <w:rsid w:val="00042285"/>
    <w:rsid w:val="00043837"/>
    <w:rsid w:val="00045166"/>
    <w:rsid w:val="00047F09"/>
    <w:rsid w:val="000615D4"/>
    <w:rsid w:val="00066065"/>
    <w:rsid w:val="000711A1"/>
    <w:rsid w:val="00073AD2"/>
    <w:rsid w:val="000803EA"/>
    <w:rsid w:val="00086261"/>
    <w:rsid w:val="00090B6A"/>
    <w:rsid w:val="000A37A9"/>
    <w:rsid w:val="000A57D5"/>
    <w:rsid w:val="000A68B3"/>
    <w:rsid w:val="000A6AB3"/>
    <w:rsid w:val="000A6C86"/>
    <w:rsid w:val="000B1D8D"/>
    <w:rsid w:val="000C20DF"/>
    <w:rsid w:val="000C7E30"/>
    <w:rsid w:val="000E1F7D"/>
    <w:rsid w:val="000E38D3"/>
    <w:rsid w:val="000F36DC"/>
    <w:rsid w:val="000F6446"/>
    <w:rsid w:val="000F781C"/>
    <w:rsid w:val="001040D0"/>
    <w:rsid w:val="0011243A"/>
    <w:rsid w:val="00114E7A"/>
    <w:rsid w:val="00124097"/>
    <w:rsid w:val="00145F7D"/>
    <w:rsid w:val="00147CD5"/>
    <w:rsid w:val="00150301"/>
    <w:rsid w:val="0015599A"/>
    <w:rsid w:val="0016196A"/>
    <w:rsid w:val="00186AC2"/>
    <w:rsid w:val="00192D80"/>
    <w:rsid w:val="001A1518"/>
    <w:rsid w:val="001A1E0A"/>
    <w:rsid w:val="001A227A"/>
    <w:rsid w:val="001C16DD"/>
    <w:rsid w:val="001D2346"/>
    <w:rsid w:val="001F25DE"/>
    <w:rsid w:val="002005D1"/>
    <w:rsid w:val="00203221"/>
    <w:rsid w:val="0020346B"/>
    <w:rsid w:val="002111A1"/>
    <w:rsid w:val="00211D34"/>
    <w:rsid w:val="00212943"/>
    <w:rsid w:val="00214733"/>
    <w:rsid w:val="002263FF"/>
    <w:rsid w:val="002448BC"/>
    <w:rsid w:val="0024677F"/>
    <w:rsid w:val="00247438"/>
    <w:rsid w:val="00250142"/>
    <w:rsid w:val="00271E46"/>
    <w:rsid w:val="002756A2"/>
    <w:rsid w:val="00277111"/>
    <w:rsid w:val="00290E3A"/>
    <w:rsid w:val="002978FA"/>
    <w:rsid w:val="002A0C24"/>
    <w:rsid w:val="002A5B8F"/>
    <w:rsid w:val="002B1C6D"/>
    <w:rsid w:val="002B411B"/>
    <w:rsid w:val="002C1EA8"/>
    <w:rsid w:val="002C2A03"/>
    <w:rsid w:val="002D0F3D"/>
    <w:rsid w:val="002D1E7A"/>
    <w:rsid w:val="002D24FB"/>
    <w:rsid w:val="002D71B2"/>
    <w:rsid w:val="002D760B"/>
    <w:rsid w:val="002E6BBE"/>
    <w:rsid w:val="002E6DBF"/>
    <w:rsid w:val="002F53B1"/>
    <w:rsid w:val="00301EF7"/>
    <w:rsid w:val="00304DC4"/>
    <w:rsid w:val="00313BDF"/>
    <w:rsid w:val="0031431C"/>
    <w:rsid w:val="0032317F"/>
    <w:rsid w:val="00324F35"/>
    <w:rsid w:val="003317F0"/>
    <w:rsid w:val="00346D8F"/>
    <w:rsid w:val="00350D16"/>
    <w:rsid w:val="00372CEE"/>
    <w:rsid w:val="00373828"/>
    <w:rsid w:val="0037503E"/>
    <w:rsid w:val="00386DE1"/>
    <w:rsid w:val="00387F03"/>
    <w:rsid w:val="003A2193"/>
    <w:rsid w:val="003B1353"/>
    <w:rsid w:val="003C00B1"/>
    <w:rsid w:val="003C41C8"/>
    <w:rsid w:val="003C60CF"/>
    <w:rsid w:val="003C6DE4"/>
    <w:rsid w:val="003C7E6E"/>
    <w:rsid w:val="003D43E8"/>
    <w:rsid w:val="003E5C11"/>
    <w:rsid w:val="003F60FB"/>
    <w:rsid w:val="00412C02"/>
    <w:rsid w:val="00417F16"/>
    <w:rsid w:val="00430135"/>
    <w:rsid w:val="00451226"/>
    <w:rsid w:val="00451B29"/>
    <w:rsid w:val="004545AF"/>
    <w:rsid w:val="004568E6"/>
    <w:rsid w:val="00457971"/>
    <w:rsid w:val="00472327"/>
    <w:rsid w:val="004737FC"/>
    <w:rsid w:val="0047448B"/>
    <w:rsid w:val="0047531A"/>
    <w:rsid w:val="00480125"/>
    <w:rsid w:val="00480C47"/>
    <w:rsid w:val="00486B32"/>
    <w:rsid w:val="004938B0"/>
    <w:rsid w:val="00496DA0"/>
    <w:rsid w:val="004A0A1D"/>
    <w:rsid w:val="004A606E"/>
    <w:rsid w:val="004B4263"/>
    <w:rsid w:val="004B79C2"/>
    <w:rsid w:val="004C4E1C"/>
    <w:rsid w:val="004C531F"/>
    <w:rsid w:val="004C72D3"/>
    <w:rsid w:val="004D4AE3"/>
    <w:rsid w:val="004E79F2"/>
    <w:rsid w:val="004F0D39"/>
    <w:rsid w:val="004F1025"/>
    <w:rsid w:val="004F5070"/>
    <w:rsid w:val="004F6153"/>
    <w:rsid w:val="00502D8E"/>
    <w:rsid w:val="005076D8"/>
    <w:rsid w:val="00516360"/>
    <w:rsid w:val="005205F1"/>
    <w:rsid w:val="005250B3"/>
    <w:rsid w:val="005264EF"/>
    <w:rsid w:val="00530FBD"/>
    <w:rsid w:val="0053253A"/>
    <w:rsid w:val="00533C12"/>
    <w:rsid w:val="00536D60"/>
    <w:rsid w:val="005446D9"/>
    <w:rsid w:val="005458B3"/>
    <w:rsid w:val="00553A2F"/>
    <w:rsid w:val="00553E9A"/>
    <w:rsid w:val="00561CD5"/>
    <w:rsid w:val="00564910"/>
    <w:rsid w:val="00575615"/>
    <w:rsid w:val="005800CD"/>
    <w:rsid w:val="00584348"/>
    <w:rsid w:val="00592EB3"/>
    <w:rsid w:val="0059322A"/>
    <w:rsid w:val="00595560"/>
    <w:rsid w:val="005A24F6"/>
    <w:rsid w:val="005A639F"/>
    <w:rsid w:val="005A6406"/>
    <w:rsid w:val="005A6E5A"/>
    <w:rsid w:val="005A7F00"/>
    <w:rsid w:val="005C223C"/>
    <w:rsid w:val="005C6CD3"/>
    <w:rsid w:val="005D4E4E"/>
    <w:rsid w:val="005E3A13"/>
    <w:rsid w:val="005E69B5"/>
    <w:rsid w:val="005F3284"/>
    <w:rsid w:val="005F6BB2"/>
    <w:rsid w:val="005F75C7"/>
    <w:rsid w:val="00607695"/>
    <w:rsid w:val="0061425B"/>
    <w:rsid w:val="00615246"/>
    <w:rsid w:val="00615650"/>
    <w:rsid w:val="006169BF"/>
    <w:rsid w:val="0062024B"/>
    <w:rsid w:val="006215F1"/>
    <w:rsid w:val="00625624"/>
    <w:rsid w:val="00626E8D"/>
    <w:rsid w:val="00634BC6"/>
    <w:rsid w:val="006417C7"/>
    <w:rsid w:val="00647F17"/>
    <w:rsid w:val="00651CA0"/>
    <w:rsid w:val="0065720A"/>
    <w:rsid w:val="00661090"/>
    <w:rsid w:val="00665330"/>
    <w:rsid w:val="00665B09"/>
    <w:rsid w:val="0067071B"/>
    <w:rsid w:val="00671DFE"/>
    <w:rsid w:val="00674115"/>
    <w:rsid w:val="0068472E"/>
    <w:rsid w:val="00691119"/>
    <w:rsid w:val="00695802"/>
    <w:rsid w:val="006B4C14"/>
    <w:rsid w:val="006C4E7D"/>
    <w:rsid w:val="006E4A86"/>
    <w:rsid w:val="006E6DCF"/>
    <w:rsid w:val="006F0562"/>
    <w:rsid w:val="006F4F94"/>
    <w:rsid w:val="006F6ED0"/>
    <w:rsid w:val="006F7269"/>
    <w:rsid w:val="00710B17"/>
    <w:rsid w:val="00711DE2"/>
    <w:rsid w:val="007123D1"/>
    <w:rsid w:val="00722809"/>
    <w:rsid w:val="00727955"/>
    <w:rsid w:val="00730121"/>
    <w:rsid w:val="00730866"/>
    <w:rsid w:val="00732D7C"/>
    <w:rsid w:val="0073457D"/>
    <w:rsid w:val="007407D6"/>
    <w:rsid w:val="00741815"/>
    <w:rsid w:val="0074648B"/>
    <w:rsid w:val="0075200E"/>
    <w:rsid w:val="00753C8C"/>
    <w:rsid w:val="007635DB"/>
    <w:rsid w:val="00770441"/>
    <w:rsid w:val="007740B6"/>
    <w:rsid w:val="00780471"/>
    <w:rsid w:val="0079092E"/>
    <w:rsid w:val="00791849"/>
    <w:rsid w:val="007B0B92"/>
    <w:rsid w:val="007B3E24"/>
    <w:rsid w:val="007B53BE"/>
    <w:rsid w:val="007B546B"/>
    <w:rsid w:val="007D1D2B"/>
    <w:rsid w:val="007D35B4"/>
    <w:rsid w:val="007D39BF"/>
    <w:rsid w:val="007D3DDD"/>
    <w:rsid w:val="007D53E3"/>
    <w:rsid w:val="007D5560"/>
    <w:rsid w:val="007E030B"/>
    <w:rsid w:val="007F012B"/>
    <w:rsid w:val="007F0741"/>
    <w:rsid w:val="007F6D9A"/>
    <w:rsid w:val="00800C61"/>
    <w:rsid w:val="00801849"/>
    <w:rsid w:val="0081394E"/>
    <w:rsid w:val="00815F4C"/>
    <w:rsid w:val="00816726"/>
    <w:rsid w:val="0081771D"/>
    <w:rsid w:val="00823A73"/>
    <w:rsid w:val="00824AE7"/>
    <w:rsid w:val="0083029F"/>
    <w:rsid w:val="00832DF3"/>
    <w:rsid w:val="00835619"/>
    <w:rsid w:val="0084659B"/>
    <w:rsid w:val="00847940"/>
    <w:rsid w:val="00850FDC"/>
    <w:rsid w:val="0086601C"/>
    <w:rsid w:val="00870808"/>
    <w:rsid w:val="008908D3"/>
    <w:rsid w:val="008B5ECC"/>
    <w:rsid w:val="008C6AFE"/>
    <w:rsid w:val="008D206F"/>
    <w:rsid w:val="008D3B76"/>
    <w:rsid w:val="008D5A70"/>
    <w:rsid w:val="008E31C8"/>
    <w:rsid w:val="008E4C30"/>
    <w:rsid w:val="008F1630"/>
    <w:rsid w:val="008F2769"/>
    <w:rsid w:val="008F4EA0"/>
    <w:rsid w:val="0090021F"/>
    <w:rsid w:val="0090315C"/>
    <w:rsid w:val="00916F0E"/>
    <w:rsid w:val="00935DE9"/>
    <w:rsid w:val="00937B89"/>
    <w:rsid w:val="0094443D"/>
    <w:rsid w:val="00944AE8"/>
    <w:rsid w:val="00954B99"/>
    <w:rsid w:val="00957398"/>
    <w:rsid w:val="0096356D"/>
    <w:rsid w:val="009713D1"/>
    <w:rsid w:val="00973C89"/>
    <w:rsid w:val="00976916"/>
    <w:rsid w:val="00985865"/>
    <w:rsid w:val="00994DCE"/>
    <w:rsid w:val="009A5DC2"/>
    <w:rsid w:val="009B1375"/>
    <w:rsid w:val="009B50C4"/>
    <w:rsid w:val="009C0087"/>
    <w:rsid w:val="009C14A9"/>
    <w:rsid w:val="009C701A"/>
    <w:rsid w:val="009F024A"/>
    <w:rsid w:val="009F2ACD"/>
    <w:rsid w:val="00A006F6"/>
    <w:rsid w:val="00A04708"/>
    <w:rsid w:val="00A06BFA"/>
    <w:rsid w:val="00A20AC9"/>
    <w:rsid w:val="00A23486"/>
    <w:rsid w:val="00A26648"/>
    <w:rsid w:val="00A26796"/>
    <w:rsid w:val="00A304AF"/>
    <w:rsid w:val="00A644BD"/>
    <w:rsid w:val="00A654DE"/>
    <w:rsid w:val="00A65B0A"/>
    <w:rsid w:val="00A66499"/>
    <w:rsid w:val="00A7314F"/>
    <w:rsid w:val="00A758EC"/>
    <w:rsid w:val="00A766FD"/>
    <w:rsid w:val="00A77C72"/>
    <w:rsid w:val="00A803D4"/>
    <w:rsid w:val="00A81193"/>
    <w:rsid w:val="00A8158C"/>
    <w:rsid w:val="00AA531F"/>
    <w:rsid w:val="00AB0674"/>
    <w:rsid w:val="00AC7D42"/>
    <w:rsid w:val="00AD05DB"/>
    <w:rsid w:val="00AD0D49"/>
    <w:rsid w:val="00AD4057"/>
    <w:rsid w:val="00AD4388"/>
    <w:rsid w:val="00AE7B1E"/>
    <w:rsid w:val="00AF7CEF"/>
    <w:rsid w:val="00B038C4"/>
    <w:rsid w:val="00B0742A"/>
    <w:rsid w:val="00B07D93"/>
    <w:rsid w:val="00B100E0"/>
    <w:rsid w:val="00B1086B"/>
    <w:rsid w:val="00B136A9"/>
    <w:rsid w:val="00B166D1"/>
    <w:rsid w:val="00B2165F"/>
    <w:rsid w:val="00B226C2"/>
    <w:rsid w:val="00B23658"/>
    <w:rsid w:val="00B26F83"/>
    <w:rsid w:val="00B32E56"/>
    <w:rsid w:val="00B3502C"/>
    <w:rsid w:val="00B37D76"/>
    <w:rsid w:val="00B454A1"/>
    <w:rsid w:val="00B510BA"/>
    <w:rsid w:val="00B5424F"/>
    <w:rsid w:val="00B54523"/>
    <w:rsid w:val="00B55924"/>
    <w:rsid w:val="00B62550"/>
    <w:rsid w:val="00B62B10"/>
    <w:rsid w:val="00B63A85"/>
    <w:rsid w:val="00B71A9B"/>
    <w:rsid w:val="00B72F12"/>
    <w:rsid w:val="00B7330F"/>
    <w:rsid w:val="00B81C9A"/>
    <w:rsid w:val="00B92424"/>
    <w:rsid w:val="00B973BE"/>
    <w:rsid w:val="00BA3F66"/>
    <w:rsid w:val="00BA4498"/>
    <w:rsid w:val="00BB456D"/>
    <w:rsid w:val="00BB61D9"/>
    <w:rsid w:val="00BB7180"/>
    <w:rsid w:val="00BD1DAC"/>
    <w:rsid w:val="00BD7FD3"/>
    <w:rsid w:val="00BE6E7C"/>
    <w:rsid w:val="00C120E2"/>
    <w:rsid w:val="00C26FB5"/>
    <w:rsid w:val="00C274E3"/>
    <w:rsid w:val="00C3069E"/>
    <w:rsid w:val="00C34A73"/>
    <w:rsid w:val="00C37389"/>
    <w:rsid w:val="00C425C7"/>
    <w:rsid w:val="00C46204"/>
    <w:rsid w:val="00C5220A"/>
    <w:rsid w:val="00C56DCC"/>
    <w:rsid w:val="00C624EC"/>
    <w:rsid w:val="00C62AF5"/>
    <w:rsid w:val="00C717DD"/>
    <w:rsid w:val="00C757EA"/>
    <w:rsid w:val="00CA5DB6"/>
    <w:rsid w:val="00CA68A9"/>
    <w:rsid w:val="00CB2D5E"/>
    <w:rsid w:val="00CB7298"/>
    <w:rsid w:val="00CC5BE0"/>
    <w:rsid w:val="00CD3E3F"/>
    <w:rsid w:val="00CE21BD"/>
    <w:rsid w:val="00CE664C"/>
    <w:rsid w:val="00CF72C1"/>
    <w:rsid w:val="00D001EA"/>
    <w:rsid w:val="00D014AF"/>
    <w:rsid w:val="00D130D6"/>
    <w:rsid w:val="00D3315F"/>
    <w:rsid w:val="00D41EEB"/>
    <w:rsid w:val="00D4714F"/>
    <w:rsid w:val="00D507D8"/>
    <w:rsid w:val="00D6010C"/>
    <w:rsid w:val="00D65A73"/>
    <w:rsid w:val="00D6789D"/>
    <w:rsid w:val="00D70EC9"/>
    <w:rsid w:val="00D7579A"/>
    <w:rsid w:val="00D77DDA"/>
    <w:rsid w:val="00D83958"/>
    <w:rsid w:val="00D9518F"/>
    <w:rsid w:val="00D978BA"/>
    <w:rsid w:val="00DB04D6"/>
    <w:rsid w:val="00DB2EC6"/>
    <w:rsid w:val="00DC0088"/>
    <w:rsid w:val="00DC3977"/>
    <w:rsid w:val="00DC5997"/>
    <w:rsid w:val="00DE0DFC"/>
    <w:rsid w:val="00DE34EC"/>
    <w:rsid w:val="00DE4AA1"/>
    <w:rsid w:val="00DE7EAB"/>
    <w:rsid w:val="00DF647C"/>
    <w:rsid w:val="00E059A0"/>
    <w:rsid w:val="00E0655C"/>
    <w:rsid w:val="00E10824"/>
    <w:rsid w:val="00E11D03"/>
    <w:rsid w:val="00E16FC2"/>
    <w:rsid w:val="00E2598E"/>
    <w:rsid w:val="00E31D36"/>
    <w:rsid w:val="00E31F13"/>
    <w:rsid w:val="00E34528"/>
    <w:rsid w:val="00E35B38"/>
    <w:rsid w:val="00E404F0"/>
    <w:rsid w:val="00E45C8A"/>
    <w:rsid w:val="00E46DAD"/>
    <w:rsid w:val="00E5078E"/>
    <w:rsid w:val="00E53815"/>
    <w:rsid w:val="00E63310"/>
    <w:rsid w:val="00E636F4"/>
    <w:rsid w:val="00E649D3"/>
    <w:rsid w:val="00E650E7"/>
    <w:rsid w:val="00E7241A"/>
    <w:rsid w:val="00E7608A"/>
    <w:rsid w:val="00E84386"/>
    <w:rsid w:val="00E84BB7"/>
    <w:rsid w:val="00E9113D"/>
    <w:rsid w:val="00E933F9"/>
    <w:rsid w:val="00E97325"/>
    <w:rsid w:val="00EB2ED1"/>
    <w:rsid w:val="00EB51B6"/>
    <w:rsid w:val="00EC436E"/>
    <w:rsid w:val="00EC7B83"/>
    <w:rsid w:val="00ED1327"/>
    <w:rsid w:val="00ED372C"/>
    <w:rsid w:val="00ED50B8"/>
    <w:rsid w:val="00ED6A96"/>
    <w:rsid w:val="00EF0C99"/>
    <w:rsid w:val="00EF377D"/>
    <w:rsid w:val="00EF622E"/>
    <w:rsid w:val="00F03FCF"/>
    <w:rsid w:val="00F23705"/>
    <w:rsid w:val="00F32DE6"/>
    <w:rsid w:val="00F33FDE"/>
    <w:rsid w:val="00F43BF2"/>
    <w:rsid w:val="00F4432A"/>
    <w:rsid w:val="00F46FF8"/>
    <w:rsid w:val="00F535BE"/>
    <w:rsid w:val="00F5417A"/>
    <w:rsid w:val="00F64C63"/>
    <w:rsid w:val="00F653A9"/>
    <w:rsid w:val="00F7226F"/>
    <w:rsid w:val="00F735A4"/>
    <w:rsid w:val="00F76C0B"/>
    <w:rsid w:val="00F82F2E"/>
    <w:rsid w:val="00F87792"/>
    <w:rsid w:val="00F92550"/>
    <w:rsid w:val="00FA0FDF"/>
    <w:rsid w:val="00FA6409"/>
    <w:rsid w:val="00FB0D8E"/>
    <w:rsid w:val="00FC0408"/>
    <w:rsid w:val="00FD392F"/>
    <w:rsid w:val="00FE602C"/>
    <w:rsid w:val="00FE61F4"/>
    <w:rsid w:val="00FE6503"/>
    <w:rsid w:val="00FF43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E2F1D7B"/>
  <w15:chartTrackingRefBased/>
  <w15:docId w15:val="{13C14463-B45F-4CF4-9E45-9085C6A348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E1F7D"/>
    <w:rPr>
      <w:sz w:val="24"/>
      <w:szCs w:val="24"/>
      <w:lang w:val="en-GB" w:eastAsia="en-GB"/>
    </w:rPr>
  </w:style>
  <w:style w:type="paragraph" w:styleId="Heading1">
    <w:name w:val="heading 1"/>
    <w:basedOn w:val="Normal"/>
    <w:next w:val="Normal"/>
    <w:link w:val="Heading1Char"/>
    <w:qFormat/>
    <w:rsid w:val="00147CD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A7314F"/>
    <w:rPr>
      <w:color w:val="0000FF"/>
      <w:u w:val="single"/>
    </w:rPr>
  </w:style>
  <w:style w:type="paragraph" w:customStyle="1" w:styleId="Xreftext">
    <w:name w:val="X ref text"/>
    <w:basedOn w:val="Normal"/>
    <w:rsid w:val="00A7314F"/>
    <w:pPr>
      <w:numPr>
        <w:numId w:val="1"/>
      </w:numPr>
    </w:pPr>
    <w:rPr>
      <w:szCs w:val="20"/>
      <w:lang w:val="fr-FR"/>
    </w:rPr>
  </w:style>
  <w:style w:type="character" w:styleId="FollowedHyperlink">
    <w:name w:val="FollowedHyperlink"/>
    <w:rsid w:val="00B7330F"/>
    <w:rPr>
      <w:color w:val="606420"/>
      <w:u w:val="single"/>
    </w:rPr>
  </w:style>
  <w:style w:type="paragraph" w:styleId="BalloonText">
    <w:name w:val="Balloon Text"/>
    <w:basedOn w:val="Normal"/>
    <w:semiHidden/>
    <w:rsid w:val="00A06BF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753C8C"/>
    <w:pPr>
      <w:tabs>
        <w:tab w:val="center" w:pos="4513"/>
        <w:tab w:val="right" w:pos="9026"/>
      </w:tabs>
    </w:pPr>
    <w:rPr>
      <w:lang w:val="x-none" w:eastAsia="x-none"/>
    </w:rPr>
  </w:style>
  <w:style w:type="character" w:customStyle="1" w:styleId="HeaderChar">
    <w:name w:val="Header Char"/>
    <w:link w:val="Header"/>
    <w:uiPriority w:val="99"/>
    <w:rsid w:val="00753C8C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753C8C"/>
    <w:pPr>
      <w:tabs>
        <w:tab w:val="center" w:pos="4513"/>
        <w:tab w:val="right" w:pos="9026"/>
      </w:tabs>
    </w:pPr>
    <w:rPr>
      <w:lang w:val="x-none" w:eastAsia="x-none"/>
    </w:rPr>
  </w:style>
  <w:style w:type="character" w:customStyle="1" w:styleId="FooterChar">
    <w:name w:val="Footer Char"/>
    <w:link w:val="Footer"/>
    <w:uiPriority w:val="99"/>
    <w:rsid w:val="00753C8C"/>
    <w:rPr>
      <w:sz w:val="24"/>
      <w:szCs w:val="24"/>
    </w:rPr>
  </w:style>
  <w:style w:type="paragraph" w:styleId="NormalWeb">
    <w:name w:val="Normal (Web)"/>
    <w:basedOn w:val="Normal"/>
    <w:rsid w:val="00561CD5"/>
    <w:pPr>
      <w:spacing w:before="100" w:beforeAutospacing="1" w:after="100" w:afterAutospacing="1"/>
    </w:pPr>
  </w:style>
  <w:style w:type="character" w:customStyle="1" w:styleId="hps">
    <w:name w:val="hps"/>
    <w:rsid w:val="00634BC6"/>
  </w:style>
  <w:style w:type="character" w:styleId="Strong">
    <w:name w:val="Strong"/>
    <w:qFormat/>
    <w:rsid w:val="00147CD5"/>
    <w:rPr>
      <w:b/>
      <w:bCs/>
    </w:rPr>
  </w:style>
  <w:style w:type="character" w:customStyle="1" w:styleId="Heading1Char">
    <w:name w:val="Heading 1 Char"/>
    <w:link w:val="Heading1"/>
    <w:rsid w:val="00147CD5"/>
    <w:rPr>
      <w:rFonts w:ascii="Cambria" w:eastAsia="Times New Roman" w:hAnsi="Cambria" w:cs="Times New Roman"/>
      <w:b/>
      <w:bCs/>
      <w:kern w:val="32"/>
      <w:sz w:val="32"/>
      <w:szCs w:val="32"/>
      <w:lang w:val="en-GB" w:eastAsia="en-GB"/>
    </w:rPr>
  </w:style>
  <w:style w:type="character" w:styleId="Emphasis">
    <w:name w:val="Emphasis"/>
    <w:qFormat/>
    <w:rsid w:val="00147CD5"/>
    <w:rPr>
      <w:i/>
      <w:iCs/>
    </w:rPr>
  </w:style>
  <w:style w:type="paragraph" w:styleId="NoSpacing">
    <w:name w:val="No Spacing"/>
    <w:uiPriority w:val="1"/>
    <w:qFormat/>
    <w:rsid w:val="00147CD5"/>
    <w:rPr>
      <w:sz w:val="24"/>
      <w:szCs w:val="24"/>
      <w:lang w:val="en-GB" w:eastAsia="en-GB"/>
    </w:rPr>
  </w:style>
  <w:style w:type="character" w:styleId="CommentReference">
    <w:name w:val="annotation reference"/>
    <w:rsid w:val="00145F7D"/>
    <w:rPr>
      <w:sz w:val="16"/>
      <w:szCs w:val="16"/>
    </w:rPr>
  </w:style>
  <w:style w:type="paragraph" w:styleId="CommentText">
    <w:name w:val="annotation text"/>
    <w:basedOn w:val="Normal"/>
    <w:link w:val="CommentTextChar"/>
    <w:rsid w:val="00145F7D"/>
    <w:rPr>
      <w:sz w:val="20"/>
      <w:szCs w:val="20"/>
    </w:rPr>
  </w:style>
  <w:style w:type="character" w:customStyle="1" w:styleId="CommentTextChar">
    <w:name w:val="Comment Text Char"/>
    <w:link w:val="CommentText"/>
    <w:rsid w:val="00145F7D"/>
    <w:rPr>
      <w:lang w:val="en-GB" w:eastAsia="en-GB"/>
    </w:rPr>
  </w:style>
  <w:style w:type="paragraph" w:styleId="CommentSubject">
    <w:name w:val="annotation subject"/>
    <w:basedOn w:val="CommentText"/>
    <w:next w:val="CommentText"/>
    <w:link w:val="CommentSubjectChar"/>
    <w:rsid w:val="00145F7D"/>
    <w:rPr>
      <w:b/>
      <w:bCs/>
    </w:rPr>
  </w:style>
  <w:style w:type="character" w:customStyle="1" w:styleId="CommentSubjectChar">
    <w:name w:val="Comment Subject Char"/>
    <w:link w:val="CommentSubject"/>
    <w:rsid w:val="00145F7D"/>
    <w:rPr>
      <w:b/>
      <w:bCs/>
      <w:lang w:val="en-GB" w:eastAsia="en-GB"/>
    </w:rPr>
  </w:style>
  <w:style w:type="paragraph" w:styleId="Revision">
    <w:name w:val="Revision"/>
    <w:hidden/>
    <w:uiPriority w:val="99"/>
    <w:semiHidden/>
    <w:rsid w:val="002E6BBE"/>
    <w:rPr>
      <w:sz w:val="24"/>
      <w:szCs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39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63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5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13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8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9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w3r\LOCALS~1\Temp\Attachment%20B_BG_488520090619051027-1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Attachment B_BG_488520090619051027-1</Template>
  <TotalTime>24</TotalTime>
  <Pages>3</Pages>
  <Words>565</Words>
  <Characters>3468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Eurostat Reference Metadata</vt:lpstr>
    </vt:vector>
  </TitlesOfParts>
  <Company>Eurostat</Company>
  <LinksUpToDate>false</LinksUpToDate>
  <CharactersWithSpaces>4025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Eurostat Reference Metadata</dc:title>
  <dc:subject/>
  <dc:creator>Iliana Iskrenova</dc:creator>
  <cp:keywords/>
  <cp:lastModifiedBy>Надя Зарева</cp:lastModifiedBy>
  <cp:revision>4</cp:revision>
  <cp:lastPrinted>2015-05-15T08:14:00Z</cp:lastPrinted>
  <dcterms:created xsi:type="dcterms:W3CDTF">2016-06-15T07:31:00Z</dcterms:created>
  <dcterms:modified xsi:type="dcterms:W3CDTF">2016-09-15T11:51:00Z</dcterms:modified>
</cp:coreProperties>
</file>