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  <Override PartName="/_xmlsignatures/sig8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4EF" w:rsidRPr="00B345AF" w:rsidRDefault="002454EF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ДО</w:t>
      </w:r>
      <w:r w:rsidRPr="00701047">
        <w:rPr>
          <w:rFonts w:ascii="Times New Roman" w:hAnsi="Times New Roman"/>
          <w:b/>
        </w:rPr>
        <w:t xml:space="preserve"> </w:t>
      </w:r>
    </w:p>
    <w:p w:rsidR="002454EF" w:rsidRDefault="002454EF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Г-Н ГРОЗДАН КАРАДЖОВ</w:t>
      </w:r>
    </w:p>
    <w:p w:rsidR="00120AE6" w:rsidRDefault="002454EF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ЗАМЕСТНИК МИНИСТЪР-ПРЕДСЕДАТЕЛ И МИНИСТЪР НА ТРАНСПОРТА И СЪОБЩЕНИЯТА </w:t>
      </w:r>
      <w:r w:rsidR="00120AE6">
        <w:rPr>
          <w:rFonts w:ascii="Times New Roman" w:hAnsi="Times New Roman"/>
          <w:b/>
        </w:rPr>
        <w:t xml:space="preserve"> </w:t>
      </w:r>
    </w:p>
    <w:p w:rsidR="00120AE6" w:rsidRPr="00120AE6" w:rsidRDefault="00120AE6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  <w:u w:val="single"/>
        </w:rPr>
      </w:pPr>
      <w:r w:rsidRPr="00120AE6">
        <w:rPr>
          <w:rFonts w:ascii="Times New Roman" w:hAnsi="Times New Roman"/>
          <w:b/>
          <w:u w:val="single"/>
        </w:rPr>
        <w:t>На Ваш рег. № 04-09-18/</w:t>
      </w:r>
      <w:r w:rsidR="00506E42">
        <w:rPr>
          <w:rFonts w:ascii="Times New Roman" w:hAnsi="Times New Roman"/>
          <w:b/>
          <w:u w:val="single"/>
        </w:rPr>
        <w:t>26.02</w:t>
      </w:r>
      <w:r w:rsidRPr="00120AE6">
        <w:rPr>
          <w:rFonts w:ascii="Times New Roman" w:hAnsi="Times New Roman"/>
          <w:b/>
          <w:u w:val="single"/>
        </w:rPr>
        <w:t>.2025 г.</w:t>
      </w:r>
    </w:p>
    <w:p w:rsidR="00120AE6" w:rsidRPr="00120AE6" w:rsidRDefault="00120AE6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  <w:u w:val="single"/>
        </w:rPr>
      </w:pPr>
    </w:p>
    <w:p w:rsidR="002454EF" w:rsidRDefault="00120AE6" w:rsidP="00120AE6">
      <w:pPr>
        <w:spacing w:after="0" w:line="22" w:lineRule="atLeast"/>
        <w:ind w:left="4050" w:hanging="108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КОПИЕ:</w:t>
      </w:r>
      <w:r w:rsidRPr="00120AE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Г-Н МАРТИН ГЕОРГИЕВ</w:t>
      </w:r>
      <w:r>
        <w:rPr>
          <w:rFonts w:ascii="Times New Roman" w:hAnsi="Times New Roman"/>
          <w:b/>
        </w:rPr>
        <w:br/>
        <w:t>РЪКОВОДИТЕЛ НА УПРАВЛЯВАЩИЯ ОРГАН НА ПРОГРАМА „ТРАНСПОРТНА СВЪРЗАНОСТ“ 2021-2027 Г. И ДИРЕКТОР НА ДИРЕКЦИЯ „КООРДИНАЦИЯ НА ПРОГРАМИ И ПРОЕКТИ“, МИНИСТЕРСТВО НА ТРАНСПОРТА И СЪОБЩЕНИЯТА</w:t>
      </w:r>
      <w:r w:rsidR="002454EF">
        <w:rPr>
          <w:rFonts w:ascii="Times New Roman" w:hAnsi="Times New Roman"/>
          <w:b/>
        </w:rPr>
        <w:br/>
      </w:r>
    </w:p>
    <w:p w:rsidR="002454EF" w:rsidRPr="00810EBF" w:rsidRDefault="002454EF" w:rsidP="002454EF">
      <w:pPr>
        <w:spacing w:line="240" w:lineRule="auto"/>
        <w:rPr>
          <w:rFonts w:ascii="Times New Roman" w:hAnsi="Times New Roman"/>
          <w:b/>
          <w:szCs w:val="24"/>
          <w:lang w:val="en-US"/>
        </w:rPr>
      </w:pPr>
    </w:p>
    <w:p w:rsidR="002454EF" w:rsidRDefault="002454EF" w:rsidP="002454EF">
      <w:pPr>
        <w:spacing w:line="26" w:lineRule="atLea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УВАЖАЕМИ ГОСПОДИН КАРАДЖОВ,</w:t>
      </w:r>
    </w:p>
    <w:p w:rsidR="00675D2E" w:rsidRDefault="002454EF" w:rsidP="00675D2E">
      <w:pPr>
        <w:tabs>
          <w:tab w:val="center" w:pos="4153"/>
          <w:tab w:val="right" w:pos="8306"/>
        </w:tabs>
        <w:spacing w:line="26" w:lineRule="atLeas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 отговор на Ваше писмо под горепосочения номер относно </w:t>
      </w:r>
      <w:r w:rsidRPr="002454EF">
        <w:rPr>
          <w:rFonts w:ascii="Times New Roman" w:hAnsi="Times New Roman"/>
          <w:bCs/>
        </w:rPr>
        <w:t xml:space="preserve">версия 2.0 на насоките по Процедура № 2021BG16FFPR001-3.001 „Подобряване на </w:t>
      </w:r>
      <w:proofErr w:type="spellStart"/>
      <w:r w:rsidRPr="002454EF">
        <w:rPr>
          <w:rFonts w:ascii="Times New Roman" w:hAnsi="Times New Roman"/>
          <w:bCs/>
        </w:rPr>
        <w:t>интермодалността</w:t>
      </w:r>
      <w:proofErr w:type="spellEnd"/>
      <w:r w:rsidRPr="002454EF">
        <w:rPr>
          <w:rFonts w:ascii="Times New Roman" w:hAnsi="Times New Roman"/>
          <w:bCs/>
        </w:rPr>
        <w:t>, иновации, модернизирани системи за управление на трафика, подобряване на сигурността и безопасността на транспорта“</w:t>
      </w:r>
      <w:r>
        <w:rPr>
          <w:rFonts w:ascii="Times New Roman" w:hAnsi="Times New Roman"/>
          <w:bCs/>
        </w:rPr>
        <w:t xml:space="preserve">, Министерство на финансите изразява следното становище: </w:t>
      </w:r>
    </w:p>
    <w:p w:rsidR="008C5F89" w:rsidRPr="00675D2E" w:rsidRDefault="008C5F89" w:rsidP="004D7234">
      <w:pPr>
        <w:pStyle w:val="ListParagraph"/>
        <w:numPr>
          <w:ilvl w:val="0"/>
          <w:numId w:val="7"/>
        </w:numPr>
        <w:tabs>
          <w:tab w:val="left" w:pos="720"/>
          <w:tab w:val="center" w:pos="990"/>
          <w:tab w:val="right" w:pos="8306"/>
        </w:tabs>
        <w:spacing w:line="26" w:lineRule="atLeast"/>
        <w:ind w:left="0" w:firstLine="720"/>
        <w:rPr>
          <w:rFonts w:ascii="Times New Roman" w:hAnsi="Times New Roman"/>
          <w:bCs/>
        </w:rPr>
      </w:pPr>
      <w:r w:rsidRPr="00675D2E">
        <w:rPr>
          <w:rFonts w:ascii="Times New Roman" w:hAnsi="Times New Roman"/>
        </w:rPr>
        <w:t>Съгласно чл. 28 от Закона за държавните помощи (ЗДП) и чл. 5 от Правилника за неговото прилагане (ППЗДП)</w:t>
      </w:r>
      <w:r w:rsidR="008D0BCE">
        <w:rPr>
          <w:rFonts w:ascii="Times New Roman" w:hAnsi="Times New Roman"/>
          <w:lang w:val="en-US"/>
        </w:rPr>
        <w:t xml:space="preserve"> </w:t>
      </w:r>
      <w:r w:rsidR="008D0BCE">
        <w:rPr>
          <w:rFonts w:ascii="Times New Roman" w:hAnsi="Times New Roman"/>
        </w:rPr>
        <w:t>и представената информация</w:t>
      </w:r>
      <w:r w:rsidRPr="00675D2E">
        <w:rPr>
          <w:rFonts w:ascii="Times New Roman" w:hAnsi="Times New Roman"/>
        </w:rPr>
        <w:t xml:space="preserve">, Ви информираме, че </w:t>
      </w:r>
      <w:r w:rsidR="00506E42" w:rsidRPr="00675D2E">
        <w:rPr>
          <w:rFonts w:ascii="Times New Roman" w:hAnsi="Times New Roman"/>
          <w:b/>
          <w:bCs/>
          <w:u w:val="single"/>
        </w:rPr>
        <w:t xml:space="preserve">проектът „Капитално </w:t>
      </w:r>
      <w:proofErr w:type="spellStart"/>
      <w:r w:rsidR="00506E42" w:rsidRPr="00675D2E">
        <w:rPr>
          <w:rFonts w:ascii="Times New Roman" w:hAnsi="Times New Roman"/>
          <w:b/>
          <w:bCs/>
          <w:u w:val="single"/>
        </w:rPr>
        <w:t>драгиране</w:t>
      </w:r>
      <w:proofErr w:type="spellEnd"/>
      <w:r w:rsidR="00506E42" w:rsidRPr="00675D2E">
        <w:rPr>
          <w:rFonts w:ascii="Times New Roman" w:hAnsi="Times New Roman"/>
          <w:b/>
          <w:bCs/>
          <w:u w:val="single"/>
        </w:rPr>
        <w:t xml:space="preserve"> за осигуряване на достъп до новоизграждащата се инфраструктура на корабни места № 20А и № 20Б, пристанищен терминал Бургас-изток 2 – етап I“</w:t>
      </w:r>
      <w:r w:rsidR="00B64989" w:rsidRPr="00675D2E">
        <w:rPr>
          <w:rFonts w:ascii="Times New Roman" w:hAnsi="Times New Roman"/>
          <w:b/>
          <w:bCs/>
        </w:rPr>
        <w:t xml:space="preserve"> </w:t>
      </w:r>
      <w:r w:rsidR="00506E42" w:rsidRPr="00675D2E">
        <w:rPr>
          <w:rFonts w:ascii="Times New Roman" w:hAnsi="Times New Roman"/>
        </w:rPr>
        <w:t>съответства</w:t>
      </w:r>
      <w:r w:rsidRPr="00675D2E">
        <w:rPr>
          <w:rFonts w:ascii="Times New Roman" w:hAnsi="Times New Roman"/>
        </w:rPr>
        <w:t xml:space="preserve"> на изискванията на </w:t>
      </w:r>
      <w:r w:rsidR="00E60C8A" w:rsidRPr="00E60C8A">
        <w:rPr>
          <w:rFonts w:ascii="Times New Roman" w:hAnsi="Times New Roman"/>
          <w:bCs/>
          <w:i/>
          <w:color w:val="333333"/>
          <w:szCs w:val="24"/>
          <w:shd w:val="clear" w:color="auto" w:fill="FFFFFF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</w:t>
      </w:r>
      <w:r w:rsidR="00356510">
        <w:rPr>
          <w:rFonts w:ascii="Times New Roman" w:hAnsi="Times New Roman"/>
          <w:bCs/>
          <w:i/>
          <w:color w:val="333333"/>
          <w:szCs w:val="24"/>
          <w:shd w:val="clear" w:color="auto" w:fill="FFFFFF"/>
          <w:lang w:val="en-US"/>
        </w:rPr>
        <w:t>(</w:t>
      </w:r>
      <w:proofErr w:type="spellStart"/>
      <w:r w:rsidR="00356510" w:rsidRPr="00356510">
        <w:rPr>
          <w:rFonts w:ascii="Times New Roman" w:hAnsi="Times New Roman"/>
          <w:bCs/>
          <w:i/>
          <w:color w:val="333333"/>
          <w:szCs w:val="24"/>
          <w:shd w:val="clear" w:color="auto" w:fill="FFFFFF"/>
          <w:lang w:val="en-US"/>
        </w:rPr>
        <w:t>Регламент</w:t>
      </w:r>
      <w:proofErr w:type="spellEnd"/>
      <w:r w:rsidR="00356510" w:rsidRPr="00356510">
        <w:rPr>
          <w:rFonts w:ascii="Times New Roman" w:hAnsi="Times New Roman"/>
          <w:bCs/>
          <w:i/>
          <w:color w:val="333333"/>
          <w:szCs w:val="24"/>
          <w:shd w:val="clear" w:color="auto" w:fill="FFFFFF"/>
          <w:lang w:val="en-US"/>
        </w:rPr>
        <w:t xml:space="preserve"> (ЕС) № 651/2014)</w:t>
      </w:r>
      <w:r w:rsidR="00E60C8A">
        <w:rPr>
          <w:rFonts w:ascii="Times New Roman" w:hAnsi="Times New Roman"/>
        </w:rPr>
        <w:t xml:space="preserve"> и съдържа</w:t>
      </w:r>
      <w:r w:rsidRPr="00675D2E">
        <w:rPr>
          <w:rFonts w:ascii="Times New Roman" w:hAnsi="Times New Roman"/>
        </w:rPr>
        <w:t xml:space="preserve"> необходимите условия и позовавания за правомерното предоставяне на помощ в режим на групово освобождаване: </w:t>
      </w:r>
    </w:p>
    <w:p w:rsidR="008C5F89" w:rsidRPr="008C5F89" w:rsidRDefault="008C5F89" w:rsidP="00DD0ED4">
      <w:pPr>
        <w:pStyle w:val="Header"/>
        <w:spacing w:line="240" w:lineRule="auto"/>
        <w:rPr>
          <w:rFonts w:ascii="Times New Roman" w:hAnsi="Times New Roman"/>
        </w:rPr>
      </w:pPr>
      <w:r w:rsidRPr="008C5F89">
        <w:rPr>
          <w:rFonts w:ascii="Times New Roman" w:hAnsi="Times New Roman"/>
        </w:rPr>
        <w:t xml:space="preserve">Във връзка с горното и на основание чл. 29 от ЗДП, чл. 5, ал. 6 от ППЗДП и </w:t>
      </w:r>
      <w:r w:rsidR="004E1670">
        <w:rPr>
          <w:rFonts w:ascii="Times New Roman" w:hAnsi="Times New Roman"/>
        </w:rPr>
        <w:br/>
      </w:r>
      <w:r w:rsidRPr="008C5F89">
        <w:rPr>
          <w:rFonts w:ascii="Times New Roman" w:hAnsi="Times New Roman"/>
        </w:rPr>
        <w:t xml:space="preserve">чл. 11, параграф 1, буква „а“ от Регламент (ЕС) № 651/2014, е необходимо да представите </w:t>
      </w:r>
      <w:r w:rsidRPr="008C5F89">
        <w:rPr>
          <w:rFonts w:ascii="Times New Roman" w:hAnsi="Times New Roman"/>
        </w:rPr>
        <w:lastRenderedPageBreak/>
        <w:t xml:space="preserve">попълнени образци съгласно стандартизирания формат, посочен в Приложение II от Регламент (ЕС) № 651/2014, заедно с връзка за достъп до пълния текст на мерките за помощ, </w:t>
      </w:r>
      <w:r w:rsidRPr="00506E42">
        <w:rPr>
          <w:rFonts w:ascii="Times New Roman" w:hAnsi="Times New Roman"/>
          <w:b/>
        </w:rPr>
        <w:t>в срок от 15 работни дни след влизането им в сила (след обявяване на процедурата/</w:t>
      </w:r>
      <w:proofErr w:type="spellStart"/>
      <w:r w:rsidRPr="00506E42">
        <w:rPr>
          <w:rFonts w:ascii="Times New Roman" w:hAnsi="Times New Roman"/>
          <w:b/>
        </w:rPr>
        <w:t>ите</w:t>
      </w:r>
      <w:proofErr w:type="spellEnd"/>
      <w:r w:rsidRPr="00506E42">
        <w:rPr>
          <w:rFonts w:ascii="Times New Roman" w:hAnsi="Times New Roman"/>
          <w:b/>
        </w:rPr>
        <w:t>)</w:t>
      </w:r>
      <w:r w:rsidRPr="008C5F89">
        <w:rPr>
          <w:rFonts w:ascii="Times New Roman" w:hAnsi="Times New Roman"/>
        </w:rPr>
        <w:t xml:space="preserve"> чрез Системата за електронно уведомяване на Европейската комисия SANI2. Моля, при попълване на Приложение II за </w:t>
      </w:r>
      <w:r w:rsidR="00DD0ED4">
        <w:rPr>
          <w:rFonts w:ascii="Times New Roman" w:hAnsi="Times New Roman"/>
        </w:rPr>
        <w:t>мярката</w:t>
      </w:r>
      <w:r w:rsidRPr="008C5F89">
        <w:rPr>
          <w:rFonts w:ascii="Times New Roman" w:hAnsi="Times New Roman"/>
        </w:rPr>
        <w:t>, да въведете разпознаваемо и кратко наименование (при възможност цел и географско положение), с оглед тяхната бъдеща идентификация, мониторинг и годишно докладване.</w:t>
      </w:r>
    </w:p>
    <w:p w:rsidR="00E7009E" w:rsidRDefault="008C5F89" w:rsidP="008C5F89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  <w:r w:rsidRPr="008C5F89">
        <w:rPr>
          <w:rFonts w:ascii="Times New Roman" w:hAnsi="Times New Roman"/>
        </w:rPr>
        <w:t>При необходимост от промяна на условията за изпълнение на дейностите по инвестицията, то същите следва да бъдат отново предварително съгласувани с Министерство на финансите.</w:t>
      </w:r>
    </w:p>
    <w:p w:rsidR="00017D9A" w:rsidRDefault="00A942FB" w:rsidP="00A942FB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  <w:r w:rsidRPr="00056B03">
        <w:rPr>
          <w:rFonts w:ascii="Times New Roman" w:hAnsi="Times New Roman"/>
        </w:rPr>
        <w:t>С оглед продължителността на мярката, о</w:t>
      </w:r>
      <w:r w:rsidR="00506E42" w:rsidRPr="00056B03">
        <w:rPr>
          <w:rFonts w:ascii="Times New Roman" w:hAnsi="Times New Roman"/>
        </w:rPr>
        <w:t xml:space="preserve">бръщаме внимание, че </w:t>
      </w:r>
      <w:r w:rsidR="00506E42" w:rsidRPr="00056B03">
        <w:rPr>
          <w:rFonts w:ascii="Times New Roman" w:hAnsi="Times New Roman"/>
          <w:b/>
        </w:rPr>
        <w:t>Регламент (ЕС) № 651/2014 се прилага до 31.12.2026 г.</w:t>
      </w:r>
      <w:r w:rsidR="00506E42" w:rsidRPr="00056B03">
        <w:rPr>
          <w:rFonts w:ascii="Times New Roman" w:hAnsi="Times New Roman"/>
        </w:rPr>
        <w:t xml:space="preserve"> Този срок ка</w:t>
      </w:r>
      <w:r w:rsidR="00017D9A" w:rsidRPr="00056B03">
        <w:rPr>
          <w:rFonts w:ascii="Times New Roman" w:hAnsi="Times New Roman"/>
        </w:rPr>
        <w:t xml:space="preserve">сае </w:t>
      </w:r>
      <w:r w:rsidRPr="00056B03">
        <w:rPr>
          <w:rFonts w:ascii="Times New Roman" w:hAnsi="Times New Roman"/>
        </w:rPr>
        <w:t xml:space="preserve">датата на </w:t>
      </w:r>
      <w:r w:rsidR="00017D9A" w:rsidRPr="00056B03">
        <w:rPr>
          <w:rFonts w:ascii="Times New Roman" w:hAnsi="Times New Roman"/>
        </w:rPr>
        <w:t>предоставянето на помощта</w:t>
      </w:r>
      <w:r w:rsidR="006F037E">
        <w:rPr>
          <w:rFonts w:ascii="Times New Roman" w:hAnsi="Times New Roman"/>
        </w:rPr>
        <w:t xml:space="preserve"> и не засяга </w:t>
      </w:r>
      <w:r w:rsidR="00506E42" w:rsidRPr="00056B03">
        <w:rPr>
          <w:rFonts w:ascii="Times New Roman" w:hAnsi="Times New Roman"/>
        </w:rPr>
        <w:t>срока на изпълнението на проекта</w:t>
      </w:r>
      <w:r w:rsidRPr="00056B03">
        <w:rPr>
          <w:rFonts w:ascii="Times New Roman" w:hAnsi="Times New Roman"/>
        </w:rPr>
        <w:t>, който може да е по-дълъг</w:t>
      </w:r>
      <w:r w:rsidR="00506E42" w:rsidRPr="00056B03">
        <w:rPr>
          <w:rFonts w:ascii="Times New Roman" w:hAnsi="Times New Roman"/>
        </w:rPr>
        <w:t>.</w:t>
      </w:r>
      <w:r w:rsidR="00506E42" w:rsidRPr="00506E42">
        <w:rPr>
          <w:rFonts w:ascii="Times New Roman" w:hAnsi="Times New Roman"/>
        </w:rPr>
        <w:t xml:space="preserve"> </w:t>
      </w:r>
    </w:p>
    <w:p w:rsidR="00506E42" w:rsidRPr="00056B03" w:rsidRDefault="00017D9A" w:rsidP="00506E42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необходимост, бихте могли да предвидите възможност за изменение в процедурите, при удължаване на срока на действие на </w:t>
      </w:r>
      <w:r w:rsidR="00356510" w:rsidRPr="00356510">
        <w:rPr>
          <w:rFonts w:ascii="Times New Roman" w:hAnsi="Times New Roman"/>
        </w:rPr>
        <w:t xml:space="preserve">Регламент (ЕС) № 651/2014 </w:t>
      </w:r>
      <w:r>
        <w:rPr>
          <w:rFonts w:ascii="Times New Roman" w:hAnsi="Times New Roman"/>
        </w:rPr>
        <w:t xml:space="preserve">или при заместването му с друг акт, </w:t>
      </w:r>
      <w:r w:rsidRPr="00017D9A">
        <w:rPr>
          <w:rFonts w:ascii="Times New Roman" w:hAnsi="Times New Roman"/>
          <w:b/>
        </w:rPr>
        <w:t>но на този етап не може да предвиждате срок за предоставяне на помощ в режим на групово ос</w:t>
      </w:r>
      <w:r w:rsidR="0044032B">
        <w:rPr>
          <w:rFonts w:ascii="Times New Roman" w:hAnsi="Times New Roman"/>
          <w:b/>
        </w:rPr>
        <w:t xml:space="preserve">вобождаване след 31.12.2026 г. </w:t>
      </w:r>
      <w:r w:rsidR="00A942FB">
        <w:rPr>
          <w:rFonts w:ascii="Times New Roman" w:hAnsi="Times New Roman"/>
        </w:rPr>
        <w:t xml:space="preserve">В случай, че поради специфики на Програмата, като краен срок на мярката в </w:t>
      </w:r>
      <w:r w:rsidR="00A942FB">
        <w:rPr>
          <w:rFonts w:ascii="Times New Roman" w:hAnsi="Times New Roman"/>
          <w:lang w:val="en-US"/>
        </w:rPr>
        <w:t xml:space="preserve">SANI2 </w:t>
      </w:r>
      <w:r w:rsidR="00A942FB">
        <w:rPr>
          <w:rFonts w:ascii="Times New Roman" w:hAnsi="Times New Roman"/>
        </w:rPr>
        <w:t xml:space="preserve">отбелязвате срока на изпълнение на проекта, то е необходимо да приложите в системата </w:t>
      </w:r>
      <w:r w:rsidR="00A942FB">
        <w:rPr>
          <w:rFonts w:ascii="Times New Roman" w:hAnsi="Times New Roman"/>
          <w:lang w:val="en-US"/>
        </w:rPr>
        <w:t xml:space="preserve">SANI2 </w:t>
      </w:r>
      <w:r w:rsidR="00A942FB">
        <w:rPr>
          <w:rFonts w:ascii="Times New Roman" w:hAnsi="Times New Roman"/>
        </w:rPr>
        <w:t xml:space="preserve">пояснителен документ, в който </w:t>
      </w:r>
      <w:r w:rsidR="0070691E">
        <w:rPr>
          <w:rFonts w:ascii="Times New Roman" w:hAnsi="Times New Roman"/>
        </w:rPr>
        <w:t>уточнявате</w:t>
      </w:r>
      <w:r w:rsidR="00A942FB">
        <w:rPr>
          <w:rFonts w:ascii="Times New Roman" w:hAnsi="Times New Roman"/>
        </w:rPr>
        <w:t xml:space="preserve"> датата на </w:t>
      </w:r>
      <w:r w:rsidR="00F1254E">
        <w:rPr>
          <w:rFonts w:ascii="Times New Roman" w:hAnsi="Times New Roman"/>
        </w:rPr>
        <w:t xml:space="preserve">предоставяне на </w:t>
      </w:r>
      <w:r w:rsidR="00A942FB">
        <w:rPr>
          <w:rFonts w:ascii="Times New Roman" w:hAnsi="Times New Roman"/>
        </w:rPr>
        <w:t xml:space="preserve">помощта и </w:t>
      </w:r>
      <w:r w:rsidR="00F1254E">
        <w:rPr>
          <w:rFonts w:ascii="Times New Roman" w:hAnsi="Times New Roman"/>
        </w:rPr>
        <w:t xml:space="preserve">с </w:t>
      </w:r>
      <w:r w:rsidR="006F037E">
        <w:rPr>
          <w:rFonts w:ascii="Times New Roman" w:hAnsi="Times New Roman"/>
        </w:rPr>
        <w:t>какво е обвързан крайният срок.</w:t>
      </w:r>
    </w:p>
    <w:p w:rsidR="00FC310E" w:rsidRDefault="00E43405" w:rsidP="00FC310E">
      <w:pPr>
        <w:pStyle w:val="Header"/>
        <w:numPr>
          <w:ilvl w:val="0"/>
          <w:numId w:val="7"/>
        </w:numPr>
        <w:tabs>
          <w:tab w:val="clear" w:pos="4153"/>
          <w:tab w:val="center" w:pos="1080"/>
        </w:tabs>
        <w:spacing w:line="240" w:lineRule="auto"/>
        <w:ind w:left="0" w:firstLine="720"/>
        <w:rPr>
          <w:rFonts w:ascii="Times New Roman" w:hAnsi="Times New Roman"/>
        </w:rPr>
      </w:pPr>
      <w:r>
        <w:rPr>
          <w:rFonts w:ascii="Times New Roman" w:hAnsi="Times New Roman"/>
        </w:rPr>
        <w:t>Изпратената информация по</w:t>
      </w:r>
      <w:r w:rsidR="003638E2">
        <w:t xml:space="preserve"> </w:t>
      </w:r>
      <w:r w:rsidR="003638E2" w:rsidRPr="003638E2">
        <w:rPr>
          <w:rFonts w:ascii="Times New Roman" w:hAnsi="Times New Roman"/>
        </w:rPr>
        <w:t xml:space="preserve">проект </w:t>
      </w:r>
      <w:r w:rsidR="003638E2" w:rsidRPr="00E60C8A">
        <w:rPr>
          <w:rFonts w:ascii="Times New Roman" w:hAnsi="Times New Roman"/>
          <w:b/>
          <w:u w:val="single"/>
        </w:rPr>
        <w:t xml:space="preserve">„Доставка на пет броя едноетажни </w:t>
      </w:r>
      <w:proofErr w:type="spellStart"/>
      <w:r w:rsidR="003638E2" w:rsidRPr="00E60C8A">
        <w:rPr>
          <w:rFonts w:ascii="Times New Roman" w:hAnsi="Times New Roman"/>
          <w:b/>
          <w:u w:val="single"/>
        </w:rPr>
        <w:t>нулевоемисионни</w:t>
      </w:r>
      <w:proofErr w:type="spellEnd"/>
      <w:r w:rsidR="003638E2" w:rsidRPr="00E60C8A">
        <w:rPr>
          <w:rFonts w:ascii="Times New Roman" w:hAnsi="Times New Roman"/>
          <w:b/>
          <w:u w:val="single"/>
        </w:rPr>
        <w:t xml:space="preserve"> електрически </w:t>
      </w:r>
      <w:proofErr w:type="spellStart"/>
      <w:r w:rsidR="003638E2" w:rsidRPr="00E60C8A">
        <w:rPr>
          <w:rFonts w:ascii="Times New Roman" w:hAnsi="Times New Roman"/>
          <w:b/>
          <w:u w:val="single"/>
        </w:rPr>
        <w:t>мотрисни</w:t>
      </w:r>
      <w:proofErr w:type="spellEnd"/>
      <w:r w:rsidR="003638E2" w:rsidRPr="00E60C8A">
        <w:rPr>
          <w:rFonts w:ascii="Times New Roman" w:hAnsi="Times New Roman"/>
          <w:b/>
          <w:u w:val="single"/>
        </w:rPr>
        <w:t xml:space="preserve"> влака“</w:t>
      </w:r>
      <w:r w:rsidR="003638E2" w:rsidRPr="003638E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представлява</w:t>
      </w:r>
      <w:r w:rsidR="00A66A0A">
        <w:rPr>
          <w:rFonts w:ascii="Times New Roman" w:hAnsi="Times New Roman"/>
        </w:rPr>
        <w:t xml:space="preserve"> предварителна оценка за съответствие с </w:t>
      </w:r>
      <w:r w:rsidR="00B669BB" w:rsidRPr="00B669BB">
        <w:rPr>
          <w:rFonts w:ascii="Times New Roman" w:hAnsi="Times New Roman"/>
        </w:rPr>
        <w:t xml:space="preserve">изискванията на </w:t>
      </w:r>
      <w:r w:rsidR="00A66A0A" w:rsidRPr="00A66A0A">
        <w:rPr>
          <w:rFonts w:ascii="Times New Roman" w:hAnsi="Times New Roman"/>
          <w:bCs/>
          <w:i/>
        </w:rPr>
        <w:t>Регламент (ЕО) № 1370/2007 на Европейския парламент и на Съвета от 23 октомври 2007 година относно обществените услуги за пътнически превоз с железопътен и автомобилен транспорт и за отмяна на регламенти (ЕИО) № 1191/69 и (ЕИО) № 1107/70 на Съвета</w:t>
      </w:r>
      <w:r w:rsidR="006568A1">
        <w:rPr>
          <w:rFonts w:ascii="Times New Roman" w:hAnsi="Times New Roman"/>
          <w:bCs/>
          <w:i/>
        </w:rPr>
        <w:t xml:space="preserve"> </w:t>
      </w:r>
      <w:r w:rsidR="00356510">
        <w:rPr>
          <w:rFonts w:ascii="Times New Roman" w:hAnsi="Times New Roman"/>
          <w:bCs/>
          <w:i/>
          <w:lang w:val="en-US"/>
        </w:rPr>
        <w:t>(</w:t>
      </w:r>
      <w:r w:rsidR="00356510">
        <w:rPr>
          <w:rFonts w:ascii="Times New Roman" w:hAnsi="Times New Roman"/>
        </w:rPr>
        <w:t xml:space="preserve">Регламент (ЕО) </w:t>
      </w:r>
      <w:r w:rsidR="00033337">
        <w:rPr>
          <w:rFonts w:ascii="Times New Roman" w:hAnsi="Times New Roman"/>
        </w:rPr>
        <w:br/>
      </w:r>
      <w:r w:rsidR="00356510">
        <w:rPr>
          <w:rFonts w:ascii="Times New Roman" w:hAnsi="Times New Roman"/>
        </w:rPr>
        <w:t>№ 1370/2007</w:t>
      </w:r>
      <w:r w:rsidR="00356510">
        <w:rPr>
          <w:rFonts w:ascii="Times New Roman" w:hAnsi="Times New Roman"/>
          <w:bCs/>
          <w:i/>
          <w:lang w:val="en-US"/>
        </w:rPr>
        <w:t>)</w:t>
      </w:r>
      <w:r w:rsidR="00A66A0A">
        <w:rPr>
          <w:rFonts w:ascii="Times New Roman" w:hAnsi="Times New Roman"/>
          <w:bCs/>
          <w:i/>
        </w:rPr>
        <w:t xml:space="preserve">, </w:t>
      </w:r>
      <w:r w:rsidR="00A66A0A">
        <w:rPr>
          <w:rFonts w:ascii="Times New Roman" w:hAnsi="Times New Roman"/>
          <w:bCs/>
        </w:rPr>
        <w:t>по която на настоящия етап нямаме допъ</w:t>
      </w:r>
      <w:r w:rsidR="006F037E">
        <w:rPr>
          <w:rFonts w:ascii="Times New Roman" w:hAnsi="Times New Roman"/>
          <w:bCs/>
        </w:rPr>
        <w:t>лнителни бележки и предложения.</w:t>
      </w:r>
      <w:bookmarkStart w:id="0" w:name="_GoBack"/>
      <w:bookmarkEnd w:id="0"/>
    </w:p>
    <w:p w:rsidR="00675D2E" w:rsidRDefault="00FC310E" w:rsidP="00FC310E">
      <w:pPr>
        <w:pStyle w:val="Header"/>
        <w:tabs>
          <w:tab w:val="clear" w:pos="4153"/>
          <w:tab w:val="center" w:pos="108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669BB" w:rsidRPr="00FC310E">
        <w:rPr>
          <w:rFonts w:ascii="Times New Roman" w:hAnsi="Times New Roman"/>
        </w:rPr>
        <w:t>Имайки предв</w:t>
      </w:r>
      <w:r w:rsidR="00A66A0A" w:rsidRPr="00FC310E">
        <w:rPr>
          <w:rFonts w:ascii="Times New Roman" w:hAnsi="Times New Roman"/>
        </w:rPr>
        <w:t xml:space="preserve">ид, че </w:t>
      </w:r>
      <w:r w:rsidR="00E43405">
        <w:rPr>
          <w:rFonts w:ascii="Times New Roman" w:hAnsi="Times New Roman"/>
        </w:rPr>
        <w:t xml:space="preserve">предвидените обществени </w:t>
      </w:r>
      <w:r>
        <w:rPr>
          <w:rFonts w:ascii="Times New Roman" w:hAnsi="Times New Roman"/>
        </w:rPr>
        <w:t>поръчки</w:t>
      </w:r>
      <w:r w:rsidR="00E43405">
        <w:rPr>
          <w:rFonts w:ascii="Times New Roman" w:hAnsi="Times New Roman"/>
        </w:rPr>
        <w:t xml:space="preserve"> по процедурата са в процес на подготовка</w:t>
      </w:r>
      <w:r w:rsidR="008D0BCE">
        <w:rPr>
          <w:rFonts w:ascii="Times New Roman" w:hAnsi="Times New Roman"/>
        </w:rPr>
        <w:t xml:space="preserve"> и съгласуване с </w:t>
      </w:r>
      <w:r w:rsidR="009C1689">
        <w:rPr>
          <w:rFonts w:ascii="Times New Roman" w:hAnsi="Times New Roman"/>
        </w:rPr>
        <w:t>Европейската комисия</w:t>
      </w:r>
      <w:r>
        <w:rPr>
          <w:rFonts w:ascii="Times New Roman" w:hAnsi="Times New Roman"/>
        </w:rPr>
        <w:t xml:space="preserve"> </w:t>
      </w:r>
      <w:r w:rsidR="00E43405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предвид това, че </w:t>
      </w:r>
      <w:r w:rsidR="00D67946">
        <w:rPr>
          <w:rFonts w:ascii="Times New Roman" w:hAnsi="Times New Roman"/>
        </w:rPr>
        <w:t>м</w:t>
      </w:r>
      <w:r>
        <w:rPr>
          <w:rFonts w:ascii="Times New Roman" w:hAnsi="Times New Roman"/>
        </w:rPr>
        <w:t>инист</w:t>
      </w:r>
      <w:r w:rsidR="00D67946">
        <w:rPr>
          <w:rFonts w:ascii="Times New Roman" w:hAnsi="Times New Roman"/>
        </w:rPr>
        <w:t>ъ</w:t>
      </w:r>
      <w:r>
        <w:rPr>
          <w:rFonts w:ascii="Times New Roman" w:hAnsi="Times New Roman"/>
        </w:rPr>
        <w:t>р</w:t>
      </w:r>
      <w:r w:rsidR="00D67946">
        <w:rPr>
          <w:rFonts w:ascii="Times New Roman" w:hAnsi="Times New Roman"/>
        </w:rPr>
        <w:t>ът</w:t>
      </w:r>
      <w:r>
        <w:rPr>
          <w:rFonts w:ascii="Times New Roman" w:hAnsi="Times New Roman"/>
        </w:rPr>
        <w:t xml:space="preserve"> на транспорта и съобщенията е о</w:t>
      </w:r>
      <w:r w:rsidR="00B669BB" w:rsidRPr="00FC310E">
        <w:rPr>
          <w:rFonts w:ascii="Times New Roman" w:hAnsi="Times New Roman"/>
        </w:rPr>
        <w:t>рганът</w:t>
      </w:r>
      <w:r>
        <w:rPr>
          <w:rFonts w:ascii="Times New Roman" w:hAnsi="Times New Roman"/>
        </w:rPr>
        <w:t>,</w:t>
      </w:r>
      <w:r w:rsidR="00B669BB" w:rsidRPr="00FC310E">
        <w:rPr>
          <w:rFonts w:ascii="Times New Roman" w:hAnsi="Times New Roman"/>
        </w:rPr>
        <w:t xml:space="preserve"> </w:t>
      </w:r>
      <w:r w:rsidR="009C1689">
        <w:rPr>
          <w:rFonts w:ascii="Times New Roman" w:hAnsi="Times New Roman"/>
        </w:rPr>
        <w:t>провеждащ</w:t>
      </w:r>
      <w:r w:rsidR="00B669BB" w:rsidRPr="00FC310E">
        <w:rPr>
          <w:rFonts w:ascii="Times New Roman" w:hAnsi="Times New Roman"/>
        </w:rPr>
        <w:t xml:space="preserve"> политиките в</w:t>
      </w:r>
      <w:r w:rsidR="009C1689">
        <w:rPr>
          <w:rFonts w:ascii="Times New Roman" w:hAnsi="Times New Roman"/>
        </w:rPr>
        <w:t xml:space="preserve"> областта на</w:t>
      </w:r>
      <w:r w:rsidR="00B669BB" w:rsidRPr="00FC310E">
        <w:rPr>
          <w:rFonts w:ascii="Times New Roman" w:hAnsi="Times New Roman"/>
        </w:rPr>
        <w:t xml:space="preserve"> транспорта и админ</w:t>
      </w:r>
      <w:r>
        <w:rPr>
          <w:rFonts w:ascii="Times New Roman" w:hAnsi="Times New Roman"/>
        </w:rPr>
        <w:t>истратор на помощ</w:t>
      </w:r>
      <w:r w:rsidR="00B669BB" w:rsidRPr="00FC310E">
        <w:rPr>
          <w:rFonts w:ascii="Times New Roman" w:hAnsi="Times New Roman"/>
        </w:rPr>
        <w:t xml:space="preserve">та, </w:t>
      </w:r>
      <w:r w:rsidR="009C1689">
        <w:rPr>
          <w:rFonts w:ascii="Times New Roman" w:hAnsi="Times New Roman"/>
        </w:rPr>
        <w:t xml:space="preserve">той е </w:t>
      </w:r>
      <w:r w:rsidR="00D67946">
        <w:rPr>
          <w:rFonts w:ascii="Times New Roman" w:hAnsi="Times New Roman"/>
        </w:rPr>
        <w:t>отговор</w:t>
      </w:r>
      <w:r w:rsidR="009C1689">
        <w:rPr>
          <w:rFonts w:ascii="Times New Roman" w:hAnsi="Times New Roman"/>
        </w:rPr>
        <w:t>ен и за</w:t>
      </w:r>
      <w:r w:rsidR="00D67946">
        <w:rPr>
          <w:rFonts w:ascii="Times New Roman" w:hAnsi="Times New Roman"/>
        </w:rPr>
        <w:t xml:space="preserve"> </w:t>
      </w:r>
      <w:r w:rsidR="00E43405">
        <w:rPr>
          <w:rFonts w:ascii="Times New Roman" w:hAnsi="Times New Roman"/>
        </w:rPr>
        <w:t>въвеждането на</w:t>
      </w:r>
      <w:r w:rsidR="00B669BB" w:rsidRPr="00FC310E">
        <w:rPr>
          <w:rFonts w:ascii="Times New Roman" w:hAnsi="Times New Roman"/>
        </w:rPr>
        <w:t xml:space="preserve"> всички пр</w:t>
      </w:r>
      <w:r w:rsidR="00E60C8A">
        <w:rPr>
          <w:rFonts w:ascii="Times New Roman" w:hAnsi="Times New Roman"/>
        </w:rPr>
        <w:t>авила и изисквания на Регламент (ЕО) № 1370/2007</w:t>
      </w:r>
      <w:r>
        <w:rPr>
          <w:rFonts w:ascii="Times New Roman" w:hAnsi="Times New Roman"/>
        </w:rPr>
        <w:t xml:space="preserve"> </w:t>
      </w:r>
      <w:r w:rsidR="00E43405">
        <w:rPr>
          <w:rFonts w:ascii="Times New Roman" w:hAnsi="Times New Roman"/>
        </w:rPr>
        <w:t>в новия</w:t>
      </w:r>
      <w:r w:rsidR="00356510">
        <w:rPr>
          <w:rFonts w:ascii="Times New Roman" w:hAnsi="Times New Roman"/>
        </w:rPr>
        <w:t>/те</w:t>
      </w:r>
      <w:r w:rsidR="00E43405">
        <w:rPr>
          <w:rFonts w:ascii="Times New Roman" w:hAnsi="Times New Roman"/>
        </w:rPr>
        <w:t xml:space="preserve"> договор/и за обществен превоз на пътници и осъществява</w:t>
      </w:r>
      <w:r w:rsidR="00D67946">
        <w:rPr>
          <w:rFonts w:ascii="Times New Roman" w:hAnsi="Times New Roman"/>
        </w:rPr>
        <w:t>нето на</w:t>
      </w:r>
      <w:r w:rsidR="00E43405">
        <w:rPr>
          <w:rFonts w:ascii="Times New Roman" w:hAnsi="Times New Roman"/>
        </w:rPr>
        <w:t xml:space="preserve"> контрол по спазването им при изпълнението на съответните услуги.</w:t>
      </w:r>
    </w:p>
    <w:p w:rsidR="00396C99" w:rsidRPr="00793DC5" w:rsidRDefault="00396C99" w:rsidP="00B022FA">
      <w:pPr>
        <w:pStyle w:val="Header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</w:rPr>
      </w:pPr>
    </w:p>
    <w:p w:rsidR="00396C99" w:rsidRPr="00793DC5" w:rsidRDefault="006F037E" w:rsidP="00AB1E94">
      <w:pPr>
        <w:pStyle w:val="Header"/>
        <w:tabs>
          <w:tab w:val="clear" w:pos="4153"/>
          <w:tab w:val="clear" w:pos="8306"/>
        </w:tabs>
        <w:spacing w:line="240" w:lineRule="auto"/>
        <w:ind w:left="3600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F7007CE3-3B79-4DE5-BAC0-2E5497F50433}" provid="{00000000-0000-0000-0000-000000000000}" o:suggestedsigner="МИНИСТЪР НА ФИНАНСИТЕ" o:suggestedsigner2="ТЕМЕНУЖКА ПЕТКОВА" issignatureline="t"/>
          </v:shape>
        </w:pict>
      </w:r>
    </w:p>
    <w:sectPr w:rsidR="00396C99" w:rsidRPr="00793DC5" w:rsidSect="002454EF">
      <w:headerReference w:type="first" r:id="rId9"/>
      <w:footerReference w:type="first" r:id="rId10"/>
      <w:pgSz w:w="11906" w:h="16838" w:code="9"/>
      <w:pgMar w:top="1440" w:right="1274" w:bottom="1440" w:left="1560" w:header="56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A10" w:rsidRDefault="008F3A10">
      <w:r>
        <w:separator/>
      </w:r>
    </w:p>
  </w:endnote>
  <w:endnote w:type="continuationSeparator" w:id="0">
    <w:p w:rsidR="008F3A10" w:rsidRDefault="008F3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D00FE" w:rsidP="001D5C0F">
    <w:pPr>
      <w:pStyle w:val="Footer"/>
      <w:tabs>
        <w:tab w:val="clear" w:pos="4153"/>
        <w:tab w:val="clear" w:pos="8306"/>
        <w:tab w:val="center" w:pos="5358"/>
        <w:tab w:val="right" w:pos="8312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A042654" wp14:editId="5C3F2015">
              <wp:simplePos x="0" y="0"/>
              <wp:positionH relativeFrom="column">
                <wp:posOffset>-672019</wp:posOffset>
              </wp:positionH>
              <wp:positionV relativeFrom="paragraph">
                <wp:posOffset>85337</wp:posOffset>
              </wp:positionV>
              <wp:extent cx="6851246" cy="0"/>
              <wp:effectExtent l="0" t="0" r="26035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1246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E2AC6F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pt,6.7pt" to="486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jCGQIAADI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" o:allowincell="f"/>
          </w:pict>
        </mc:Fallback>
      </mc:AlternateContent>
    </w:r>
  </w:p>
  <w:p w:rsidR="0099644D" w:rsidRPr="00B022FA" w:rsidRDefault="0099644D" w:rsidP="002274B4">
    <w:pPr>
      <w:pStyle w:val="Footer"/>
      <w:tabs>
        <w:tab w:val="clear" w:pos="4153"/>
        <w:tab w:val="clear" w:pos="8306"/>
        <w:tab w:val="center" w:pos="4536"/>
        <w:tab w:val="right" w:pos="9923"/>
      </w:tabs>
      <w:spacing w:after="0" w:line="240" w:lineRule="auto"/>
      <w:ind w:left="-993" w:right="-1044" w:firstLine="284"/>
      <w:jc w:val="left"/>
      <w:rPr>
        <w:rFonts w:ascii="Times New Roman CYR" w:hAnsi="Times New Roman CYR"/>
        <w:b/>
        <w:color w:val="000000"/>
        <w:sz w:val="18"/>
        <w:szCs w:val="18"/>
      </w:rPr>
    </w:pPr>
    <w:r w:rsidRPr="00B022FA">
      <w:rPr>
        <w:rFonts w:ascii="Times New Roman CYR" w:hAnsi="Times New Roman CYR"/>
        <w:b/>
        <w:color w:val="000000"/>
        <w:sz w:val="18"/>
        <w:szCs w:val="18"/>
      </w:rPr>
      <w:t>София - 1040</w:t>
    </w:r>
    <w:r w:rsidRPr="00B022FA">
      <w:rPr>
        <w:rFonts w:ascii="Times New Roman CYR" w:hAnsi="Times New Roman CYR"/>
        <w:b/>
        <w:color w:val="000000"/>
        <w:sz w:val="18"/>
        <w:szCs w:val="18"/>
      </w:rPr>
      <w:tab/>
      <w:t xml:space="preserve"> тел. централа: 9859 1</w:t>
    </w:r>
    <w:r w:rsidRPr="00B022FA">
      <w:rPr>
        <w:rFonts w:ascii="Times New Roman CYR" w:hAnsi="Times New Roman CYR"/>
        <w:b/>
        <w:color w:val="000000"/>
        <w:sz w:val="18"/>
        <w:szCs w:val="18"/>
      </w:rPr>
      <w:tab/>
      <w:t xml:space="preserve"> </w:t>
    </w:r>
    <w:r w:rsidR="00765285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 xml:space="preserve">                                          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>@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>.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bg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 xml:space="preserve"> </w:t>
    </w:r>
  </w:p>
  <w:p w:rsidR="0099644D" w:rsidRPr="00B022FA" w:rsidRDefault="007206AD" w:rsidP="00765285">
    <w:pPr>
      <w:pStyle w:val="Footer"/>
      <w:tabs>
        <w:tab w:val="clear" w:pos="4153"/>
        <w:tab w:val="clear" w:pos="8306"/>
        <w:tab w:val="center" w:pos="4536"/>
        <w:tab w:val="right" w:pos="9923"/>
      </w:tabs>
      <w:spacing w:after="0" w:line="240" w:lineRule="auto"/>
      <w:ind w:left="-709" w:right="-1044" w:firstLine="0"/>
      <w:jc w:val="left"/>
      <w:rPr>
        <w:rFonts w:ascii="Times New Roman CYR" w:hAnsi="Times New Roman CYR"/>
        <w:b/>
        <w:color w:val="000000"/>
        <w:sz w:val="18"/>
        <w:szCs w:val="18"/>
      </w:rPr>
    </w:pPr>
    <w:r>
      <w:rPr>
        <w:rFonts w:ascii="Times New Roman CYR" w:hAnsi="Times New Roman CYR"/>
        <w:b/>
        <w:color w:val="000000"/>
        <w:sz w:val="18"/>
        <w:szCs w:val="18"/>
      </w:rPr>
      <w:t>ул. ”</w:t>
    </w:r>
    <w:proofErr w:type="spellStart"/>
    <w:r>
      <w:rPr>
        <w:rFonts w:ascii="Times New Roman CYR" w:hAnsi="Times New Roman CYR"/>
        <w:b/>
        <w:color w:val="000000"/>
        <w:sz w:val="18"/>
        <w:szCs w:val="18"/>
      </w:rPr>
      <w:t>Г.С.Раковски</w:t>
    </w:r>
    <w:proofErr w:type="spellEnd"/>
    <w:r>
      <w:rPr>
        <w:rFonts w:ascii="Times New Roman CYR" w:hAnsi="Times New Roman CYR"/>
        <w:b/>
        <w:color w:val="000000"/>
        <w:sz w:val="18"/>
        <w:szCs w:val="18"/>
      </w:rPr>
      <w:t>” №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>102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ab/>
      <w:t>факс: 980 68 63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ab/>
    </w:r>
    <w:r w:rsidR="00765285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 xml:space="preserve">   </w:t>
    </w:r>
    <w:r w:rsidR="0099644D" w:rsidRPr="00B022FA">
      <w:rPr>
        <w:rFonts w:ascii="Times New Roman" w:hAnsi="Times New Roman"/>
        <w:b/>
        <w:color w:val="000000"/>
        <w:sz w:val="18"/>
        <w:szCs w:val="18"/>
        <w:lang w:val="en-US"/>
      </w:rPr>
      <w:t>www</w:t>
    </w:r>
    <w:r w:rsidR="0099644D" w:rsidRPr="00B022FA">
      <w:rPr>
        <w:rFonts w:ascii="Times New Roman" w:hAnsi="Times New Roman"/>
        <w:b/>
        <w:color w:val="000000"/>
        <w:sz w:val="18"/>
        <w:szCs w:val="18"/>
      </w:rPr>
      <w:t>.</w:t>
    </w:r>
    <w:proofErr w:type="spellStart"/>
    <w:r w:rsidR="0099644D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="0099644D" w:rsidRPr="00B022FA">
      <w:rPr>
        <w:rFonts w:ascii="Times New Roman CYR" w:hAnsi="Times New Roman CYR"/>
        <w:b/>
        <w:color w:val="000000"/>
        <w:sz w:val="18"/>
        <w:szCs w:val="18"/>
      </w:rPr>
      <w:t>.</w:t>
    </w:r>
    <w:proofErr w:type="spellStart"/>
    <w:r w:rsidR="0099644D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bg</w:t>
    </w:r>
    <w:proofErr w:type="spellEnd"/>
    <w:r w:rsidR="0099644D" w:rsidRPr="00B022FA">
      <w:rPr>
        <w:rFonts w:ascii="Times New Roman CYR" w:hAnsi="Times New Roman CYR"/>
        <w:b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A10" w:rsidRDefault="008F3A10">
      <w:r>
        <w:separator/>
      </w:r>
    </w:p>
  </w:footnote>
  <w:footnote w:type="continuationSeparator" w:id="0">
    <w:p w:rsidR="008F3A10" w:rsidRDefault="008F3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B61" w:rsidRPr="00793DC5" w:rsidRDefault="001A3519" w:rsidP="001A3519">
    <w:pPr>
      <w:pStyle w:val="Header"/>
      <w:tabs>
        <w:tab w:val="clear" w:pos="4153"/>
        <w:tab w:val="center" w:pos="4111"/>
      </w:tabs>
      <w:ind w:firstLine="0"/>
      <w:jc w:val="center"/>
      <w:rPr>
        <w:rFonts w:ascii="Times New Roman CYR" w:hAnsi="Times New Roman CYR"/>
        <w:noProof/>
        <w:color w:val="000000"/>
        <w:sz w:val="22"/>
        <w:szCs w:val="22"/>
        <w:lang w:eastAsia="bg-BG"/>
      </w:rPr>
    </w:pPr>
    <w:r>
      <w:rPr>
        <w:noProof/>
        <w:lang w:eastAsia="bg-BG"/>
      </w:rPr>
      <w:drawing>
        <wp:inline distT="0" distB="0" distL="0" distR="0">
          <wp:extent cx="1015340" cy="865505"/>
          <wp:effectExtent l="0" t="0" r="0" b="0"/>
          <wp:docPr id="12" name="Picture 12" descr="gerb_1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1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724" cy="936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3B61" w:rsidRPr="002274B4" w:rsidRDefault="00043B61" w:rsidP="001A3519">
    <w:pPr>
      <w:pStyle w:val="Header"/>
      <w:tabs>
        <w:tab w:val="clear" w:pos="4153"/>
        <w:tab w:val="center" w:pos="4253"/>
      </w:tabs>
      <w:spacing w:after="0" w:line="240" w:lineRule="auto"/>
      <w:ind w:firstLine="0"/>
      <w:jc w:val="center"/>
      <w:rPr>
        <w:rFonts w:ascii="Times New Roman" w:hAnsi="Times New Roman"/>
        <w:b/>
        <w:color w:val="000000"/>
        <w:spacing w:val="30"/>
        <w:sz w:val="28"/>
        <w:szCs w:val="28"/>
      </w:rPr>
    </w:pPr>
    <w:r w:rsidRPr="002274B4">
      <w:rPr>
        <w:rFonts w:ascii="Times New Roman" w:hAnsi="Times New Roman"/>
        <w:b/>
        <w:color w:val="000000"/>
        <w:spacing w:val="30"/>
        <w:sz w:val="28"/>
        <w:szCs w:val="28"/>
      </w:rPr>
      <w:t>РЕПУБЛИКА БЪЛГАРИЯ</w:t>
    </w:r>
  </w:p>
  <w:p w:rsidR="00043B61" w:rsidRPr="001A3519" w:rsidRDefault="002274B4" w:rsidP="00123DB0">
    <w:pPr>
      <w:pStyle w:val="Header"/>
      <w:spacing w:before="100" w:after="0" w:line="240" w:lineRule="auto"/>
      <w:ind w:firstLine="0"/>
      <w:jc w:val="center"/>
      <w:rPr>
        <w:rFonts w:ascii="Times New Roman" w:hAnsi="Times New Roman"/>
        <w:b/>
        <w:color w:val="000000"/>
        <w:szCs w:val="24"/>
      </w:rPr>
    </w:pPr>
    <w:r w:rsidRPr="002274B4">
      <w:rPr>
        <w:rFonts w:ascii="Times New Roman CYR" w:hAnsi="Times New Roman CYR"/>
        <w:noProof/>
        <w:color w:val="000000"/>
        <w:sz w:val="28"/>
        <w:szCs w:val="28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FF6DDF1" wp14:editId="3CAD7298">
              <wp:simplePos x="0" y="0"/>
              <wp:positionH relativeFrom="margin">
                <wp:posOffset>-636905</wp:posOffset>
              </wp:positionH>
              <wp:positionV relativeFrom="paragraph">
                <wp:posOffset>275590</wp:posOffset>
              </wp:positionV>
              <wp:extent cx="6750050" cy="23495"/>
              <wp:effectExtent l="0" t="0" r="31750" b="33655"/>
              <wp:wrapTopAndBottom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50050" cy="2349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315343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0.15pt,21.7pt" to="481.3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" o:allowincell="f" strokeweight=".15pt">
              <w10:wrap type="topAndBottom" anchorx="margin"/>
            </v:line>
          </w:pict>
        </mc:Fallback>
      </mc:AlternateContent>
    </w:r>
    <w:r w:rsidR="001D5C0F" w:rsidRPr="002274B4">
      <w:rPr>
        <w:rFonts w:ascii="Times New Roman CYR" w:hAnsi="Times New Roman CYR"/>
        <w:noProof/>
        <w:color w:val="000000"/>
        <w:sz w:val="28"/>
        <w:szCs w:val="28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4F1965C" wp14:editId="4321FFB1">
              <wp:simplePos x="0" y="0"/>
              <wp:positionH relativeFrom="column">
                <wp:posOffset>-636395</wp:posOffset>
              </wp:positionH>
              <wp:positionV relativeFrom="paragraph">
                <wp:posOffset>311661</wp:posOffset>
              </wp:positionV>
              <wp:extent cx="6761827" cy="22291"/>
              <wp:effectExtent l="0" t="0" r="20320" b="3492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1827" cy="22291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F8B000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0.1pt,24.55pt" to="482.3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" o:allowincell="f" strokeweight=".15pt"/>
          </w:pict>
        </mc:Fallback>
      </mc:AlternateContent>
    </w:r>
    <w:r w:rsidR="00043B61" w:rsidRPr="002274B4">
      <w:rPr>
        <w:rFonts w:ascii="Times New Roman" w:hAnsi="Times New Roman"/>
        <w:b/>
        <w:color w:val="000000"/>
        <w:sz w:val="28"/>
        <w:szCs w:val="28"/>
      </w:rPr>
      <w:t>Министерство на финансите</w:t>
    </w:r>
  </w:p>
  <w:p w:rsidR="007206AD" w:rsidRDefault="007206AD" w:rsidP="002274B4">
    <w:pPr>
      <w:autoSpaceDE w:val="0"/>
      <w:autoSpaceDN w:val="0"/>
      <w:adjustRightInd w:val="0"/>
      <w:spacing w:before="240" w:after="0" w:line="240" w:lineRule="auto"/>
      <w:ind w:left="-993" w:firstLine="0"/>
      <w:jc w:val="left"/>
      <w:rPr>
        <w:rFonts w:ascii="Times New Roman" w:hAnsi="Times New Roman"/>
        <w:color w:val="000000"/>
        <w:sz w:val="22"/>
        <w:szCs w:val="22"/>
        <w:lang w:val="en-US"/>
      </w:rPr>
    </w:pPr>
  </w:p>
  <w:p w:rsidR="0099644D" w:rsidRPr="002274B4" w:rsidRDefault="008F3A10" w:rsidP="002274B4">
    <w:pPr>
      <w:pStyle w:val="Header"/>
      <w:tabs>
        <w:tab w:val="clear" w:pos="4153"/>
        <w:tab w:val="clear" w:pos="8306"/>
        <w:tab w:val="left" w:pos="4516"/>
      </w:tabs>
      <w:spacing w:after="0" w:line="240" w:lineRule="auto"/>
      <w:ind w:left="-993" w:firstLine="0"/>
      <w:jc w:val="lef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color w:val="000000"/>
        <w:sz w:val="22"/>
        <w:szCs w:val="22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Microsoft Office Signature Line..." style="width:192.2pt;height:95.8pt">
          <v:imagedata r:id="rId2" o:title=""/>
          <o:lock v:ext="edit" ungrouping="t" rotation="t" cropping="t" verticies="t" text="t" grouping="t"/>
          <o:signatureline v:ext="edit" id="{A7699735-3B43-4D32-8B31-34033B94161A}" provid="{00000000-0000-0000-0000-000000000000}" o:suggestedsigner="Изх. №" o:suggestedsigner2="София" issignatureline="t"/>
        </v:shape>
      </w:pict>
    </w:r>
    <w:r w:rsidR="002274B4">
      <w:rPr>
        <w:rFonts w:ascii="Times New Roman" w:hAnsi="Times New Roman"/>
        <w:sz w:val="22"/>
        <w:szCs w:val="22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F0415"/>
    <w:multiLevelType w:val="hybridMultilevel"/>
    <w:tmpl w:val="9F340B46"/>
    <w:lvl w:ilvl="0" w:tplc="FA043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A94B65"/>
    <w:multiLevelType w:val="hybridMultilevel"/>
    <w:tmpl w:val="9730B8D6"/>
    <w:lvl w:ilvl="0" w:tplc="CA0CB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35A3F"/>
    <w:multiLevelType w:val="hybridMultilevel"/>
    <w:tmpl w:val="D59081FE"/>
    <w:lvl w:ilvl="0" w:tplc="08EA60D2">
      <w:start w:val="1"/>
      <w:numFmt w:val="bullet"/>
      <w:lvlText w:val="-"/>
      <w:lvlJc w:val="left"/>
      <w:pPr>
        <w:ind w:left="65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" w15:restartNumberingAfterBreak="0">
    <w:nsid w:val="34F55821"/>
    <w:multiLevelType w:val="hybridMultilevel"/>
    <w:tmpl w:val="4C0A9618"/>
    <w:lvl w:ilvl="0" w:tplc="FB6E56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143925"/>
    <w:multiLevelType w:val="hybridMultilevel"/>
    <w:tmpl w:val="B18E1526"/>
    <w:lvl w:ilvl="0" w:tplc="56F2D7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B90207"/>
    <w:multiLevelType w:val="hybridMultilevel"/>
    <w:tmpl w:val="AECA2FA0"/>
    <w:lvl w:ilvl="0" w:tplc="028E4F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D128C3"/>
    <w:multiLevelType w:val="hybridMultilevel"/>
    <w:tmpl w:val="921A7326"/>
    <w:lvl w:ilvl="0" w:tplc="1304C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EF"/>
    <w:rsid w:val="00017D9A"/>
    <w:rsid w:val="00021DD5"/>
    <w:rsid w:val="00033337"/>
    <w:rsid w:val="00043B61"/>
    <w:rsid w:val="00054917"/>
    <w:rsid w:val="00056B03"/>
    <w:rsid w:val="00062810"/>
    <w:rsid w:val="00077B1C"/>
    <w:rsid w:val="000B26E9"/>
    <w:rsid w:val="000E7F85"/>
    <w:rsid w:val="00120AE6"/>
    <w:rsid w:val="00123DB0"/>
    <w:rsid w:val="0017185E"/>
    <w:rsid w:val="001A3519"/>
    <w:rsid w:val="001D5C0F"/>
    <w:rsid w:val="00211FDB"/>
    <w:rsid w:val="002274B4"/>
    <w:rsid w:val="0023095B"/>
    <w:rsid w:val="00241A7B"/>
    <w:rsid w:val="002454EF"/>
    <w:rsid w:val="00247DFC"/>
    <w:rsid w:val="002621CF"/>
    <w:rsid w:val="0027100B"/>
    <w:rsid w:val="0028491A"/>
    <w:rsid w:val="002A73B1"/>
    <w:rsid w:val="002D7F95"/>
    <w:rsid w:val="003109E0"/>
    <w:rsid w:val="00313832"/>
    <w:rsid w:val="003437FF"/>
    <w:rsid w:val="00352A0C"/>
    <w:rsid w:val="00356510"/>
    <w:rsid w:val="00356E70"/>
    <w:rsid w:val="0036073A"/>
    <w:rsid w:val="003638E2"/>
    <w:rsid w:val="00396C99"/>
    <w:rsid w:val="003975D9"/>
    <w:rsid w:val="003A181B"/>
    <w:rsid w:val="003F212A"/>
    <w:rsid w:val="004001CD"/>
    <w:rsid w:val="00412DD3"/>
    <w:rsid w:val="0043553F"/>
    <w:rsid w:val="0044032B"/>
    <w:rsid w:val="004635F3"/>
    <w:rsid w:val="00485DC6"/>
    <w:rsid w:val="004C3769"/>
    <w:rsid w:val="004D2782"/>
    <w:rsid w:val="004D4E72"/>
    <w:rsid w:val="004D7234"/>
    <w:rsid w:val="004E1670"/>
    <w:rsid w:val="004F0774"/>
    <w:rsid w:val="00506E42"/>
    <w:rsid w:val="005144EA"/>
    <w:rsid w:val="00565AFA"/>
    <w:rsid w:val="00567192"/>
    <w:rsid w:val="00570BBE"/>
    <w:rsid w:val="00594C41"/>
    <w:rsid w:val="005D3E9F"/>
    <w:rsid w:val="00634850"/>
    <w:rsid w:val="00641E9E"/>
    <w:rsid w:val="006568A1"/>
    <w:rsid w:val="006674AD"/>
    <w:rsid w:val="00673F00"/>
    <w:rsid w:val="006752CB"/>
    <w:rsid w:val="00675D2E"/>
    <w:rsid w:val="006C58EC"/>
    <w:rsid w:val="006E374E"/>
    <w:rsid w:val="006E40F0"/>
    <w:rsid w:val="006E5477"/>
    <w:rsid w:val="006F037E"/>
    <w:rsid w:val="006F52A2"/>
    <w:rsid w:val="0070691E"/>
    <w:rsid w:val="007206AD"/>
    <w:rsid w:val="00733F88"/>
    <w:rsid w:val="00765285"/>
    <w:rsid w:val="00786F00"/>
    <w:rsid w:val="00793DC5"/>
    <w:rsid w:val="007D60CD"/>
    <w:rsid w:val="007F2B7D"/>
    <w:rsid w:val="00810EBF"/>
    <w:rsid w:val="00842CD3"/>
    <w:rsid w:val="00853D2D"/>
    <w:rsid w:val="008873A1"/>
    <w:rsid w:val="008A3C0D"/>
    <w:rsid w:val="008C5F89"/>
    <w:rsid w:val="008D0B86"/>
    <w:rsid w:val="008D0BCE"/>
    <w:rsid w:val="008F3A10"/>
    <w:rsid w:val="00912CF9"/>
    <w:rsid w:val="009150DC"/>
    <w:rsid w:val="0095549B"/>
    <w:rsid w:val="00955888"/>
    <w:rsid w:val="0099644D"/>
    <w:rsid w:val="009B7706"/>
    <w:rsid w:val="009C1689"/>
    <w:rsid w:val="00A032D2"/>
    <w:rsid w:val="00A060A3"/>
    <w:rsid w:val="00A12379"/>
    <w:rsid w:val="00A502DF"/>
    <w:rsid w:val="00A66A0A"/>
    <w:rsid w:val="00A84EFE"/>
    <w:rsid w:val="00A861C8"/>
    <w:rsid w:val="00A942FB"/>
    <w:rsid w:val="00AB1E94"/>
    <w:rsid w:val="00AC1EB0"/>
    <w:rsid w:val="00AC6520"/>
    <w:rsid w:val="00AD00FE"/>
    <w:rsid w:val="00B022FA"/>
    <w:rsid w:val="00B11F8B"/>
    <w:rsid w:val="00B21FB2"/>
    <w:rsid w:val="00B345AF"/>
    <w:rsid w:val="00B447A6"/>
    <w:rsid w:val="00B61BA8"/>
    <w:rsid w:val="00B64989"/>
    <w:rsid w:val="00B669BB"/>
    <w:rsid w:val="00B7732D"/>
    <w:rsid w:val="00BB05E5"/>
    <w:rsid w:val="00BB6F9C"/>
    <w:rsid w:val="00BC035A"/>
    <w:rsid w:val="00BF7CF8"/>
    <w:rsid w:val="00C1150F"/>
    <w:rsid w:val="00C25071"/>
    <w:rsid w:val="00CC5651"/>
    <w:rsid w:val="00CD7DDE"/>
    <w:rsid w:val="00CE0B41"/>
    <w:rsid w:val="00D67946"/>
    <w:rsid w:val="00DA6254"/>
    <w:rsid w:val="00DC3A09"/>
    <w:rsid w:val="00DC468C"/>
    <w:rsid w:val="00DD0ED4"/>
    <w:rsid w:val="00DE62E6"/>
    <w:rsid w:val="00E41F20"/>
    <w:rsid w:val="00E43405"/>
    <w:rsid w:val="00E60C8A"/>
    <w:rsid w:val="00E60F9F"/>
    <w:rsid w:val="00E6139D"/>
    <w:rsid w:val="00E7009E"/>
    <w:rsid w:val="00E70226"/>
    <w:rsid w:val="00E731B3"/>
    <w:rsid w:val="00E9567D"/>
    <w:rsid w:val="00ED2B2B"/>
    <w:rsid w:val="00ED688A"/>
    <w:rsid w:val="00F1254E"/>
    <w:rsid w:val="00F42A42"/>
    <w:rsid w:val="00F52705"/>
    <w:rsid w:val="00F76B2F"/>
    <w:rsid w:val="00FA30A4"/>
    <w:rsid w:val="00FC0A09"/>
    <w:rsid w:val="00FC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68CF99"/>
  <w15:docId w15:val="{49C0D0F5-886E-453D-B158-C97C5EF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4EF"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link w:val="BodyTextIndentChar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character" w:customStyle="1" w:styleId="HeaderChar">
    <w:name w:val="Header Char"/>
    <w:link w:val="Header"/>
    <w:rsid w:val="00DE62E6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rsid w:val="00043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43B61"/>
    <w:rPr>
      <w:rFonts w:ascii="Segoe UI" w:hAnsi="Segoe UI" w:cs="Segoe UI"/>
      <w:sz w:val="18"/>
      <w:szCs w:val="1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CE0B41"/>
    <w:rPr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675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5\04-18-6\&#1041;&#1083;&#1072;&#1085;&#1082;&#1072;%20&#1085;&#1072;%20&#1052;&#1048;&#1053;&#1048;&#1057;&#1058;&#1066;&#1056;%20&#1050;&#1059;&#1045;&#105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8" Type="http://schemas.openxmlformats.org/package/2006/relationships/digital-signature/signature" Target="sig8.xml"/><Relationship Id="rId7" Type="http://schemas.openxmlformats.org/package/2006/relationships/digital-signature/signature" Target="sig7.xml"/></Relationships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JH/Qn0gcgjSdhqg7lVjFvKHkFBcZk+pFbkX+wchO1Hk=</DigestValue>
    </Reference>
    <Reference Type="http://www.w3.org/2000/09/xmldsig#Object" URI="#idOfficeObject">
      <DigestMethod Algorithm="http://www.w3.org/2001/04/xmlenc#sha256"/>
      <DigestValue>UXDElg7jHxDDWhrLzmXsaRGOWw9dQykIrJA+kxvEf6Y=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ssxr4aDTQ+Av+LCSDM2FJoiG0q4pKN6Wsh4HHJcvN/o=</DigestValue>
    </Reference>
    <Reference Type="http://www.w3.org/2000/09/xmldsig#Object" URI="#idValidSigLnImg">
      <DigestMethod Algorithm="http://www.w3.org/2001/04/xmlenc#sha256"/>
      <DigestValue>w7lWYFpoPnma9vUWhCtYzw5e6jGxvm2bZrIAOhGzX+Y=</DigestValue>
    </Reference>
    <Reference Type="http://www.w3.org/2000/09/xmldsig#Object" URI="#idInvalidSigLnImg">
      <DigestMethod Algorithm="http://www.w3.org/2001/04/xmlenc#sha256"/>
      <DigestValue>v04EYMsKCxngvJe2QLSlgewdGClkcPhS8kMObq5vno0=</DigestValue>
    </Reference>
  </SignedInfo>
  <SignatureValue>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</SignatureValue>
  <KeyInfo>
    <X509Data>
      <X509Certificate>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aohkI8G5HS9zoIXoPCsMGJ4hxoaBlg8Qs116Ses7G+Q=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Yd9kXlWMKB4Gv5Rag9B4KAhurF4nn7nDTRFHP7Tiwps=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okmYbBHo8d+iYTyNJtXSXWDpEHsaQZ4wAUTlPrNlw3E=</DigestValue>
      </Reference>
      <Reference URI="/word/document.xml?ContentType=application/vnd.openxmlformats-officedocument.wordprocessingml.document.main+xml">
        <DigestMethod Algorithm="http://www.w3.org/2001/04/xmlenc#sha256"/>
        <DigestValue>oc+hq4KJrmuEv5IYhodLTqDzhVHqHI+FuepdcAzV80w=</DigestValue>
      </Reference>
      <Reference URI="/word/endnotes.xml?ContentType=application/vnd.openxmlformats-officedocument.wordprocessingml.endnotes+xml">
        <DigestMethod Algorithm="http://www.w3.org/2001/04/xmlenc#sha256"/>
        <DigestValue>pLdUmv4wPk+l+O+tcxqLOHGcirqfnbtjSKP/ocxmImQ=</DigestValue>
      </Reference>
      <Reference URI="/word/fontTable.xml?ContentType=application/vnd.openxmlformats-officedocument.wordprocessingml.fontTable+xml">
        <DigestMethod Algorithm="http://www.w3.org/2001/04/xmlenc#sha256"/>
        <DigestValue>0I4SZ1C9WJbOfUlNaA0V5UEoVLbDGX7plhY1Ji5rqmE=</DigestValue>
      </Reference>
      <Reference URI="/word/footer1.xml?ContentType=application/vnd.openxmlformats-officedocument.wordprocessingml.footer+xml">
        <DigestMethod Algorithm="http://www.w3.org/2001/04/xmlenc#sha256"/>
        <DigestValue>DX9+fHExTDI8D48w+k1MCrx9tKH2FidaOTDxCnVboho=</DigestValue>
      </Reference>
      <Reference URI="/word/footnotes.xml?ContentType=application/vnd.openxmlformats-officedocument.wordprocessingml.footnotes+xml">
        <DigestMethod Algorithm="http://www.w3.org/2001/04/xmlenc#sha256"/>
        <DigestValue>0bJWYGRsGF17THqCVsqBa1yWv9PEaBCqwDkmGdU2b60=</DigestValue>
      </Reference>
      <Reference URI="/word/header1.xml?ContentType=application/vnd.openxmlformats-officedocument.wordprocessingml.header+xml">
        <DigestMethod Algorithm="http://www.w3.org/2001/04/xmlenc#sha256"/>
        <DigestValue>sVhgg/Gz4aeWy3an8psS6oGGs6pZ3csnELbq9Uhphsk=</DigestValue>
      </Reference>
      <Reference URI="/word/media/image1.emf?ContentType=image/x-emf">
        <DigestMethod Algorithm="http://www.w3.org/2001/04/xmlenc#sha256"/>
        <DigestValue>HmN4RmJCUdp52/lO8rSAKfZ0YgpTS/ZKley/0YbfAXU=</DigestValue>
      </Reference>
      <Reference URI="/word/media/image2.jpeg?ContentType=image/jpeg">
        <DigestMethod Algorithm="http://www.w3.org/2001/04/xmlenc#sha256"/>
        <DigestValue>zLKXYZXSRE2k5PGFfcT42qDU6bvSPvy37G+1HVs4OYQ=</DigestValue>
      </Reference>
      <Reference URI="/word/media/image3.emf?ContentType=image/x-emf">
        <DigestMethod Algorithm="http://www.w3.org/2001/04/xmlenc#sha256"/>
        <DigestValue>LMUF4CYNt6lhIbmzwfnNo3f+psRjiUd9bwql7VWqB/I=</DigestValue>
      </Reference>
      <Reference URI="/word/numbering.xml?ContentType=application/vnd.openxmlformats-officedocument.wordprocessingml.numbering+xml">
        <DigestMethod Algorithm="http://www.w3.org/2001/04/xmlenc#sha256"/>
        <DigestValue>LOWr5DBr6eP9m+9GUesivsy1lC83UXAddff3pD8ZYEU=</DigestValue>
      </Reference>
      <Reference URI="/word/settings.xml?ContentType=application/vnd.openxmlformats-officedocument.wordprocessingml.settings+xml">
        <DigestMethod Algorithm="http://www.w3.org/2001/04/xmlenc#sha256"/>
        <DigestValue>uww6cVULCZh0FawEY34yaj/GWESv54NxPu2zgCfeXt8=</DigestValue>
      </Reference>
      <Reference URI="/word/styles.xml?ContentType=application/vnd.openxmlformats-officedocument.wordprocessingml.styles+xml">
        <DigestMethod Algorithm="http://www.w3.org/2001/04/xmlenc#sha256"/>
        <DigestValue>PLMdcsvjVuN9O9G6IwRKv9An4TkFh1fliQY4mPSgYn4=</DigestValue>
      </Reference>
      <Reference URI="/word/theme/theme1.xml?ContentType=application/vnd.openxmlformats-officedocument.theme+xml">
        <DigestMethod Algorithm="http://www.w3.org/2001/04/xmlenc#sha256"/>
        <DigestValue>Gzlhtf8EUeyzXJmjd603b0+/K+oFv6Wp6eCHOquqQ6U=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2025-03-05T16:32:32Z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{F7007CE3-3B79-4DE5-BAC0-2E5497F50433}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2025-03-05T16:32:32Z</xd:SigningTime>
          <xd:SigningCertificate>
            <xd:Cert>
              <xd:CertDigest>
                <DigestMethod Algorithm="http://www.w3.org/2001/04/xmlenc#sha256"/>
                <DigestValue>x55V3vuhVpjcXgDNIt/YpJYS+tPmIlkSZHbavy+nqtE=</DigestValue>
              </xd:CertDigest>
              <xd:IssuerSerial>
                <X509IssuerName>C=BG, L=Sofia, O=Information Services JSC, OID.2.5.4.97=NTRBG-831641791, CN=StampIT Global Qualified CA</X509IssuerName>
                <X509SerialNumber>6626495090784028047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n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VZXbQV9C20HBAAAABAAAAAsAAABMAAAAAAAAAAAAAAAAAAAA//////////9kAAAANQAuADM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MwAAAAKAAAAUAAAAJwAAABcAAAAAQAAAFWV20FfQttBCgAAAFAAAAAVAAAATAAAAAAAAAAAAAAAAAAAAP//////////eAAAABwEGAQdBBgEIQQiBCoEIAQgAB0EEAQgACQEGAQdBBAEHQQhBBgEIgQVBAAACgAAAAgAAAAIAAAACAAAAAcAAAAGAAAACAAAAAYAAAADAAAACAAAAAcAAAADAAAABwAAAAgAAAAIAAAABwAAAAgAAAAHAAAACAAAAAY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</Object>
  <Object Id="idInvalidSigLnImg">AQAAAGwAAAAAAAAAAAAAAP8AAAB/AAAAAAAAAAAAAABzGwAAtQ0AACBFTUYAAAEAP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By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CyL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BVldtBX0LbQSoAAAAzAAAAAQAAAEwAAAAAAAAAAAAAAAAAAAD//////////1AAAAAgADgt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MAAAACgAAAFAAAACcAAAAXAAAAAEAAABVldtBX0LbQQoAAABQAAAAFQAAAEwAAAAAAAAAAAAAAAAAAAD//////////3gAAAAcBBgEHQQYBCEEIgQqBCAEIAAdBBAEIAAkBBgEHQQQBB0EIQQYBCIEFQR4LQoAAAAIAAAACAAAAAgAAAAHAAAABgAAAAgAAAAGAAAAAwAAAAgAAAAHAAAAAwAAAAcAAAAIAAAACAAAAAcAAAAIAAAABwAAAAg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</Object>
</Signature>
</file>

<file path=_xmlsignatures/sig8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3q6KaB2+7VSJYSWfreTdhkPQCjhsU+8XUvPUFFBagnY=</DigestValue>
    </Reference>
    <Reference Type="http://www.w3.org/2000/09/xmldsig#Object" URI="#idOfficeObject">
      <DigestMethod Algorithm="http://www.w3.org/2001/04/xmlenc#sha256"/>
      <DigestValue>u8ac/Ot8ja5lzbqadezJ0F3MVtooCKoz3BKCcdPnXYs=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d+cInmwDfonreXswxsqMg08QzHo9x6aRQ7mXF6O/nt0=</DigestValue>
    </Reference>
    <Reference Type="http://www.w3.org/2000/09/xmldsig#Object" URI="#idValidSigLnImg">
      <DigestMethod Algorithm="http://www.w3.org/2001/04/xmlenc#sha256"/>
      <DigestValue>NGOWdpCGjCuFRwA4FonnvNphRaN36Gt/hNc/1+xMlyU=</DigestValue>
    </Reference>
    <Reference Type="http://www.w3.org/2000/09/xmldsig#Object" URI="#idInvalidSigLnImg">
      <DigestMethod Algorithm="http://www.w3.org/2001/04/xmlenc#sha256"/>
      <DigestValue>bu5rrP53Cb8FEw6BN3I+PQILh3ovazwaYsJHO0uhI2Q=</DigestValue>
    </Reference>
  </SignedInfo>
  <SignatureValue>domkR8qBlQOafB6o8e5JeFkQeuZUAVYbjHUr9zxBQ+hsvnN7wT/0X1JyaqNa8qVQaYPtVX99+VC3
HpcGcG4L+nndLExa1/PjDgtVGDYha/u7IPwPfil2gDP7OVZoTwJCt6Oq5QIJojldS7QnszBywnTs
e3t1C6zwawH/qgsH96Iu1YxiaQq1JpvEJmq5r3i3kPv1Sn9Joxgs3vmWk7WRu1LKqqQCjEQFprxR
GFjtl1Q41YEZ7/kUWjsTMYvdfdAVoQJKiq5SLP+pmazSKVKInOs5/9mvjgVIUisQgqQv8P6buJC0
mlc7+QhmaCfoIGfKYUdbzkK5HBtKKPrUrfbSdQ==</SignatureValue>
  <KeyInfo>
    <X509Data>
      <X509Certificate>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aohkI8G5HS9zoIXoPCsMGJ4hxoaBlg8Qs116Ses7G+Q=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Yd9kXlWMKB4Gv5Rag9B4KAhurF4nn7nDTRFHP7Tiwps=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okmYbBHo8d+iYTyNJtXSXWDpEHsaQZ4wAUTlPrNlw3E=</DigestValue>
      </Reference>
      <Reference URI="/word/document.xml?ContentType=application/vnd.openxmlformats-officedocument.wordprocessingml.document.main+xml">
        <DigestMethod Algorithm="http://www.w3.org/2001/04/xmlenc#sha256"/>
        <DigestValue>oc+hq4KJrmuEv5IYhodLTqDzhVHqHI+FuepdcAzV80w=</DigestValue>
      </Reference>
      <Reference URI="/word/endnotes.xml?ContentType=application/vnd.openxmlformats-officedocument.wordprocessingml.endnotes+xml">
        <DigestMethod Algorithm="http://www.w3.org/2001/04/xmlenc#sha256"/>
        <DigestValue>pLdUmv4wPk+l+O+tcxqLOHGcirqfnbtjSKP/ocxmImQ=</DigestValue>
      </Reference>
      <Reference URI="/word/fontTable.xml?ContentType=application/vnd.openxmlformats-officedocument.wordprocessingml.fontTable+xml">
        <DigestMethod Algorithm="http://www.w3.org/2001/04/xmlenc#sha256"/>
        <DigestValue>0I4SZ1C9WJbOfUlNaA0V5UEoVLbDGX7plhY1Ji5rqmE=</DigestValue>
      </Reference>
      <Reference URI="/word/footer1.xml?ContentType=application/vnd.openxmlformats-officedocument.wordprocessingml.footer+xml">
        <DigestMethod Algorithm="http://www.w3.org/2001/04/xmlenc#sha256"/>
        <DigestValue>DX9+fHExTDI8D48w+k1MCrx9tKH2FidaOTDxCnVboho=</DigestValue>
      </Reference>
      <Reference URI="/word/footnotes.xml?ContentType=application/vnd.openxmlformats-officedocument.wordprocessingml.footnotes+xml">
        <DigestMethod Algorithm="http://www.w3.org/2001/04/xmlenc#sha256"/>
        <DigestValue>0bJWYGRsGF17THqCVsqBa1yWv9PEaBCqwDkmGdU2b60=</DigestValue>
      </Reference>
      <Reference URI="/word/header1.xml?ContentType=application/vnd.openxmlformats-officedocument.wordprocessingml.header+xml">
        <DigestMethod Algorithm="http://www.w3.org/2001/04/xmlenc#sha256"/>
        <DigestValue>sVhgg/Gz4aeWy3an8psS6oGGs6pZ3csnELbq9Uhphsk=</DigestValue>
      </Reference>
      <Reference URI="/word/media/image1.emf?ContentType=image/x-emf">
        <DigestMethod Algorithm="http://www.w3.org/2001/04/xmlenc#sha256"/>
        <DigestValue>HmN4RmJCUdp52/lO8rSAKfZ0YgpTS/ZKley/0YbfAXU=</DigestValue>
      </Reference>
      <Reference URI="/word/media/image2.jpeg?ContentType=image/jpeg">
        <DigestMethod Algorithm="http://www.w3.org/2001/04/xmlenc#sha256"/>
        <DigestValue>zLKXYZXSRE2k5PGFfcT42qDU6bvSPvy37G+1HVs4OYQ=</DigestValue>
      </Reference>
      <Reference URI="/word/media/image3.emf?ContentType=image/x-emf">
        <DigestMethod Algorithm="http://www.w3.org/2001/04/xmlenc#sha256"/>
        <DigestValue>LMUF4CYNt6lhIbmzwfnNo3f+psRjiUd9bwql7VWqB/I=</DigestValue>
      </Reference>
      <Reference URI="/word/numbering.xml?ContentType=application/vnd.openxmlformats-officedocument.wordprocessingml.numbering+xml">
        <DigestMethod Algorithm="http://www.w3.org/2001/04/xmlenc#sha256"/>
        <DigestValue>LOWr5DBr6eP9m+9GUesivsy1lC83UXAddff3pD8ZYEU=</DigestValue>
      </Reference>
      <Reference URI="/word/settings.xml?ContentType=application/vnd.openxmlformats-officedocument.wordprocessingml.settings+xml">
        <DigestMethod Algorithm="http://www.w3.org/2001/04/xmlenc#sha256"/>
        <DigestValue>uww6cVULCZh0FawEY34yaj/GWESv54NxPu2zgCfeXt8=</DigestValue>
      </Reference>
      <Reference URI="/word/styles.xml?ContentType=application/vnd.openxmlformats-officedocument.wordprocessingml.styles+xml">
        <DigestMethod Algorithm="http://www.w3.org/2001/04/xmlenc#sha256"/>
        <DigestValue>PLMdcsvjVuN9O9G6IwRKv9An4TkFh1fliQY4mPSgYn4=</DigestValue>
      </Reference>
      <Reference URI="/word/theme/theme1.xml?ContentType=application/vnd.openxmlformats-officedocument.theme+xml">
        <DigestMethod Algorithm="http://www.w3.org/2001/04/xmlenc#sha256"/>
        <DigestValue>Gzlhtf8EUeyzXJmjd603b0+/K+oFv6Wp6eCHOquqQ6U=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2025-03-05T17:00:26Z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{A7699735-3B43-4D32-8B31-34033B94161A}</SetupID>
          <SignatureText>04-18-6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2025-03-05T17:00:26Z</xd:SigningTime>
          <xd:SigningCertificate>
            <xd:Cert>
              <xd:CertDigest>
                <DigestMethod Algorithm="http://www.w3.org/2001/04/xmlenc#sha256"/>
                <DigestValue>a064ohAK0YoS+ThNryczhEoN6SP/ydaqysmxO2miVho=</DigestValue>
              </xd:CertDigest>
              <xd:IssuerSerial>
                <X509IssuerName>C=BG, L=Sofia, O=Information Services JSC, OID.2.5.4.97=NTRBG-831641791, CN=StampIT Global Qualified CA</X509IssuerName>
                <X509SerialNumber>5431411800262819443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jGwAAkQ0AACBFTUYAAAEA8BoAAKo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BUB8meAd3h5MwEJAAAADGiAdwkAAABYgDMBAAAAAHh5MwF4eTMBMkvEbAAAAAAiS8RsAAAAAAAAAAAAAAAAAAAAAAAAAAC47TIBAAAAAAAAAAAAAAAAAAAAAAAAAAAAAAAAAAAAAAAAAAAAAAAAAAAAAAAAAAAAAAAAAAAAAAAAAAAAAAAA6JAVAf0BGFWEZop33JEVAUjTfHd4eTMBDEiabAAAAABY1Hx3//8AAAAAAAA71Xx3O9V8dwySFQEAAAAAAAAAAOH3IncAAAAABwAAADySFQE8khU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0w6QAAAAcJAVAXheeXYIBwrA5JAVAdCSFQGFXnl2YJ1pCYiQFQEAAAAAAAB6ASMAAAANAAAAIwAAAGBCegEBAAAAgAAAAAAAAACAAAAAfwcAALgKbQkBAAAAwAB6ATsAAAAjAAAAAQAAAPjjawkAAAAAgAAAAH8HAAAwA3oBAADQCsAAAQE4khUBOVx5doiQFQECAAAARVx5dgAAAADg////AAAAAAAAAAAAAAAAkAEAAAAAAAEAAAAAYQByAAAAAAAAAAAA4fcidwAAAAAGAAAA3JEVAdyRFQEAAgAA/P///wEAAAAAAAAAAAAAAAAAAAAAAAAAAAAAAAAAAABkdgAIAAAAACUAAAAMAAAAAwAAABgAAAAMAAAAAAAAAhIAAAAMAAAAAQAAABYAAAAMAAAACAAAAFQAAABUAAAACgAAACcAAAAeAAAASgAAAAEAAABVFdlBewnZ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C0AAABcAAAAAQAAAFUV2UF7CdlBCgAAAFAAAAAGAAAATAAAAAAAAAAAAAAAAAAAAP//////////WAAAABgENwRFBC4AIAAWIQgAAAAFAAAABQAAAAM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</Object>
  <Object Id="idInvalidSigLnImg">AQAAAGwAAAAAAAAAAAAAAP8AAAB/AAAAAAAAAAAAAAAjGwAAkQ0AACBFTUYAAAEAkB4AALA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ZDYAHinU4fDMBXFvEbHkWCgCAqxUBbK0VAYVeeXbyZ4B3JKsVAQAAAAAMaIB3IAAAACh6MwEAAAAAeHkzAXh5MwGQ0NNrAAAAAH9ggWsJAAAAAAAAAAAAAAAAAAAAAAAAALjtMgEAAAAAAAAAAAAAAAAAAAAAAAAAAAAAAAAAANAKAAAAANSsFQEAAIZ1kCR8dwAAAABFXHl2eKwVAZAkfHcMNX936q8kd/////9IqxUBTKsVAQQAAACEqxUBAADEbAkAAAAAAAAA4fcid52bsmwJAAAAeKwVAXisFQEAAgAA/P///wEAAAAAAAAAAAAAAAAAAAAAAAAA6MTEdmR2AAgAAAAAJQAAAAwAAAABAAAAGAAAAAwAAAD/AAACEgAAAAwAAAABAAAAHgAAABgAAAAiAAAABAAAAHoAAAARAAAAJQAAAAwAAAABAAAAVAAAALQAAAAjAAAABAAAAHgAAAAQAAAAAQAAAFUV2UF7Cdl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VAfJngHd4eTMBCQAAAAxogHcJAAAAWIAzAQAAAAB4eTMBeHkzATJLxGwAAAAAIkvEbAAAAAAAAAAAAAAAAAAAAAAAAAAAuO0yAQAAAAAAAAAAAAAAAAAAAAAAAAAAAAAAAAAAAAAAAAAAAAAAAAAAAAAAAAAAAAAAAAAAAAAAAAAAAAAAAOiQFQH9ARhVhGaKd9yRFQFI03x3eHkzAQxImmwAAAAAWNR8d///AAAAAAAAO9V8dzvVfHcMkhUBAAAAAAAAAADh9yJ3AAAAAAcAAAA8khUBPJI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MOkAAAAHCQFQF4Xnl2CAcKwOSQFQHQkhUBhV55dmCdaQmIkBUBAAAAAAAAegEjAAAADQAAACMAAABgQnoBAQAAAIAAAAAAAAAAgAAAAH8HAAC4Cm0JAQAAAMAAegE7AAAAIwAAAAEAAAD442sJAAAAAIAAAAB/BwAAMAN6AQAA0ArAAAEBOJIVATlceXaIkBUBAgAAAEVceXYAAAAA4P///wAAAAAAAAAAAAAAAJABAAAAAAABAAAAAGEAcgAAAAAAAAAAAOH3IncAAAAABgAAANyRFQHckRUBAAIAAPz///8BAAAAAAAAAAAAAAAA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BVFdlBewnZ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BVFdlBewnZQQoAAABgAAAABQAAAEwAAAAAAAAAAAAAAAAAAAD//////////1gAAAAhBD4ERAQ4BE8EAAA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FUV2UF7Cdl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0CCF7-FF25-43F9-A640-26B7CBD5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Бланка на МИНИСТЪР КУЕП</Template>
  <TotalTime>8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creator>Кристина Куюмджиева</dc:creator>
  <cp:lastModifiedBy>Кристина Куюмджиева</cp:lastModifiedBy>
  <cp:revision>4</cp:revision>
  <cp:lastPrinted>2024-06-27T14:08:00Z</cp:lastPrinted>
  <dcterms:created xsi:type="dcterms:W3CDTF">2025-03-05T08:37:00Z</dcterms:created>
  <dcterms:modified xsi:type="dcterms:W3CDTF">2025-03-05T08:46:00Z</dcterms:modified>
</cp:coreProperties>
</file>