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A06" w:rsidRPr="006132D9" w:rsidRDefault="00971BBB" w:rsidP="00085DC7">
      <w:pPr>
        <w:pStyle w:val="Style"/>
        <w:ind w:left="6240" w:right="65"/>
        <w:rPr>
          <w:b/>
        </w:rPr>
      </w:pPr>
      <w:bookmarkStart w:id="0" w:name="_GoBack"/>
      <w:bookmarkEnd w:id="0"/>
      <w:r>
        <w:rPr>
          <w:b/>
        </w:rPr>
        <w:t>П</w:t>
      </w:r>
      <w:r w:rsidR="00C95530">
        <w:rPr>
          <w:b/>
        </w:rPr>
        <w:t>риложение</w:t>
      </w:r>
      <w:r>
        <w:rPr>
          <w:b/>
        </w:rPr>
        <w:t xml:space="preserve"> № </w:t>
      </w:r>
      <w:r w:rsidR="006132D9">
        <w:rPr>
          <w:b/>
        </w:rPr>
        <w:t>5</w:t>
      </w:r>
    </w:p>
    <w:p w:rsidR="00085DC7" w:rsidRDefault="00085DC7" w:rsidP="005F5A06">
      <w:pPr>
        <w:pStyle w:val="Style"/>
        <w:ind w:left="0" w:right="65"/>
        <w:rPr>
          <w:lang w:val="en-US"/>
        </w:rPr>
      </w:pPr>
    </w:p>
    <w:p w:rsidR="00971BBB" w:rsidRPr="00971BBB" w:rsidRDefault="00971BBB" w:rsidP="005F5A06">
      <w:pPr>
        <w:pStyle w:val="Style"/>
        <w:ind w:left="0" w:right="65"/>
        <w:rPr>
          <w:lang w:val="en-US"/>
        </w:rPr>
      </w:pPr>
    </w:p>
    <w:p w:rsidR="005F5A06" w:rsidRPr="00971BBB" w:rsidRDefault="005F5A06" w:rsidP="005F5A06">
      <w:pPr>
        <w:pStyle w:val="Style"/>
        <w:ind w:left="0" w:right="65"/>
        <w:rPr>
          <w:b/>
        </w:rPr>
      </w:pPr>
      <w:r w:rsidRPr="00971BBB">
        <w:rPr>
          <w:b/>
        </w:rPr>
        <w:t>Покритие на застрахователни рискове</w:t>
      </w:r>
    </w:p>
    <w:p w:rsidR="00F5464C" w:rsidRPr="00BF445D" w:rsidRDefault="00F5464C" w:rsidP="005F5A06">
      <w:pPr>
        <w:pStyle w:val="Style"/>
        <w:ind w:left="0" w:right="65"/>
      </w:pPr>
    </w:p>
    <w:p w:rsidR="005F5A06" w:rsidRPr="00BF445D" w:rsidRDefault="005F5A06" w:rsidP="005F5A06">
      <w:pPr>
        <w:pStyle w:val="Style"/>
        <w:ind w:left="0" w:right="65"/>
      </w:pPr>
      <w:r w:rsidRPr="00BF445D">
        <w:t>1. Пожар, мълния, експлозия, имплозия.</w:t>
      </w:r>
    </w:p>
    <w:p w:rsidR="005F5A06" w:rsidRPr="00BF445D" w:rsidRDefault="005F5A06" w:rsidP="005F5A06">
      <w:pPr>
        <w:pStyle w:val="Style"/>
        <w:ind w:left="0" w:right="65"/>
      </w:pPr>
      <w:r w:rsidRPr="00BF445D">
        <w:t>2. Сблъсък с летателни апарати и тела и/или падащи предмети от тях.</w:t>
      </w:r>
    </w:p>
    <w:p w:rsidR="005F5A06" w:rsidRPr="00BF445D" w:rsidRDefault="005F5A06" w:rsidP="005F5A06">
      <w:pPr>
        <w:pStyle w:val="Style"/>
        <w:ind w:left="0" w:right="65"/>
      </w:pPr>
      <w:r w:rsidRPr="00BF445D">
        <w:t>3. Буря, ураган.</w:t>
      </w:r>
    </w:p>
    <w:p w:rsidR="005F5A06" w:rsidRPr="00BF445D" w:rsidRDefault="005F5A06" w:rsidP="005F5A06">
      <w:pPr>
        <w:pStyle w:val="Style"/>
        <w:ind w:left="0" w:right="65"/>
      </w:pPr>
      <w:r w:rsidRPr="00BF445D">
        <w:t>4. Тежест и измокряне от естествено натрупване на сняг или лед.</w:t>
      </w:r>
    </w:p>
    <w:p w:rsidR="005F5A06" w:rsidRPr="00BF445D" w:rsidRDefault="005F5A06" w:rsidP="005F5A06">
      <w:pPr>
        <w:pStyle w:val="Style"/>
        <w:ind w:left="0" w:right="65"/>
      </w:pPr>
      <w:r w:rsidRPr="00BF445D">
        <w:t>5. Измокряне от забравени кранове или чешми или авария на водопроводни или отоплителни инсталации.</w:t>
      </w:r>
    </w:p>
    <w:p w:rsidR="005F5A06" w:rsidRPr="00BF445D" w:rsidRDefault="005F5A06" w:rsidP="005F5A06">
      <w:pPr>
        <w:pStyle w:val="Style"/>
        <w:ind w:left="0" w:right="65"/>
      </w:pPr>
      <w:r w:rsidRPr="00BF445D">
        <w:t>6. Наводнения от природни бедствия.</w:t>
      </w:r>
    </w:p>
    <w:p w:rsidR="005F5A06" w:rsidRPr="00BF445D" w:rsidRDefault="005F5A06" w:rsidP="005F5A06">
      <w:pPr>
        <w:pStyle w:val="Style"/>
        <w:ind w:left="0" w:right="65"/>
      </w:pPr>
      <w:r w:rsidRPr="00BF445D">
        <w:t>7. Свличане на земни маси.</w:t>
      </w:r>
    </w:p>
    <w:p w:rsidR="005F5A06" w:rsidRPr="00BF445D" w:rsidRDefault="005F5A06" w:rsidP="005F5A06">
      <w:pPr>
        <w:pStyle w:val="Style"/>
        <w:ind w:left="0" w:right="65"/>
      </w:pPr>
      <w:r w:rsidRPr="00BF445D">
        <w:t>8. Земетресения.</w:t>
      </w:r>
    </w:p>
    <w:p w:rsidR="005F5A06" w:rsidRPr="00BF445D" w:rsidRDefault="005F5A06" w:rsidP="005F5A06">
      <w:pPr>
        <w:pStyle w:val="Style"/>
        <w:ind w:left="0" w:right="65"/>
      </w:pPr>
      <w:r w:rsidRPr="00BF445D">
        <w:t>9. Кражби от всякакъв тип.</w:t>
      </w:r>
    </w:p>
    <w:p w:rsidR="005F5A06" w:rsidRPr="00BF445D" w:rsidRDefault="005F5A06" w:rsidP="005F5A06">
      <w:pPr>
        <w:pStyle w:val="Style"/>
        <w:ind w:left="0" w:right="65"/>
      </w:pPr>
      <w:r w:rsidRPr="00BF445D">
        <w:t>10. Транспортиране на застрахованото имущество със собствен автотранспорт.</w:t>
      </w:r>
    </w:p>
    <w:p w:rsidR="005F5A06" w:rsidRPr="00BF445D" w:rsidRDefault="005F5A06" w:rsidP="005F5A06">
      <w:pPr>
        <w:ind w:right="65"/>
        <w:jc w:val="both"/>
      </w:pPr>
    </w:p>
    <w:p w:rsidR="005A13B7" w:rsidRPr="00CC5423" w:rsidRDefault="005A13B7" w:rsidP="00CC5423"/>
    <w:sectPr w:rsidR="005A13B7" w:rsidRPr="00CC5423" w:rsidSect="005F5A06">
      <w:pgSz w:w="12240" w:h="15840"/>
      <w:pgMar w:top="1417" w:right="1260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1DC2" w:rsidRDefault="00651DC2" w:rsidP="00D011FC">
      <w:r>
        <w:separator/>
      </w:r>
    </w:p>
  </w:endnote>
  <w:endnote w:type="continuationSeparator" w:id="0">
    <w:p w:rsidR="00651DC2" w:rsidRDefault="00651DC2" w:rsidP="00D01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1DC2" w:rsidRDefault="00651DC2" w:rsidP="00D011FC">
      <w:r>
        <w:separator/>
      </w:r>
    </w:p>
  </w:footnote>
  <w:footnote w:type="continuationSeparator" w:id="0">
    <w:p w:rsidR="00651DC2" w:rsidRDefault="00651DC2" w:rsidP="00D011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289"/>
    <w:rsid w:val="00036852"/>
    <w:rsid w:val="0007730E"/>
    <w:rsid w:val="00085DC7"/>
    <w:rsid w:val="001E70A8"/>
    <w:rsid w:val="0024485E"/>
    <w:rsid w:val="00535028"/>
    <w:rsid w:val="005A13B7"/>
    <w:rsid w:val="005F5A06"/>
    <w:rsid w:val="006132D9"/>
    <w:rsid w:val="00651DC2"/>
    <w:rsid w:val="00665876"/>
    <w:rsid w:val="00666C41"/>
    <w:rsid w:val="0075761C"/>
    <w:rsid w:val="00971BBB"/>
    <w:rsid w:val="009E0F75"/>
    <w:rsid w:val="00BB4CF5"/>
    <w:rsid w:val="00C95530"/>
    <w:rsid w:val="00CB175D"/>
    <w:rsid w:val="00CB2289"/>
    <w:rsid w:val="00CC5423"/>
    <w:rsid w:val="00D011FC"/>
    <w:rsid w:val="00DF6CCA"/>
    <w:rsid w:val="00DF7FAE"/>
    <w:rsid w:val="00E554C2"/>
    <w:rsid w:val="00F5464C"/>
    <w:rsid w:val="00FE2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93B4AD-902B-4B82-BFA8-C53FF7F96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5A06"/>
    <w:rPr>
      <w:sz w:val="24"/>
      <w:szCs w:val="24"/>
      <w:lang w:val="bg-BG" w:eastAsia="bg-BG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tyle">
    <w:name w:val="Style"/>
    <w:rsid w:val="00CB2289"/>
    <w:pPr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Corp.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IARA</dc:creator>
  <cp:keywords/>
  <cp:lastModifiedBy>Master MZHG</cp:lastModifiedBy>
  <cp:revision>2</cp:revision>
  <dcterms:created xsi:type="dcterms:W3CDTF">2020-03-27T13:18:00Z</dcterms:created>
  <dcterms:modified xsi:type="dcterms:W3CDTF">2020-03-27T13:18:00Z</dcterms:modified>
</cp:coreProperties>
</file>