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B40" w:rsidRPr="0078204B" w:rsidRDefault="00D3127C" w:rsidP="006167CB">
      <w:pPr>
        <w:pStyle w:val="NormalWeb"/>
        <w:pBdr>
          <w:top w:val="single" w:sz="4" w:space="1" w:color="auto"/>
          <w:left w:val="single" w:sz="4" w:space="4" w:color="auto"/>
          <w:bottom w:val="single" w:sz="4" w:space="0" w:color="auto"/>
          <w:right w:val="single" w:sz="4" w:space="4" w:color="auto"/>
        </w:pBdr>
        <w:jc w:val="center"/>
        <w:divId w:val="1319992045"/>
        <w:rPr>
          <w:b/>
          <w:bCs/>
        </w:rPr>
      </w:pPr>
      <w:r>
        <w:rPr>
          <w:noProof/>
        </w:rPr>
        <w:pict>
          <v:shapetype id="_x0000_t202" coordsize="21600,21600" o:spt="202" path="m,l,21600r21600,l21600,xe">
            <v:stroke joinstyle="miter"/>
            <v:path gradientshapeok="t" o:connecttype="rect"/>
          </v:shapetype>
          <v:shape id="Text Box 2" o:spid="_x0000_s1027" type="#_x0000_t202" style="position:absolute;left:0;text-align:left;margin-left:353.1pt;margin-top:-33.75pt;width:108.85pt;height:22.25pt;z-index:251657728;visibility:visible">
            <v:textbox>
              <w:txbxContent>
                <w:p w:rsidR="009D5B40" w:rsidRPr="00D43E81" w:rsidRDefault="009D5B40" w:rsidP="007662EC">
                  <w:pPr>
                    <w:rPr>
                      <w:b/>
                      <w:bCs/>
                    </w:rPr>
                  </w:pPr>
                  <w:r>
                    <w:rPr>
                      <w:b/>
                      <w:bCs/>
                    </w:rPr>
                    <w:t>Приложение 12</w:t>
                  </w:r>
                  <w:r>
                    <w:rPr>
                      <w:b/>
                      <w:bCs/>
                      <w:lang w:val="en-US"/>
                    </w:rPr>
                    <w:t xml:space="preserve"> 12</w:t>
                  </w:r>
                  <w:r>
                    <w:rPr>
                      <w:b/>
                      <w:bCs/>
                    </w:rPr>
                    <w:t>№Р</w:t>
                  </w:r>
                </w:p>
              </w:txbxContent>
            </v:textbox>
          </v:shape>
        </w:pict>
      </w:r>
      <w:r w:rsidR="009D5B40">
        <w:rPr>
          <w:b/>
          <w:bCs/>
        </w:rPr>
        <w:t>ЗАЯВЛЕНИЕ</w:t>
      </w:r>
      <w:r w:rsidR="009D5B40" w:rsidRPr="0078204B">
        <w:rPr>
          <w:b/>
          <w:bCs/>
        </w:rPr>
        <w:t xml:space="preserve"> </w:t>
      </w:r>
      <w:r w:rsidR="009D5B40">
        <w:rPr>
          <w:b/>
          <w:bCs/>
        </w:rPr>
        <w:t xml:space="preserve">ЗА </w:t>
      </w:r>
      <w:r w:rsidR="009D5B40" w:rsidRPr="0078204B">
        <w:rPr>
          <w:b/>
          <w:bCs/>
        </w:rPr>
        <w:t xml:space="preserve">ПРОФИЛ ЗА ДОСТЪП </w:t>
      </w:r>
      <w:r w:rsidR="009D5B40">
        <w:rPr>
          <w:b/>
          <w:bCs/>
        </w:rPr>
        <w:t>НА УПЪЛНОМОЩЕНИ ОТ БЕНЕФИЦИЕНТА</w:t>
      </w:r>
      <w:r w:rsidR="009D5B40" w:rsidRPr="0078204B">
        <w:rPr>
          <w:b/>
          <w:bCs/>
        </w:rPr>
        <w:t xml:space="preserve"> </w:t>
      </w:r>
      <w:r w:rsidR="009D5B40">
        <w:rPr>
          <w:b/>
          <w:bCs/>
        </w:rPr>
        <w:t xml:space="preserve">ЛИЦА </w:t>
      </w:r>
      <w:r w:rsidR="009D5B40" w:rsidRPr="0078204B">
        <w:rPr>
          <w:b/>
          <w:bCs/>
        </w:rPr>
        <w:t>ДО</w:t>
      </w:r>
      <w:r w:rsidR="009D5B40">
        <w:rPr>
          <w:b/>
          <w:bCs/>
        </w:rPr>
        <w:t xml:space="preserve"> ИСУН 2020 </w:t>
      </w:r>
      <w:r w:rsidR="009D5B40" w:rsidRPr="0078204B">
        <w:rPr>
          <w:b/>
          <w:bCs/>
        </w:rPr>
        <w:t xml:space="preserve"> </w:t>
      </w:r>
    </w:p>
    <w:p w:rsidR="009D5B40" w:rsidRPr="0078204B" w:rsidRDefault="009D5B40" w:rsidP="00796E17">
      <w:pPr>
        <w:pStyle w:val="NormalWeb"/>
        <w:spacing w:after="240" w:afterAutospacing="0"/>
        <w:jc w:val="both"/>
        <w:divId w:val="1319992045"/>
      </w:pPr>
      <w:r w:rsidRPr="0078204B">
        <w:rPr>
          <w:rStyle w:val="spelle"/>
        </w:rPr>
        <w:t>Долуподписаният/ата</w:t>
      </w:r>
      <w:r>
        <w:rPr>
          <w:rStyle w:val="spelle"/>
        </w:rPr>
        <w:t>/ите</w:t>
      </w:r>
      <w:r w:rsidRPr="0078204B">
        <w:t xml:space="preserve">: </w:t>
      </w:r>
    </w:p>
    <w:p w:rsidR="009D5B40" w:rsidRPr="0078204B" w:rsidRDefault="009D5B40" w:rsidP="00796E17">
      <w:pPr>
        <w:pStyle w:val="NormalWeb"/>
        <w:spacing w:after="240" w:afterAutospacing="0"/>
        <w:jc w:val="center"/>
        <w:divId w:val="1319992045"/>
      </w:pPr>
      <w:r w:rsidRPr="0078204B">
        <w:t>................................................</w:t>
      </w:r>
      <w:bookmarkStart w:id="0" w:name="_GoBack"/>
      <w:bookmarkEnd w:id="0"/>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9D5B40" w:rsidRPr="0078204B" w:rsidRDefault="009D5B40" w:rsidP="00796E17">
      <w:pPr>
        <w:pStyle w:val="NormalWeb"/>
        <w:jc w:val="both"/>
        <w:divId w:val="1319992045"/>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9D5B40" w:rsidRPr="0078204B" w:rsidRDefault="009D5B40" w:rsidP="00796E17">
      <w:pPr>
        <w:pStyle w:val="NormalWeb"/>
        <w:jc w:val="both"/>
        <w:divId w:val="1319992045"/>
      </w:pPr>
      <w:r w:rsidRPr="0078204B">
        <w:t xml:space="preserve">изд. на .....................................от  ......................................................., в качеството ми на </w:t>
      </w:r>
    </w:p>
    <w:p w:rsidR="009D5B40" w:rsidRPr="0078204B" w:rsidRDefault="009D5B40" w:rsidP="00796E17">
      <w:pPr>
        <w:pStyle w:val="NormalWeb"/>
        <w:jc w:val="both"/>
        <w:divId w:val="1319992045"/>
      </w:pPr>
      <w:r w:rsidRPr="0078204B">
        <w:t xml:space="preserve">..........................................., </w:t>
      </w:r>
      <w:r w:rsidRPr="0078204B">
        <w:rPr>
          <w:rStyle w:val="grame"/>
        </w:rPr>
        <w:t xml:space="preserve">представляващ </w:t>
      </w:r>
      <w:r w:rsidRPr="0078204B">
        <w:t xml:space="preserve">......................................................................, </w:t>
      </w:r>
    </w:p>
    <w:p w:rsidR="009D5B40" w:rsidRDefault="009D5B40" w:rsidP="00796E17">
      <w:pPr>
        <w:pStyle w:val="NormalWeb"/>
        <w:jc w:val="both"/>
        <w:divId w:val="1319992045"/>
      </w:pPr>
      <w:r w:rsidRPr="0078204B">
        <w:t xml:space="preserve">ЕИК ...................................................., </w:t>
      </w:r>
    </w:p>
    <w:p w:rsidR="009D5B40" w:rsidRDefault="009D5B40" w:rsidP="003F4D04">
      <w:pPr>
        <w:pStyle w:val="NormalWeb"/>
        <w:numPr>
          <w:ilvl w:val="0"/>
          <w:numId w:val="29"/>
        </w:numPr>
        <w:jc w:val="both"/>
        <w:divId w:val="1319992045"/>
      </w:pPr>
      <w:r>
        <w:t>Упълномощавам/е:</w:t>
      </w:r>
    </w:p>
    <w:p w:rsidR="009D5B40" w:rsidRDefault="009D5B40" w:rsidP="00F22863">
      <w:pPr>
        <w:pStyle w:val="NormalWeb"/>
        <w:numPr>
          <w:ilvl w:val="1"/>
          <w:numId w:val="29"/>
        </w:numPr>
        <w:spacing w:after="0" w:afterAutospacing="0"/>
        <w:ind w:left="1117" w:hanging="357"/>
        <w:jc w:val="both"/>
        <w:divId w:val="1319992045"/>
      </w:pPr>
      <w:r>
        <w:t xml:space="preserve">............................................................................................................................... </w:t>
      </w:r>
    </w:p>
    <w:p w:rsidR="009D5B40" w:rsidRDefault="009D5B40" w:rsidP="00F22863">
      <w:pPr>
        <w:pStyle w:val="NormalWeb"/>
        <w:spacing w:before="0" w:beforeAutospacing="0"/>
        <w:ind w:left="3047" w:firstLine="493"/>
        <w:jc w:val="both"/>
        <w:divId w:val="1319992045"/>
      </w:pPr>
      <w:r>
        <w:t>(</w:t>
      </w:r>
      <w:r w:rsidRPr="00F22863">
        <w:rPr>
          <w:i/>
          <w:iCs/>
          <w:sz w:val="20"/>
          <w:szCs w:val="20"/>
          <w:u w:val="single"/>
        </w:rPr>
        <w:t>име, презиме, фамилия</w:t>
      </w:r>
      <w:r>
        <w:t xml:space="preserve">) </w:t>
      </w:r>
    </w:p>
    <w:p w:rsidR="009D5B40" w:rsidRDefault="009D5B40" w:rsidP="00F22863">
      <w:pPr>
        <w:pStyle w:val="NormalWeb"/>
        <w:spacing w:after="120" w:afterAutospacing="0" w:line="360" w:lineRule="auto"/>
        <w:ind w:left="1117"/>
        <w:jc w:val="both"/>
        <w:divId w:val="1319992045"/>
      </w:pPr>
      <w:r>
        <w:t>ЕГН...................................., документ за самоличност №....................................., изд. на ..................................... от ......................................................., в качеството му на ………………………………………………………………. по проект №…………………...................................................................................;</w:t>
      </w:r>
    </w:p>
    <w:p w:rsidR="009D5B40" w:rsidRPr="006167CB" w:rsidRDefault="009D5B40" w:rsidP="00F22863">
      <w:pPr>
        <w:pStyle w:val="NormalWeb"/>
        <w:jc w:val="both"/>
        <w:divId w:val="1319992045"/>
      </w:pPr>
      <w:r>
        <w:t xml:space="preserve">Да извършва/извършват всички действия по изпращане и получаване на данни  във връзка с отчитането на </w:t>
      </w:r>
      <w:r w:rsidRPr="0078204B">
        <w:t>договор/заповед за предоставяне на безвъзмездна финансова помощ №  …………………………………………… по процедура за предоставяне на безвъзмездна финансова помощ № ………………………………… “………………………………“</w:t>
      </w:r>
      <w:r>
        <w:t xml:space="preserve"> от мое/наше име и за моя/наша сметка.</w:t>
      </w:r>
    </w:p>
    <w:p w:rsidR="009D5B40" w:rsidRDefault="009D5B40" w:rsidP="00AC74F6">
      <w:pPr>
        <w:pStyle w:val="NormalWeb"/>
        <w:numPr>
          <w:ilvl w:val="0"/>
          <w:numId w:val="29"/>
        </w:numPr>
        <w:jc w:val="both"/>
        <w:divId w:val="1319992045"/>
      </w:pPr>
      <w:r>
        <w:t xml:space="preserve"> На лицето/ лицата по т. 1 следва да бъде създаден/и профил/и за достъп със</w:t>
      </w:r>
      <w:r w:rsidRPr="0078204B">
        <w:t xml:space="preserve"> следн</w:t>
      </w:r>
      <w:r>
        <w:t>ата информация:</w:t>
      </w:r>
    </w:p>
    <w:p w:rsidR="009D5B40" w:rsidRDefault="009D5B40" w:rsidP="00F22863">
      <w:pPr>
        <w:pStyle w:val="NormalWeb"/>
        <w:numPr>
          <w:ilvl w:val="1"/>
          <w:numId w:val="29"/>
        </w:numPr>
        <w:spacing w:after="0" w:afterAutospacing="0"/>
        <w:ind w:left="1117" w:hanging="357"/>
        <w:jc w:val="both"/>
        <w:divId w:val="1319992045"/>
      </w:pPr>
      <w:r>
        <w:t>Три имена:</w:t>
      </w:r>
      <w:r w:rsidRPr="000F6020">
        <w:t>........................................................................................</w:t>
      </w:r>
      <w:r>
        <w:t>...................;</w:t>
      </w:r>
    </w:p>
    <w:p w:rsidR="009D5B40" w:rsidRDefault="009D5B40" w:rsidP="00F66321">
      <w:pPr>
        <w:pStyle w:val="NormalWeb"/>
        <w:spacing w:before="0" w:beforeAutospacing="0"/>
        <w:ind w:left="3755" w:firstLine="493"/>
        <w:jc w:val="both"/>
        <w:divId w:val="1319992045"/>
      </w:pPr>
      <w:r w:rsidRPr="000F6020">
        <w:t>(</w:t>
      </w:r>
      <w:r w:rsidRPr="00DF313A">
        <w:rPr>
          <w:i/>
          <w:iCs/>
          <w:sz w:val="20"/>
          <w:szCs w:val="20"/>
          <w:u w:val="single"/>
        </w:rPr>
        <w:t>име, презиме, фамилия</w:t>
      </w:r>
      <w:r w:rsidRPr="000F6020">
        <w:t>)</w:t>
      </w:r>
    </w:p>
    <w:p w:rsidR="009D5B40" w:rsidRDefault="009D5B40" w:rsidP="00F22863">
      <w:pPr>
        <w:pStyle w:val="NormalWeb"/>
        <w:jc w:val="both"/>
        <w:divId w:val="1319992045"/>
      </w:pPr>
      <w:r>
        <w:t xml:space="preserve">  </w:t>
      </w:r>
      <w:r>
        <w:tab/>
      </w:r>
      <w:r>
        <w:tab/>
      </w:r>
      <w:r w:rsidRPr="000F6020">
        <w:t>ЕГН</w:t>
      </w:r>
      <w:r>
        <w:t xml:space="preserve"> /идентификатор/:</w:t>
      </w:r>
      <w:r w:rsidRPr="000F6020">
        <w:t>...........................................</w:t>
      </w:r>
      <w:r>
        <w:t>.........................................</w:t>
      </w:r>
      <w:r w:rsidRPr="000F6020">
        <w:t>..</w:t>
      </w:r>
      <w:r>
        <w:t>;</w:t>
      </w:r>
    </w:p>
    <w:p w:rsidR="009D5B40" w:rsidRDefault="009D5B40" w:rsidP="00F22863">
      <w:pPr>
        <w:pStyle w:val="NormalWeb"/>
        <w:spacing w:after="0" w:afterAutospacing="0"/>
        <w:divId w:val="1319992045"/>
      </w:pPr>
      <w:r>
        <w:t xml:space="preserve">    </w:t>
      </w:r>
      <w:r>
        <w:tab/>
      </w:r>
      <w:r>
        <w:tab/>
        <w:t>Е</w:t>
      </w:r>
      <w:r w:rsidRPr="00AC5555">
        <w:t>лектронна поща:</w:t>
      </w:r>
      <w:r>
        <w:t>…….………………………………………………………..;</w:t>
      </w:r>
    </w:p>
    <w:p w:rsidR="009D5B40" w:rsidRPr="00AC5555" w:rsidRDefault="009D5B40" w:rsidP="00F66321">
      <w:pPr>
        <w:pStyle w:val="NormalWeb"/>
        <w:spacing w:before="0" w:beforeAutospacing="0"/>
        <w:ind w:left="2124" w:firstLine="708"/>
        <w:jc w:val="center"/>
        <w:divId w:val="1319992045"/>
      </w:pPr>
      <w:r w:rsidRPr="0078204B">
        <w:rPr>
          <w:i/>
          <w:iCs/>
          <w:sz w:val="20"/>
          <w:szCs w:val="20"/>
        </w:rPr>
        <w:t>(</w:t>
      </w:r>
      <w:r w:rsidRPr="00DF313A">
        <w:rPr>
          <w:i/>
          <w:iCs/>
          <w:sz w:val="20"/>
          <w:szCs w:val="20"/>
          <w:u w:val="single"/>
        </w:rPr>
        <w:t>посочва се валиден адрес на електронна поща, чрез която ще се осъществява нотификацията на бенефициента</w:t>
      </w:r>
      <w:r w:rsidRPr="0078204B">
        <w:rPr>
          <w:i/>
          <w:iCs/>
          <w:sz w:val="20"/>
          <w:szCs w:val="20"/>
        </w:rPr>
        <w:t>)</w:t>
      </w:r>
    </w:p>
    <w:p w:rsidR="009D5B40" w:rsidRDefault="009D5B40" w:rsidP="00F22863">
      <w:pPr>
        <w:pStyle w:val="NormalWeb"/>
        <w:jc w:val="both"/>
        <w:divId w:val="1319992045"/>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D5B40" w:rsidRDefault="009D5B40" w:rsidP="00F66321">
      <w:pPr>
        <w:pStyle w:val="NormalWeb"/>
        <w:numPr>
          <w:ilvl w:val="1"/>
          <w:numId w:val="29"/>
        </w:numPr>
        <w:spacing w:after="0" w:afterAutospacing="0"/>
        <w:jc w:val="both"/>
        <w:divId w:val="1319992045"/>
      </w:pPr>
      <w:r>
        <w:lastRenderedPageBreak/>
        <w:t>Три имена:</w:t>
      </w:r>
      <w:r w:rsidRPr="000F6020">
        <w:t>........................................................................................</w:t>
      </w:r>
      <w:r>
        <w:t>....................;</w:t>
      </w:r>
      <w:r w:rsidRPr="000F6020">
        <w:t xml:space="preserve"> </w:t>
      </w:r>
    </w:p>
    <w:p w:rsidR="009D5B40" w:rsidRDefault="009D5B40" w:rsidP="00F66321">
      <w:pPr>
        <w:pStyle w:val="NormalWeb"/>
        <w:spacing w:before="0" w:beforeAutospacing="0"/>
        <w:ind w:left="3755" w:firstLine="493"/>
        <w:jc w:val="both"/>
        <w:divId w:val="1319992045"/>
      </w:pPr>
      <w:r w:rsidRPr="000F6020">
        <w:t>(</w:t>
      </w:r>
      <w:r w:rsidRPr="00DF313A">
        <w:rPr>
          <w:i/>
          <w:iCs/>
          <w:sz w:val="20"/>
          <w:szCs w:val="20"/>
          <w:u w:val="single"/>
        </w:rPr>
        <w:t>име, презиме, фамилия</w:t>
      </w:r>
      <w:r w:rsidRPr="000F6020">
        <w:t>)</w:t>
      </w:r>
    </w:p>
    <w:p w:rsidR="009D5B40" w:rsidRDefault="009D5B40" w:rsidP="00F66321">
      <w:pPr>
        <w:pStyle w:val="NormalWeb"/>
        <w:jc w:val="both"/>
        <w:divId w:val="1319992045"/>
      </w:pPr>
      <w:r>
        <w:t xml:space="preserve">  </w:t>
      </w:r>
      <w:r>
        <w:tab/>
      </w:r>
      <w:r>
        <w:tab/>
      </w:r>
      <w:r w:rsidRPr="000F6020">
        <w:t>ЕГН</w:t>
      </w:r>
      <w:r>
        <w:t xml:space="preserve"> /идентификатор/:</w:t>
      </w:r>
      <w:r w:rsidRPr="000F6020">
        <w:t>.............................................</w:t>
      </w:r>
      <w:r>
        <w:t>........................................;</w:t>
      </w:r>
    </w:p>
    <w:p w:rsidR="009D5B40" w:rsidRDefault="009D5B40" w:rsidP="00F66321">
      <w:pPr>
        <w:pStyle w:val="NormalWeb"/>
        <w:spacing w:after="0" w:afterAutospacing="0"/>
        <w:divId w:val="1319992045"/>
      </w:pPr>
      <w:r>
        <w:t xml:space="preserve">    </w:t>
      </w:r>
      <w:r>
        <w:tab/>
      </w:r>
      <w:r>
        <w:tab/>
        <w:t>Е</w:t>
      </w:r>
      <w:r w:rsidRPr="00AC5555">
        <w:t>лектронна поща:</w:t>
      </w:r>
      <w:r>
        <w:t>…….………………………………………………………..;</w:t>
      </w:r>
    </w:p>
    <w:p w:rsidR="009D5B40" w:rsidRPr="00AC5555" w:rsidRDefault="009D5B40" w:rsidP="00F66321">
      <w:pPr>
        <w:pStyle w:val="NormalWeb"/>
        <w:spacing w:before="0" w:beforeAutospacing="0"/>
        <w:ind w:left="2124" w:firstLine="708"/>
        <w:jc w:val="center"/>
        <w:divId w:val="1319992045"/>
      </w:pPr>
      <w:r w:rsidRPr="0078204B">
        <w:rPr>
          <w:i/>
          <w:iCs/>
          <w:sz w:val="20"/>
          <w:szCs w:val="20"/>
        </w:rPr>
        <w:t>(</w:t>
      </w:r>
      <w:r w:rsidRPr="00DF313A">
        <w:rPr>
          <w:i/>
          <w:iCs/>
          <w:sz w:val="20"/>
          <w:szCs w:val="20"/>
          <w:u w:val="single"/>
        </w:rPr>
        <w:t>посочва се валиден адрес на електронна поща, чрез която ще се осъществява нотификацията на бенефициента</w:t>
      </w:r>
      <w:r w:rsidRPr="0078204B">
        <w:rPr>
          <w:i/>
          <w:iCs/>
          <w:sz w:val="20"/>
          <w:szCs w:val="20"/>
        </w:rPr>
        <w:t>)</w:t>
      </w:r>
    </w:p>
    <w:p w:rsidR="009D5B40" w:rsidRDefault="009D5B40" w:rsidP="00F66321">
      <w:pPr>
        <w:pStyle w:val="NormalWeb"/>
        <w:jc w:val="both"/>
        <w:divId w:val="1319992045"/>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D5B40" w:rsidRDefault="009D5B40" w:rsidP="003F4D04">
      <w:pPr>
        <w:pStyle w:val="NormalWeb"/>
        <w:ind w:right="17"/>
        <w:jc w:val="both"/>
        <w:divId w:val="1319992045"/>
      </w:pPr>
      <w:r>
        <w:t xml:space="preserve">Заявявам, че: </w:t>
      </w:r>
    </w:p>
    <w:p w:rsidR="009D5B40" w:rsidRDefault="009D5B40" w:rsidP="00F66321">
      <w:pPr>
        <w:pStyle w:val="NormalWeb"/>
        <w:numPr>
          <w:ilvl w:val="0"/>
          <w:numId w:val="35"/>
        </w:numPr>
        <w:ind w:right="17"/>
        <w:jc w:val="both"/>
        <w:divId w:val="1319992045"/>
      </w:pPr>
      <w: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9D5B40" w:rsidRDefault="009D5B40" w:rsidP="00F66321">
      <w:pPr>
        <w:pStyle w:val="NormalWeb"/>
        <w:numPr>
          <w:ilvl w:val="0"/>
          <w:numId w:val="35"/>
        </w:numPr>
        <w:ind w:right="17"/>
        <w:jc w:val="both"/>
        <w:divId w:val="1319992045"/>
      </w:pPr>
      <w:r>
        <w:t>Л</w:t>
      </w:r>
      <w:r w:rsidRPr="0078204B">
        <w:t>ицето</w:t>
      </w:r>
      <w:r>
        <w:t>/лицата</w:t>
      </w:r>
      <w:r w:rsidRPr="0078204B">
        <w:t xml:space="preserve"> по т. 2 има</w:t>
      </w:r>
      <w:r>
        <w:t>т</w:t>
      </w:r>
      <w:r w:rsidRPr="0078204B">
        <w:t xml:space="preserve"> право да предоставя</w:t>
      </w:r>
      <w:r>
        <w:t>/т</w:t>
      </w:r>
      <w:r w:rsidRPr="0078204B">
        <w:t xml:space="preserve"> персонализирани кодове за достъп до данните на експерт/и, работещи по проекта, включително </w:t>
      </w:r>
      <w:r>
        <w:t xml:space="preserve">и </w:t>
      </w:r>
      <w:r w:rsidRPr="0078204B">
        <w:t>ограничения в правата за достъп съгласно функционалностите реализирани в модул „Е-Управление на проекти“.</w:t>
      </w:r>
    </w:p>
    <w:p w:rsidR="009D5B40" w:rsidRDefault="009D5B40" w:rsidP="00F66321">
      <w:pPr>
        <w:pStyle w:val="NormalWeb"/>
        <w:numPr>
          <w:ilvl w:val="0"/>
          <w:numId w:val="35"/>
        </w:numPr>
        <w:ind w:right="17"/>
        <w:jc w:val="both"/>
        <w:divId w:val="1319992045"/>
      </w:pPr>
      <w:r>
        <w:t>В</w:t>
      </w:r>
      <w:r w:rsidRPr="0078204B">
        <w:t>сички действия, извършени през профила</w:t>
      </w:r>
      <w:r>
        <w:t>/</w:t>
      </w:r>
      <w:r w:rsidRPr="00F66321">
        <w:t>профилите</w:t>
      </w:r>
      <w:r w:rsidRPr="0078204B">
        <w:t xml:space="preserve"> за достъп в системата с посочения</w:t>
      </w:r>
      <w:r>
        <w:t>/ите</w:t>
      </w:r>
      <w:r w:rsidRPr="0078204B">
        <w:t xml:space="preserve"> по </w:t>
      </w:r>
      <w:r>
        <w:t>т. 2</w:t>
      </w:r>
      <w:r w:rsidRPr="0078204B">
        <w:t xml:space="preserve"> , следва да се считат за правно валидно волеизявление </w:t>
      </w:r>
      <w:r>
        <w:t>на бенефициента</w:t>
      </w:r>
      <w:r w:rsidRPr="0078204B">
        <w:t>.</w:t>
      </w:r>
    </w:p>
    <w:p w:rsidR="009D5B40" w:rsidRPr="0078204B" w:rsidRDefault="009D5B40" w:rsidP="00F66321">
      <w:pPr>
        <w:pStyle w:val="NormalWeb"/>
        <w:numPr>
          <w:ilvl w:val="0"/>
          <w:numId w:val="35"/>
        </w:numPr>
        <w:ind w:right="17"/>
        <w:jc w:val="both"/>
        <w:divId w:val="1319992045"/>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9D5B40" w:rsidRDefault="009D5B40" w:rsidP="00796E17">
      <w:pPr>
        <w:divId w:val="1319992045"/>
        <w:rPr>
          <w:rStyle w:val="spelle"/>
        </w:rPr>
      </w:pPr>
    </w:p>
    <w:p w:rsidR="009D5B40" w:rsidRPr="0078204B" w:rsidRDefault="009D5B40" w:rsidP="00796E17">
      <w:pPr>
        <w:divId w:val="1319992045"/>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9D5B40" w:rsidRDefault="009D5B40" w:rsidP="00796E17">
      <w:pPr>
        <w:divId w:val="1319992045"/>
      </w:pPr>
    </w:p>
    <w:p w:rsidR="009D5B40" w:rsidRPr="0078204B" w:rsidRDefault="009D5B40" w:rsidP="00796E17">
      <w:pPr>
        <w:divId w:val="1319992045"/>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9D5B40" w:rsidRPr="0078204B" w:rsidRDefault="009D5B40">
      <w:pPr>
        <w:divId w:val="1319992045"/>
      </w:pPr>
    </w:p>
    <w:p w:rsidR="009D5B40" w:rsidRPr="0078204B" w:rsidRDefault="009D5B40">
      <w:pPr>
        <w:divId w:val="1319992045"/>
      </w:pPr>
    </w:p>
    <w:sectPr w:rsidR="009D5B40" w:rsidRPr="0078204B" w:rsidSect="007662EC">
      <w:headerReference w:type="default" r:id="rId7"/>
      <w:footerReference w:type="default" r:id="rId8"/>
      <w:pgSz w:w="11906" w:h="16838"/>
      <w:pgMar w:top="3119"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7D9" w:rsidRDefault="00CC37D9" w:rsidP="007939FC">
      <w:r>
        <w:separator/>
      </w:r>
    </w:p>
  </w:endnote>
  <w:endnote w:type="continuationSeparator" w:id="0">
    <w:p w:rsidR="00CC37D9" w:rsidRDefault="00CC37D9"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B40" w:rsidRDefault="00CC37D9">
    <w:pPr>
      <w:pStyle w:val="Footer"/>
      <w:jc w:val="center"/>
    </w:pPr>
    <w:r>
      <w:fldChar w:fldCharType="begin"/>
    </w:r>
    <w:r>
      <w:instrText xml:space="preserve"> PAGE   \* MERGEFORMAT </w:instrText>
    </w:r>
    <w:r>
      <w:fldChar w:fldCharType="separate"/>
    </w:r>
    <w:r w:rsidR="00D3127C">
      <w:rPr>
        <w:noProof/>
      </w:rPr>
      <w:t>1</w:t>
    </w:r>
    <w:r>
      <w:rPr>
        <w:noProof/>
      </w:rPr>
      <w:fldChar w:fldCharType="end"/>
    </w:r>
  </w:p>
  <w:p w:rsidR="009D5B40" w:rsidRDefault="009D5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7D9" w:rsidRDefault="00CC37D9" w:rsidP="007939FC">
      <w:r>
        <w:separator/>
      </w:r>
    </w:p>
  </w:footnote>
  <w:footnote w:type="continuationSeparator" w:id="0">
    <w:p w:rsidR="00CC37D9" w:rsidRDefault="00CC37D9" w:rsidP="007939FC">
      <w:r>
        <w:continuationSeparator/>
      </w:r>
    </w:p>
  </w:footnote>
  <w:footnote w:id="1">
    <w:p w:rsidR="009D5B40" w:rsidRDefault="009D5B40">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B40" w:rsidRPr="006F1204" w:rsidRDefault="009D5B40" w:rsidP="008500B9">
    <w:pPr>
      <w:pStyle w:val="Header"/>
      <w:ind w:left="-426"/>
      <w:rPr>
        <w:sz w:val="2"/>
        <w:szCs w:val="2"/>
        <w:lang w:val="ru-RU"/>
      </w:rPr>
    </w:pPr>
  </w:p>
  <w:p w:rsidR="00FB0586" w:rsidRDefault="00D3127C">
    <w:pPr>
      <w:pStyle w:val="Header"/>
      <w:rPr>
        <w:b/>
        <w:noProof/>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6148" type="#_x0000_t75" style="position:absolute;margin-left:179.3pt;margin-top:7.6pt;width:118.35pt;height:63.85pt;z-index:-2516561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sidR="009D5B40">
      <w:tab/>
    </w:r>
  </w:p>
  <w:p w:rsidR="00FB0586" w:rsidRDefault="00D3127C">
    <w:pPr>
      <w:pStyle w:val="Header"/>
      <w:rPr>
        <w:b/>
        <w:noProof/>
        <w:lang w:eastAsia="en-US"/>
      </w:rPr>
    </w:pPr>
    <w:r>
      <w:rPr>
        <w:noProof/>
      </w:rPr>
      <w:pict>
        <v:shape id="Picture 2" o:spid="_x0000_s6147" type="#_x0000_t75" style="position:absolute;margin-left:376.3pt;margin-top:3.15pt;width:167.4pt;height:62.75pt;z-index:25165926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
          <v:imagedata r:id="rId2" o:title=""/>
          <w10:wrap type="square" anchorx="page"/>
        </v:shape>
      </w:pict>
    </w:r>
  </w:p>
  <w:p w:rsidR="00D3127C" w:rsidRDefault="00D3127C" w:rsidP="00D3127C">
    <w:pPr>
      <w:tabs>
        <w:tab w:val="left" w:pos="2070"/>
      </w:tabs>
    </w:pPr>
    <w:r w:rsidRPr="00D3127C">
      <w:rPr>
        <w:noProof/>
        <w:lang w:val="en-US" w:eastAsia="en-US"/>
      </w:rPr>
      <w:pict>
        <v:shape id="_x0000_i1030" type="#_x0000_t75" style="width:182.25pt;height:45pt;visibility:visible;mso-wrap-style:square">
          <v:imagedata r:id="rId3" o:title=""/>
        </v:shape>
      </w:pict>
    </w:r>
  </w:p>
  <w:p w:rsidR="00D3127C" w:rsidRDefault="00D3127C" w:rsidP="00D3127C">
    <w:pPr>
      <w:tabs>
        <w:tab w:val="left" w:pos="2070"/>
      </w:tabs>
    </w:pPr>
    <w:r>
      <w:rPr>
        <w:noProof/>
      </w:rPr>
      <w:pict>
        <v:shapetype id="_x0000_t202" coordsize="21600,21600" o:spt="202" path="m,l,21600r21600,l21600,xe">
          <v:stroke joinstyle="miter"/>
          <v:path gradientshapeok="t" o:connecttype="rect"/>
        </v:shapetype>
        <v:shape id="TextBox 5" o:spid="_x0000_s6146" type="#_x0000_t202" style="position:absolute;margin-left:118.35pt;margin-top:1.65pt;width:241.05pt;height:18.8pt;z-index:25166131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rsidR="00D3127C" w:rsidRPr="009404BD" w:rsidRDefault="00D3127C" w:rsidP="00D3127C">
                <w:pPr>
                  <w:textAlignment w:val="baseline"/>
                  <w:rPr>
                    <w:sz w:val="16"/>
                    <w:szCs w:val="16"/>
                  </w:rPr>
                </w:pPr>
                <w:r>
                  <w:rPr>
                    <w:rFonts w:ascii="Candara" w:hAnsi="Candara" w:cs="Candara"/>
                    <w:color w:val="000000"/>
                    <w:kern w:val="24"/>
                    <w:sz w:val="16"/>
                    <w:szCs w:val="16"/>
                  </w:rPr>
                  <w:t xml:space="preserve">     </w:t>
                </w: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rsidR="00D3127C" w:rsidRDefault="00D3127C" w:rsidP="00D3127C">
                <w:pPr>
                  <w:jc w:val="center"/>
                </w:pPr>
              </w:p>
            </w:txbxContent>
          </v:textbox>
          <w10:wrap anchorx="margin"/>
        </v:shape>
      </w:pict>
    </w:r>
  </w:p>
  <w:p w:rsidR="00D3127C" w:rsidRDefault="00D3127C" w:rsidP="00D3127C">
    <w:pPr>
      <w:pStyle w:val="Header"/>
      <w:tabs>
        <w:tab w:val="left" w:pos="5222"/>
      </w:tabs>
    </w:pPr>
    <w:r>
      <w:tab/>
    </w:r>
  </w:p>
  <w:p w:rsidR="00FB0586" w:rsidRDefault="00FB0586">
    <w:pPr>
      <w:pStyle w:val="Header"/>
      <w:rPr>
        <w:b/>
        <w:noProof/>
        <w:lang w:eastAsia="en-US"/>
      </w:rPr>
    </w:pPr>
  </w:p>
  <w:p w:rsidR="009D5B40" w:rsidRDefault="009D5B40">
    <w:pPr>
      <w:pStyle w:val="Head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1FCB1F4"/>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AADA07B6"/>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1BA04482"/>
    <w:lvl w:ilvl="0" w:tplc="F03E194E">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85E54DC"/>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3" w15:restartNumberingAfterBreak="0">
    <w:nsid w:val="58EA4FEE"/>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4"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62C85304"/>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9"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31"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9"/>
  </w:num>
  <w:num w:numId="6">
    <w:abstractNumId w:val="15"/>
  </w:num>
  <w:num w:numId="7">
    <w:abstractNumId w:val="2"/>
  </w:num>
  <w:num w:numId="8">
    <w:abstractNumId w:val="5"/>
  </w:num>
  <w:num w:numId="9">
    <w:abstractNumId w:val="6"/>
  </w:num>
  <w:num w:numId="10">
    <w:abstractNumId w:val="32"/>
  </w:num>
  <w:num w:numId="11">
    <w:abstractNumId w:val="4"/>
  </w:num>
  <w:num w:numId="12">
    <w:abstractNumId w:val="29"/>
  </w:num>
  <w:num w:numId="13">
    <w:abstractNumId w:val="26"/>
  </w:num>
  <w:num w:numId="14">
    <w:abstractNumId w:val="16"/>
  </w:num>
  <w:num w:numId="15">
    <w:abstractNumId w:val="24"/>
  </w:num>
  <w:num w:numId="16">
    <w:abstractNumId w:val="21"/>
  </w:num>
  <w:num w:numId="17">
    <w:abstractNumId w:val="20"/>
  </w:num>
  <w:num w:numId="18">
    <w:abstractNumId w:val="18"/>
  </w:num>
  <w:num w:numId="19">
    <w:abstractNumId w:val="25"/>
  </w:num>
  <w:num w:numId="20">
    <w:abstractNumId w:val="10"/>
  </w:num>
  <w:num w:numId="21">
    <w:abstractNumId w:val="12"/>
  </w:num>
  <w:num w:numId="22">
    <w:abstractNumId w:val="8"/>
  </w:num>
  <w:num w:numId="23">
    <w:abstractNumId w:val="31"/>
  </w:num>
  <w:num w:numId="24">
    <w:abstractNumId w:val="27"/>
  </w:num>
  <w:num w:numId="25">
    <w:abstractNumId w:val="17"/>
  </w:num>
  <w:num w:numId="26">
    <w:abstractNumId w:val="3"/>
  </w:num>
  <w:num w:numId="27">
    <w:abstractNumId w:val="30"/>
  </w:num>
  <w:num w:numId="28">
    <w:abstractNumId w:val="14"/>
  </w:num>
  <w:num w:numId="29">
    <w:abstractNumId w:val="23"/>
  </w:num>
  <w:num w:numId="30">
    <w:abstractNumId w:val="9"/>
  </w:num>
  <w:num w:numId="31">
    <w:abstractNumId w:val="7"/>
  </w:num>
  <w:num w:numId="32">
    <w:abstractNumId w:val="13"/>
  </w:num>
  <w:num w:numId="33">
    <w:abstractNumId w:val="28"/>
  </w:num>
  <w:num w:numId="34">
    <w:abstractNumId w:val="1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6149"/>
    <o:shapelayout v:ext="edit">
      <o:idmap v:ext="edit" data="6"/>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82A30"/>
    <w:rsid w:val="00092EE2"/>
    <w:rsid w:val="00095798"/>
    <w:rsid w:val="00096E2F"/>
    <w:rsid w:val="000B3FF1"/>
    <w:rsid w:val="000D005B"/>
    <w:rsid w:val="000D0380"/>
    <w:rsid w:val="000D1A37"/>
    <w:rsid w:val="000D4189"/>
    <w:rsid w:val="000F0104"/>
    <w:rsid w:val="000F6020"/>
    <w:rsid w:val="00113D52"/>
    <w:rsid w:val="00115DF1"/>
    <w:rsid w:val="00126579"/>
    <w:rsid w:val="00126AA3"/>
    <w:rsid w:val="0013559A"/>
    <w:rsid w:val="00147A43"/>
    <w:rsid w:val="0015324C"/>
    <w:rsid w:val="00182C81"/>
    <w:rsid w:val="00186385"/>
    <w:rsid w:val="001E4106"/>
    <w:rsid w:val="001E63D0"/>
    <w:rsid w:val="00226298"/>
    <w:rsid w:val="002277E5"/>
    <w:rsid w:val="00242BCB"/>
    <w:rsid w:val="002441CE"/>
    <w:rsid w:val="002442D6"/>
    <w:rsid w:val="00246656"/>
    <w:rsid w:val="00255A14"/>
    <w:rsid w:val="00257B11"/>
    <w:rsid w:val="002B7768"/>
    <w:rsid w:val="002C20C0"/>
    <w:rsid w:val="002C2B97"/>
    <w:rsid w:val="002D54BE"/>
    <w:rsid w:val="002E131E"/>
    <w:rsid w:val="002E305F"/>
    <w:rsid w:val="002E3FEA"/>
    <w:rsid w:val="002F6C4D"/>
    <w:rsid w:val="003103B2"/>
    <w:rsid w:val="0031276C"/>
    <w:rsid w:val="00320212"/>
    <w:rsid w:val="00326BA4"/>
    <w:rsid w:val="00330C94"/>
    <w:rsid w:val="00342050"/>
    <w:rsid w:val="003458C7"/>
    <w:rsid w:val="00351054"/>
    <w:rsid w:val="003542DD"/>
    <w:rsid w:val="00363F86"/>
    <w:rsid w:val="00382B4C"/>
    <w:rsid w:val="003B26BE"/>
    <w:rsid w:val="003B53D7"/>
    <w:rsid w:val="003B543D"/>
    <w:rsid w:val="003D1B5A"/>
    <w:rsid w:val="003F192E"/>
    <w:rsid w:val="003F4386"/>
    <w:rsid w:val="003F4D04"/>
    <w:rsid w:val="00401D80"/>
    <w:rsid w:val="00405121"/>
    <w:rsid w:val="00412917"/>
    <w:rsid w:val="004222BB"/>
    <w:rsid w:val="00444431"/>
    <w:rsid w:val="0045035E"/>
    <w:rsid w:val="00457B83"/>
    <w:rsid w:val="004907FC"/>
    <w:rsid w:val="004A76FD"/>
    <w:rsid w:val="004D0B97"/>
    <w:rsid w:val="004D1591"/>
    <w:rsid w:val="004D2A38"/>
    <w:rsid w:val="004E281A"/>
    <w:rsid w:val="004F5101"/>
    <w:rsid w:val="004F5BD2"/>
    <w:rsid w:val="00507C8F"/>
    <w:rsid w:val="005110C4"/>
    <w:rsid w:val="00531977"/>
    <w:rsid w:val="00560F81"/>
    <w:rsid w:val="005612E7"/>
    <w:rsid w:val="00562CBE"/>
    <w:rsid w:val="00574AF4"/>
    <w:rsid w:val="00577B6D"/>
    <w:rsid w:val="005836C4"/>
    <w:rsid w:val="0059434A"/>
    <w:rsid w:val="005959F7"/>
    <w:rsid w:val="005A2EF7"/>
    <w:rsid w:val="005B0180"/>
    <w:rsid w:val="005C3669"/>
    <w:rsid w:val="005E00F4"/>
    <w:rsid w:val="005E412A"/>
    <w:rsid w:val="005F04E2"/>
    <w:rsid w:val="005F0A3C"/>
    <w:rsid w:val="005F5171"/>
    <w:rsid w:val="005F740A"/>
    <w:rsid w:val="005F7B17"/>
    <w:rsid w:val="00610D7A"/>
    <w:rsid w:val="006120CF"/>
    <w:rsid w:val="006167CB"/>
    <w:rsid w:val="00617DB0"/>
    <w:rsid w:val="00621052"/>
    <w:rsid w:val="00624B3D"/>
    <w:rsid w:val="00626DE7"/>
    <w:rsid w:val="00677017"/>
    <w:rsid w:val="00681053"/>
    <w:rsid w:val="00683183"/>
    <w:rsid w:val="00690261"/>
    <w:rsid w:val="0069123E"/>
    <w:rsid w:val="006A59E9"/>
    <w:rsid w:val="006B4FCF"/>
    <w:rsid w:val="006F1204"/>
    <w:rsid w:val="006F2A3C"/>
    <w:rsid w:val="006F4849"/>
    <w:rsid w:val="006F630C"/>
    <w:rsid w:val="00707950"/>
    <w:rsid w:val="00725195"/>
    <w:rsid w:val="00736886"/>
    <w:rsid w:val="00741654"/>
    <w:rsid w:val="00741FB2"/>
    <w:rsid w:val="00742EA1"/>
    <w:rsid w:val="00755494"/>
    <w:rsid w:val="00765C65"/>
    <w:rsid w:val="007662EC"/>
    <w:rsid w:val="007707EA"/>
    <w:rsid w:val="0078204B"/>
    <w:rsid w:val="007828A3"/>
    <w:rsid w:val="007925E0"/>
    <w:rsid w:val="00792F4A"/>
    <w:rsid w:val="007938CF"/>
    <w:rsid w:val="007939FC"/>
    <w:rsid w:val="00796E17"/>
    <w:rsid w:val="007D617A"/>
    <w:rsid w:val="007E128A"/>
    <w:rsid w:val="007E1419"/>
    <w:rsid w:val="007E3F08"/>
    <w:rsid w:val="007F788D"/>
    <w:rsid w:val="008010B6"/>
    <w:rsid w:val="00806C83"/>
    <w:rsid w:val="00811F02"/>
    <w:rsid w:val="0081728A"/>
    <w:rsid w:val="00817785"/>
    <w:rsid w:val="00826A6E"/>
    <w:rsid w:val="008500B9"/>
    <w:rsid w:val="0085161B"/>
    <w:rsid w:val="00854086"/>
    <w:rsid w:val="00860140"/>
    <w:rsid w:val="008611AB"/>
    <w:rsid w:val="008651B1"/>
    <w:rsid w:val="00877AC9"/>
    <w:rsid w:val="008819C9"/>
    <w:rsid w:val="008A418F"/>
    <w:rsid w:val="008A7576"/>
    <w:rsid w:val="008B0F98"/>
    <w:rsid w:val="008B4990"/>
    <w:rsid w:val="008B715D"/>
    <w:rsid w:val="008C21AF"/>
    <w:rsid w:val="008C377C"/>
    <w:rsid w:val="008D6999"/>
    <w:rsid w:val="008E65C0"/>
    <w:rsid w:val="008E7769"/>
    <w:rsid w:val="00904EA2"/>
    <w:rsid w:val="009161CD"/>
    <w:rsid w:val="0092113F"/>
    <w:rsid w:val="00922552"/>
    <w:rsid w:val="0093131C"/>
    <w:rsid w:val="00933D88"/>
    <w:rsid w:val="00937638"/>
    <w:rsid w:val="00944949"/>
    <w:rsid w:val="00975CD3"/>
    <w:rsid w:val="00980EE5"/>
    <w:rsid w:val="0098481B"/>
    <w:rsid w:val="0098700F"/>
    <w:rsid w:val="00990BDE"/>
    <w:rsid w:val="009915FA"/>
    <w:rsid w:val="009B18B7"/>
    <w:rsid w:val="009C3D24"/>
    <w:rsid w:val="009C6199"/>
    <w:rsid w:val="009D1F2B"/>
    <w:rsid w:val="009D5B40"/>
    <w:rsid w:val="00A0741D"/>
    <w:rsid w:val="00A10599"/>
    <w:rsid w:val="00A1395F"/>
    <w:rsid w:val="00A1772A"/>
    <w:rsid w:val="00A33005"/>
    <w:rsid w:val="00A345F9"/>
    <w:rsid w:val="00A36CEB"/>
    <w:rsid w:val="00A46A58"/>
    <w:rsid w:val="00A55C23"/>
    <w:rsid w:val="00A72B0E"/>
    <w:rsid w:val="00A7590E"/>
    <w:rsid w:val="00A75A67"/>
    <w:rsid w:val="00A75DB1"/>
    <w:rsid w:val="00A828D0"/>
    <w:rsid w:val="00A86BBA"/>
    <w:rsid w:val="00A86CA5"/>
    <w:rsid w:val="00AA5887"/>
    <w:rsid w:val="00AA79DC"/>
    <w:rsid w:val="00AB08EB"/>
    <w:rsid w:val="00AB5550"/>
    <w:rsid w:val="00AC5555"/>
    <w:rsid w:val="00AC74F6"/>
    <w:rsid w:val="00AD118D"/>
    <w:rsid w:val="00AE4164"/>
    <w:rsid w:val="00AF2A86"/>
    <w:rsid w:val="00B01193"/>
    <w:rsid w:val="00B03B64"/>
    <w:rsid w:val="00B116AE"/>
    <w:rsid w:val="00B22928"/>
    <w:rsid w:val="00B261C0"/>
    <w:rsid w:val="00B403B3"/>
    <w:rsid w:val="00B40C90"/>
    <w:rsid w:val="00B432CA"/>
    <w:rsid w:val="00B53AFD"/>
    <w:rsid w:val="00B75E20"/>
    <w:rsid w:val="00B844A1"/>
    <w:rsid w:val="00B87F23"/>
    <w:rsid w:val="00B95764"/>
    <w:rsid w:val="00B97E0E"/>
    <w:rsid w:val="00BA2942"/>
    <w:rsid w:val="00BB1C3E"/>
    <w:rsid w:val="00BB58DD"/>
    <w:rsid w:val="00BE1328"/>
    <w:rsid w:val="00BF2790"/>
    <w:rsid w:val="00BF55F6"/>
    <w:rsid w:val="00C12D77"/>
    <w:rsid w:val="00C233C1"/>
    <w:rsid w:val="00C26D02"/>
    <w:rsid w:val="00C40D32"/>
    <w:rsid w:val="00C43EFB"/>
    <w:rsid w:val="00C52FE4"/>
    <w:rsid w:val="00C90565"/>
    <w:rsid w:val="00C95245"/>
    <w:rsid w:val="00C95438"/>
    <w:rsid w:val="00CB07F2"/>
    <w:rsid w:val="00CC37D9"/>
    <w:rsid w:val="00CD4AD3"/>
    <w:rsid w:val="00CF3511"/>
    <w:rsid w:val="00CF6F29"/>
    <w:rsid w:val="00D1175D"/>
    <w:rsid w:val="00D132A9"/>
    <w:rsid w:val="00D17DC1"/>
    <w:rsid w:val="00D2060E"/>
    <w:rsid w:val="00D306F5"/>
    <w:rsid w:val="00D3127C"/>
    <w:rsid w:val="00D367B7"/>
    <w:rsid w:val="00D43E81"/>
    <w:rsid w:val="00D63F97"/>
    <w:rsid w:val="00D777FF"/>
    <w:rsid w:val="00D845EA"/>
    <w:rsid w:val="00DA31C4"/>
    <w:rsid w:val="00DA7F91"/>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D142A"/>
    <w:rsid w:val="00ED3CF8"/>
    <w:rsid w:val="00ED7F1B"/>
    <w:rsid w:val="00EE16C4"/>
    <w:rsid w:val="00EE28EC"/>
    <w:rsid w:val="00EE2C71"/>
    <w:rsid w:val="00EF0124"/>
    <w:rsid w:val="00EF774C"/>
    <w:rsid w:val="00F10DB9"/>
    <w:rsid w:val="00F22863"/>
    <w:rsid w:val="00F24890"/>
    <w:rsid w:val="00F30335"/>
    <w:rsid w:val="00F40877"/>
    <w:rsid w:val="00F42BED"/>
    <w:rsid w:val="00F552B9"/>
    <w:rsid w:val="00F60BE1"/>
    <w:rsid w:val="00F66321"/>
    <w:rsid w:val="00F721FA"/>
    <w:rsid w:val="00F835A9"/>
    <w:rsid w:val="00F97FFD"/>
    <w:rsid w:val="00FB0586"/>
    <w:rsid w:val="00FB0C42"/>
    <w:rsid w:val="00FB1387"/>
    <w:rsid w:val="00FC7B82"/>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9"/>
    <o:shapelayout v:ext="edit">
      <o:idmap v:ext="edit" data="1"/>
    </o:shapelayout>
  </w:shapeDefaults>
  <w:decimalSymbol w:val="."/>
  <w:listSeparator w:val=","/>
  <w14:docId w14:val="770B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cs="Arial"/>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992045">
      <w:marLeft w:val="0"/>
      <w:marRight w:val="0"/>
      <w:marTop w:val="0"/>
      <w:marBottom w:val="0"/>
      <w:divBdr>
        <w:top w:val="none" w:sz="0" w:space="0" w:color="auto"/>
        <w:left w:val="none" w:sz="0" w:space="0" w:color="auto"/>
        <w:bottom w:val="none" w:sz="0" w:space="0" w:color="auto"/>
        <w:right w:val="none" w:sz="0" w:space="0" w:color="auto"/>
      </w:divBdr>
    </w:div>
    <w:div w:id="1319992049">
      <w:marLeft w:val="0"/>
      <w:marRight w:val="0"/>
      <w:marTop w:val="0"/>
      <w:marBottom w:val="0"/>
      <w:divBdr>
        <w:top w:val="none" w:sz="0" w:space="0" w:color="auto"/>
        <w:left w:val="none" w:sz="0" w:space="0" w:color="auto"/>
        <w:bottom w:val="none" w:sz="0" w:space="0" w:color="auto"/>
        <w:right w:val="none" w:sz="0" w:space="0" w:color="auto"/>
      </w:divBdr>
      <w:divsChild>
        <w:div w:id="1319992046">
          <w:marLeft w:val="0"/>
          <w:marRight w:val="0"/>
          <w:marTop w:val="150"/>
          <w:marBottom w:val="0"/>
          <w:divBdr>
            <w:top w:val="single" w:sz="6" w:space="0" w:color="FFFFFF"/>
            <w:left w:val="single" w:sz="6" w:space="0" w:color="FFFFFF"/>
            <w:bottom w:val="single" w:sz="6" w:space="0" w:color="FFFFFF"/>
            <w:right w:val="single" w:sz="6" w:space="0" w:color="FFFFFF"/>
          </w:divBdr>
        </w:div>
        <w:div w:id="1319992047">
          <w:marLeft w:val="0"/>
          <w:marRight w:val="0"/>
          <w:marTop w:val="150"/>
          <w:marBottom w:val="0"/>
          <w:divBdr>
            <w:top w:val="single" w:sz="6" w:space="0" w:color="FFFFFF"/>
            <w:left w:val="single" w:sz="6" w:space="0" w:color="FFFFFF"/>
            <w:bottom w:val="single" w:sz="6" w:space="0" w:color="FFFFFF"/>
            <w:right w:val="single" w:sz="6" w:space="0" w:color="FFFFFF"/>
          </w:divBdr>
          <w:divsChild>
            <w:div w:id="1319992048">
              <w:marLeft w:val="0"/>
              <w:marRight w:val="60"/>
              <w:marTop w:val="45"/>
              <w:marBottom w:val="0"/>
              <w:divBdr>
                <w:top w:val="none" w:sz="0" w:space="0" w:color="auto"/>
                <w:left w:val="none" w:sz="0" w:space="0" w:color="auto"/>
                <w:bottom w:val="none" w:sz="0" w:space="0" w:color="auto"/>
                <w:right w:val="none" w:sz="0" w:space="0" w:color="auto"/>
              </w:divBdr>
            </w:div>
            <w:div w:id="1319992050">
              <w:marLeft w:val="0"/>
              <w:marRight w:val="60"/>
              <w:marTop w:val="45"/>
              <w:marBottom w:val="0"/>
              <w:divBdr>
                <w:top w:val="none" w:sz="0" w:space="0" w:color="auto"/>
                <w:left w:val="none" w:sz="0" w:space="0" w:color="auto"/>
                <w:bottom w:val="none" w:sz="0" w:space="0" w:color="auto"/>
                <w:right w:val="none" w:sz="0" w:space="0" w:color="auto"/>
              </w:divBdr>
            </w:div>
            <w:div w:id="1319992051">
              <w:marLeft w:val="0"/>
              <w:marRight w:val="60"/>
              <w:marTop w:val="45"/>
              <w:marBottom w:val="0"/>
              <w:divBdr>
                <w:top w:val="none" w:sz="0" w:space="0" w:color="auto"/>
                <w:left w:val="none" w:sz="0" w:space="0" w:color="auto"/>
                <w:bottom w:val="none" w:sz="0" w:space="0" w:color="auto"/>
                <w:right w:val="none" w:sz="0" w:space="0" w:color="auto"/>
              </w:divBdr>
            </w:div>
            <w:div w:id="131999205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2016-03-09T09:02:00Z</dcterms:created>
  <dcterms:modified xsi:type="dcterms:W3CDTF">2023-10-12T07:03:00Z</dcterms:modified>
</cp:coreProperties>
</file>