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1FE" w:rsidRPr="0078204B" w:rsidRDefault="00E151C2" w:rsidP="00294CB7">
      <w:pPr>
        <w:pStyle w:val="NormalWeb"/>
        <w:pBdr>
          <w:top w:val="single" w:sz="4" w:space="0" w:color="auto"/>
          <w:left w:val="single" w:sz="4" w:space="4" w:color="auto"/>
          <w:bottom w:val="single" w:sz="4" w:space="0" w:color="auto"/>
          <w:right w:val="single" w:sz="4" w:space="4" w:color="auto"/>
        </w:pBdr>
        <w:jc w:val="center"/>
        <w:divId w:val="1065756158"/>
        <w:rPr>
          <w:b/>
          <w:bCs/>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51pt;margin-top:-28.9pt;width:126pt;height:27pt;z-index:251657728;visibility:visible" stroked="f">
            <v:textbox>
              <w:txbxContent>
                <w:p w:rsidR="00BB51FE" w:rsidRDefault="00BB51FE">
                  <w:pPr>
                    <w:rPr>
                      <w:b/>
                      <w:bCs/>
                    </w:rPr>
                  </w:pPr>
                  <w:r>
                    <w:rPr>
                      <w:b/>
                      <w:bCs/>
                    </w:rPr>
                    <w:t>Приложение</w:t>
                  </w:r>
                  <w:r w:rsidR="00CF2E5B">
                    <w:rPr>
                      <w:b/>
                      <w:bCs/>
                    </w:rPr>
                    <w:t xml:space="preserve"> </w:t>
                  </w:r>
                  <w:r>
                    <w:rPr>
                      <w:b/>
                      <w:bCs/>
                    </w:rPr>
                    <w:t>№</w:t>
                  </w:r>
                  <w:r w:rsidR="00536BED">
                    <w:rPr>
                      <w:b/>
                      <w:bCs/>
                      <w:lang w:val="en-US"/>
                    </w:rPr>
                    <w:t xml:space="preserve"> </w:t>
                  </w:r>
                  <w:r>
                    <w:rPr>
                      <w:b/>
                      <w:bCs/>
                    </w:rPr>
                    <w:t>11</w:t>
                  </w:r>
                </w:p>
                <w:p w:rsidR="00BB51FE" w:rsidRPr="00846F37" w:rsidRDefault="00BB51FE">
                  <w:pPr>
                    <w:rPr>
                      <w:b/>
                      <w:bCs/>
                    </w:rPr>
                  </w:pPr>
                </w:p>
              </w:txbxContent>
            </v:textbox>
          </v:shape>
        </w:pict>
      </w:r>
      <w:r w:rsidR="00BB51FE">
        <w:rPr>
          <w:b/>
          <w:bCs/>
        </w:rPr>
        <w:t>ЗАЯВЛЕНИЕ</w:t>
      </w:r>
      <w:r w:rsidR="00BB51FE" w:rsidRPr="0078204B">
        <w:rPr>
          <w:b/>
          <w:bCs/>
        </w:rPr>
        <w:t xml:space="preserve"> </w:t>
      </w:r>
      <w:r w:rsidR="00BB51FE">
        <w:rPr>
          <w:b/>
          <w:bCs/>
        </w:rPr>
        <w:t xml:space="preserve">ЗА </w:t>
      </w:r>
      <w:r w:rsidR="00BB51FE" w:rsidRPr="0078204B">
        <w:rPr>
          <w:b/>
          <w:bCs/>
        </w:rPr>
        <w:t xml:space="preserve">ПРОФИЛ ЗА ДОСТЪП </w:t>
      </w:r>
      <w:r w:rsidR="00BB51FE">
        <w:rPr>
          <w:b/>
          <w:bCs/>
        </w:rPr>
        <w:t>НА РЪКОВОДИТЕЛ НА БЕНЕФИЦИЕНТА</w:t>
      </w:r>
      <w:r w:rsidR="00BB51FE" w:rsidRPr="0078204B">
        <w:rPr>
          <w:b/>
          <w:bCs/>
        </w:rPr>
        <w:t xml:space="preserve"> ДО</w:t>
      </w:r>
      <w:r w:rsidR="00BB51FE">
        <w:rPr>
          <w:b/>
          <w:bCs/>
        </w:rPr>
        <w:t xml:space="preserve"> ИСУН 2020 </w:t>
      </w:r>
      <w:r w:rsidR="00BB51FE" w:rsidRPr="0078204B">
        <w:rPr>
          <w:b/>
          <w:bCs/>
        </w:rPr>
        <w:t xml:space="preserve"> </w:t>
      </w:r>
    </w:p>
    <w:p w:rsidR="00BB51FE" w:rsidRDefault="00BB51FE" w:rsidP="00796E17">
      <w:pPr>
        <w:pStyle w:val="NormalWeb"/>
        <w:spacing w:after="240" w:afterAutospacing="0"/>
        <w:jc w:val="both"/>
        <w:divId w:val="1065756158"/>
        <w:rPr>
          <w:rStyle w:val="spelle"/>
        </w:rPr>
      </w:pPr>
    </w:p>
    <w:p w:rsidR="00BB51FE" w:rsidRPr="0078204B" w:rsidRDefault="00BB51FE" w:rsidP="00796E17">
      <w:pPr>
        <w:pStyle w:val="NormalWeb"/>
        <w:spacing w:after="240" w:afterAutospacing="0"/>
        <w:jc w:val="both"/>
        <w:divId w:val="1065756158"/>
      </w:pPr>
      <w:r w:rsidRPr="0078204B">
        <w:rPr>
          <w:rStyle w:val="spelle"/>
        </w:rPr>
        <w:t>Долуподписаният/ата</w:t>
      </w:r>
      <w:r>
        <w:rPr>
          <w:rStyle w:val="spelle"/>
        </w:rPr>
        <w:t>/ите</w:t>
      </w:r>
      <w:r w:rsidRPr="0078204B">
        <w:t xml:space="preserve">: </w:t>
      </w:r>
    </w:p>
    <w:p w:rsidR="00BB51FE" w:rsidRPr="0078204B" w:rsidRDefault="00BB51FE" w:rsidP="00796E17">
      <w:pPr>
        <w:pStyle w:val="NormalWeb"/>
        <w:spacing w:after="240" w:afterAutospacing="0"/>
        <w:jc w:val="center"/>
        <w:divId w:val="1065756158"/>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BB51FE" w:rsidRPr="0078204B" w:rsidRDefault="00BB51FE" w:rsidP="00796E17">
      <w:pPr>
        <w:pStyle w:val="NormalWeb"/>
        <w:jc w:val="both"/>
        <w:divId w:val="1065756158"/>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BB51FE" w:rsidRPr="0078204B" w:rsidRDefault="00BB51FE" w:rsidP="00796E17">
      <w:pPr>
        <w:pStyle w:val="NormalWeb"/>
        <w:jc w:val="both"/>
        <w:divId w:val="1065756158"/>
      </w:pPr>
      <w:r w:rsidRPr="0078204B">
        <w:t xml:space="preserve">изд. на .....................................от  ......................................................., в качеството ми на </w:t>
      </w:r>
    </w:p>
    <w:p w:rsidR="00BB51FE" w:rsidRPr="0078204B" w:rsidRDefault="00BB51FE" w:rsidP="00796E17">
      <w:pPr>
        <w:pStyle w:val="NormalWeb"/>
        <w:jc w:val="both"/>
        <w:divId w:val="1065756158"/>
      </w:pPr>
      <w:r w:rsidRPr="0078204B">
        <w:t xml:space="preserve">..........................................., </w:t>
      </w:r>
      <w:r w:rsidRPr="0078204B">
        <w:rPr>
          <w:rStyle w:val="grame"/>
        </w:rPr>
        <w:t xml:space="preserve">представляващ </w:t>
      </w:r>
      <w:r w:rsidRPr="0078204B">
        <w:t xml:space="preserve">......................................................................, </w:t>
      </w:r>
    </w:p>
    <w:p w:rsidR="00BB51FE" w:rsidRDefault="00BB51FE" w:rsidP="00796E17">
      <w:pPr>
        <w:pStyle w:val="NormalWeb"/>
        <w:jc w:val="both"/>
        <w:divId w:val="1065756158"/>
      </w:pPr>
      <w:r w:rsidRPr="0078204B">
        <w:t xml:space="preserve">ЕИК ...................................................., </w:t>
      </w:r>
    </w:p>
    <w:p w:rsidR="00BB51FE" w:rsidRDefault="00BB51FE" w:rsidP="00683183">
      <w:pPr>
        <w:pStyle w:val="NormalWeb"/>
        <w:numPr>
          <w:ilvl w:val="0"/>
          <w:numId w:val="33"/>
        </w:numPr>
        <w:jc w:val="both"/>
        <w:divId w:val="1065756158"/>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 ………………………………… “………………………………“, </w:t>
      </w:r>
      <w:r>
        <w:t>следва да бъде създаден профил за достъп със</w:t>
      </w:r>
      <w:r w:rsidRPr="0078204B">
        <w:t xml:space="preserve"> следн</w:t>
      </w:r>
      <w:r>
        <w:t>ата информация:</w:t>
      </w:r>
    </w:p>
    <w:p w:rsidR="00BB51FE" w:rsidRDefault="00BB51FE" w:rsidP="00DF313A">
      <w:pPr>
        <w:pStyle w:val="NormalWeb"/>
        <w:spacing w:before="0" w:beforeAutospacing="0" w:after="0" w:afterAutospacing="0"/>
        <w:ind w:left="215"/>
        <w:jc w:val="both"/>
        <w:divId w:val="1065756158"/>
      </w:pPr>
      <w:r>
        <w:t>Три имена: ….</w:t>
      </w:r>
      <w:r w:rsidRPr="000F6020">
        <w:t xml:space="preserve">...................................................................................................................... </w:t>
      </w:r>
      <w:r>
        <w:t xml:space="preserve">      </w:t>
      </w:r>
    </w:p>
    <w:p w:rsidR="00BB51FE" w:rsidRDefault="00BB51FE" w:rsidP="00DF313A">
      <w:pPr>
        <w:pStyle w:val="NormalWeb"/>
        <w:spacing w:before="0" w:beforeAutospacing="0"/>
        <w:ind w:left="3047" w:firstLine="493"/>
        <w:jc w:val="both"/>
        <w:divId w:val="1065756158"/>
      </w:pPr>
      <w:r w:rsidRPr="000F6020">
        <w:t>(</w:t>
      </w:r>
      <w:r w:rsidRPr="00DF313A">
        <w:rPr>
          <w:i/>
          <w:iCs/>
          <w:sz w:val="20"/>
          <w:szCs w:val="20"/>
          <w:u w:val="single"/>
        </w:rPr>
        <w:t>име, презиме, фамилия</w:t>
      </w:r>
      <w:r w:rsidRPr="000F6020">
        <w:t>)</w:t>
      </w:r>
    </w:p>
    <w:p w:rsidR="00BB51FE" w:rsidRDefault="00BB51FE" w:rsidP="00DF313A">
      <w:pPr>
        <w:pStyle w:val="NormalWeb"/>
        <w:jc w:val="both"/>
        <w:divId w:val="1065756158"/>
      </w:pPr>
      <w:r>
        <w:t xml:space="preserve">    </w:t>
      </w:r>
      <w:r w:rsidRPr="000F6020">
        <w:t>ЕГН</w:t>
      </w:r>
      <w:r>
        <w:t xml:space="preserve"> /идентификатор/:</w:t>
      </w:r>
      <w:r w:rsidRPr="000F6020">
        <w:t>........................</w:t>
      </w:r>
      <w:r>
        <w:t>..........................................................</w:t>
      </w:r>
      <w:r w:rsidRPr="000F6020">
        <w:t>.....................</w:t>
      </w:r>
      <w:r>
        <w:t>;</w:t>
      </w:r>
    </w:p>
    <w:p w:rsidR="00BB51FE" w:rsidRDefault="00BB51FE" w:rsidP="00DF313A">
      <w:pPr>
        <w:pStyle w:val="NormalWeb"/>
        <w:spacing w:after="0" w:afterAutospacing="0"/>
        <w:divId w:val="1065756158"/>
      </w:pPr>
      <w:r>
        <w:t xml:space="preserve">    Е</w:t>
      </w:r>
      <w:r w:rsidRPr="00AC5555">
        <w:t xml:space="preserve">лектронна поща: </w:t>
      </w:r>
      <w:r>
        <w:t>…………………………………………………………………………...</w:t>
      </w:r>
    </w:p>
    <w:p w:rsidR="00BB51FE" w:rsidRPr="00AC5555" w:rsidRDefault="00BB51FE" w:rsidP="00E874D9">
      <w:pPr>
        <w:pStyle w:val="NormalWeb"/>
        <w:spacing w:before="0" w:beforeAutospacing="0"/>
        <w:ind w:left="1416" w:firstLine="708"/>
        <w:jc w:val="center"/>
        <w:divId w:val="1065756158"/>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BB51FE" w:rsidRPr="006167CB" w:rsidRDefault="00BB51FE" w:rsidP="00DF313A">
      <w:pPr>
        <w:pStyle w:val="NormalWeb"/>
        <w:jc w:val="both"/>
        <w:divId w:val="1065756158"/>
      </w:pPr>
      <w:r>
        <w:rPr>
          <w:i/>
          <w:iCs/>
          <w:sz w:val="20"/>
          <w:szCs w:val="20"/>
        </w:rPr>
        <w:t xml:space="preserve">     </w:t>
      </w:r>
      <w:r w:rsidRPr="006167CB">
        <w:t>Телефон за контакт: ………………………</w:t>
      </w:r>
      <w:r>
        <w:t>………………………………………………..</w:t>
      </w:r>
      <w:r w:rsidRPr="006167CB">
        <w:t xml:space="preserve"> </w:t>
      </w:r>
    </w:p>
    <w:p w:rsidR="00BB51FE" w:rsidRDefault="00BB51FE" w:rsidP="002E3FEA">
      <w:pPr>
        <w:pStyle w:val="NormalWeb"/>
        <w:ind w:right="17"/>
        <w:jc w:val="both"/>
        <w:divId w:val="1065756158"/>
      </w:pPr>
    </w:p>
    <w:p w:rsidR="00BB51FE" w:rsidRDefault="00BB51FE" w:rsidP="002E3FEA">
      <w:pPr>
        <w:pStyle w:val="NormalWeb"/>
        <w:ind w:right="17"/>
        <w:jc w:val="both"/>
        <w:divId w:val="1065756158"/>
      </w:pPr>
      <w:r>
        <w:t xml:space="preserve">Заявявам, че: </w:t>
      </w:r>
    </w:p>
    <w:p w:rsidR="00BB51FE" w:rsidRDefault="00BB51FE" w:rsidP="00A54C8E">
      <w:pPr>
        <w:pStyle w:val="NormalWeb"/>
        <w:numPr>
          <w:ilvl w:val="0"/>
          <w:numId w:val="37"/>
        </w:numPr>
        <w:ind w:right="17"/>
        <w:jc w:val="both"/>
        <w:divId w:val="1065756158"/>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BB51FE" w:rsidRDefault="00BB51FE" w:rsidP="00692B39">
      <w:pPr>
        <w:pStyle w:val="NormalWeb"/>
        <w:numPr>
          <w:ilvl w:val="0"/>
          <w:numId w:val="37"/>
        </w:numPr>
        <w:ind w:right="17"/>
        <w:jc w:val="both"/>
        <w:divId w:val="1065756158"/>
      </w:pPr>
      <w:r w:rsidRPr="00A1772A">
        <w:t>Лицето</w:t>
      </w:r>
      <w:r>
        <w:t xml:space="preserve"> </w:t>
      </w:r>
      <w:r w:rsidRPr="00A1772A">
        <w:t>по т. 1 има</w:t>
      </w:r>
      <w:r>
        <w:t xml:space="preserve"> </w:t>
      </w:r>
      <w:r w:rsidRPr="00A1772A">
        <w:t>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w:t>
      </w:r>
      <w:r>
        <w:t>,</w:t>
      </w:r>
      <w:r w:rsidRPr="00A1772A">
        <w:t xml:space="preserve"> реализирани в модул „Е-Управление на проекти“.</w:t>
      </w:r>
    </w:p>
    <w:p w:rsidR="00BB51FE" w:rsidRDefault="00BB51FE" w:rsidP="00692B39">
      <w:pPr>
        <w:pStyle w:val="NormalWeb"/>
        <w:numPr>
          <w:ilvl w:val="0"/>
          <w:numId w:val="37"/>
        </w:numPr>
        <w:ind w:right="17"/>
        <w:jc w:val="both"/>
        <w:divId w:val="1065756158"/>
      </w:pPr>
      <w:r>
        <w:lastRenderedPageBreak/>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BB51FE" w:rsidRPr="0078204B" w:rsidRDefault="00BB51FE" w:rsidP="00692B39">
      <w:pPr>
        <w:pStyle w:val="NormalWeb"/>
        <w:numPr>
          <w:ilvl w:val="0"/>
          <w:numId w:val="37"/>
        </w:numPr>
        <w:ind w:right="17"/>
        <w:jc w:val="both"/>
        <w:divId w:val="1065756158"/>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BB51FE" w:rsidRDefault="00BB51FE" w:rsidP="00796E17">
      <w:pPr>
        <w:divId w:val="1065756158"/>
        <w:rPr>
          <w:rStyle w:val="spelle"/>
        </w:rPr>
      </w:pPr>
    </w:p>
    <w:p w:rsidR="00BB51FE" w:rsidRDefault="00BB51FE" w:rsidP="00796E17">
      <w:pPr>
        <w:divId w:val="1065756158"/>
        <w:rPr>
          <w:rStyle w:val="spelle"/>
        </w:rPr>
      </w:pPr>
    </w:p>
    <w:p w:rsidR="00BB51FE" w:rsidRPr="0078204B" w:rsidRDefault="00BB51FE" w:rsidP="00796E17">
      <w:pPr>
        <w:divId w:val="1065756158"/>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BB51FE" w:rsidRDefault="00BB51FE" w:rsidP="00796E17">
      <w:pPr>
        <w:divId w:val="1065756158"/>
      </w:pPr>
    </w:p>
    <w:p w:rsidR="00BB51FE" w:rsidRPr="0078204B" w:rsidRDefault="00BB51FE" w:rsidP="00796E17">
      <w:pPr>
        <w:divId w:val="1065756158"/>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BB51FE" w:rsidRPr="0078204B" w:rsidRDefault="00BB51FE">
      <w:pPr>
        <w:divId w:val="1065756158"/>
      </w:pPr>
    </w:p>
    <w:p w:rsidR="00BB51FE" w:rsidRPr="0078204B" w:rsidRDefault="00BB51FE" w:rsidP="008B0F98">
      <w:pPr>
        <w:pStyle w:val="Text1"/>
        <w:spacing w:before="120" w:after="0"/>
        <w:ind w:left="0"/>
        <w:divId w:val="1065756158"/>
        <w:rPr>
          <w:b/>
          <w:bCs/>
          <w:lang w:val="bg-BG"/>
        </w:rPr>
      </w:pPr>
    </w:p>
    <w:p w:rsidR="00BB51FE" w:rsidRPr="0078204B" w:rsidRDefault="00BB51FE" w:rsidP="008B0F98">
      <w:pPr>
        <w:pStyle w:val="Text1"/>
        <w:spacing w:before="120" w:after="0"/>
        <w:ind w:left="0"/>
        <w:divId w:val="1065756158"/>
        <w:rPr>
          <w:b/>
          <w:bCs/>
          <w:lang w:val="bg-BG"/>
        </w:rPr>
      </w:pPr>
    </w:p>
    <w:p w:rsidR="00BB51FE" w:rsidRPr="0078204B" w:rsidRDefault="00BB51FE">
      <w:pPr>
        <w:divId w:val="1065756158"/>
      </w:pPr>
    </w:p>
    <w:sectPr w:rsidR="00BB51FE" w:rsidRPr="0078204B" w:rsidSect="00BC2A34">
      <w:headerReference w:type="even" r:id="rId7"/>
      <w:headerReference w:type="default" r:id="rId8"/>
      <w:footerReference w:type="even" r:id="rId9"/>
      <w:footerReference w:type="default" r:id="rId10"/>
      <w:headerReference w:type="first" r:id="rId11"/>
      <w:footerReference w:type="first" r:id="rId12"/>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7F6" w:rsidRDefault="002E27F6" w:rsidP="007939FC">
      <w:r>
        <w:separator/>
      </w:r>
    </w:p>
  </w:endnote>
  <w:endnote w:type="continuationSeparator" w:id="0">
    <w:p w:rsidR="002E27F6" w:rsidRDefault="002E27F6"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1FE" w:rsidRDefault="00726014">
    <w:pPr>
      <w:pStyle w:val="Footer"/>
      <w:jc w:val="center"/>
    </w:pPr>
    <w:r>
      <w:fldChar w:fldCharType="begin"/>
    </w:r>
    <w:r>
      <w:instrText xml:space="preserve"> PAGE   \* MERGEFORMAT </w:instrText>
    </w:r>
    <w:r>
      <w:fldChar w:fldCharType="separate"/>
    </w:r>
    <w:r w:rsidR="00E151C2">
      <w:rPr>
        <w:noProof/>
      </w:rPr>
      <w:t>1</w:t>
    </w:r>
    <w:r>
      <w:rPr>
        <w:noProof/>
      </w:rPr>
      <w:fldChar w:fldCharType="end"/>
    </w:r>
  </w:p>
  <w:p w:rsidR="00BB51FE" w:rsidRDefault="00BB5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7F6" w:rsidRDefault="002E27F6" w:rsidP="007939FC">
      <w:r>
        <w:separator/>
      </w:r>
    </w:p>
  </w:footnote>
  <w:footnote w:type="continuationSeparator" w:id="0">
    <w:p w:rsidR="002E27F6" w:rsidRDefault="002E27F6" w:rsidP="007939FC">
      <w:r>
        <w:continuationSeparator/>
      </w:r>
    </w:p>
  </w:footnote>
  <w:footnote w:id="1">
    <w:p w:rsidR="00BB51FE" w:rsidRDefault="00BB51F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1FE" w:rsidRPr="006F1204" w:rsidRDefault="00BB51FE" w:rsidP="00636C44">
    <w:pPr>
      <w:pStyle w:val="Header"/>
      <w:ind w:left="-426"/>
      <w:rPr>
        <w:sz w:val="2"/>
        <w:szCs w:val="2"/>
        <w:lang w:val="ru-RU"/>
      </w:rPr>
    </w:pPr>
  </w:p>
  <w:p w:rsidR="0029766E" w:rsidRDefault="0029766E" w:rsidP="0029766E">
    <w:pPr>
      <w:tabs>
        <w:tab w:val="left" w:pos="2070"/>
      </w:tabs>
    </w:pPr>
  </w:p>
  <w:p w:rsidR="0029766E" w:rsidRDefault="00E151C2" w:rsidP="0029766E">
    <w:pPr>
      <w:tabs>
        <w:tab w:val="left" w:pos="207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6148" type="#_x0000_t75" style="position:absolute;margin-left:188.3pt;margin-top:1.55pt;width:118.35pt;height:63.85pt;z-index:-2516561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sidR="0029766E">
      <w:rPr>
        <w:noProof/>
      </w:rPr>
      <w:pict>
        <v:shape id="Picture 2" o:spid="_x0000_s6147" type="#_x0000_t75" style="position:absolute;margin-left:397.3pt;margin-top:5.75pt;width:167.4pt;height:62.75pt;z-index:25165926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
          <v:imagedata r:id="rId2" o:title=""/>
          <w10:wrap type="square" anchorx="page"/>
        </v:shape>
      </w:pict>
    </w:r>
  </w:p>
  <w:p w:rsidR="0029766E" w:rsidRDefault="0029766E" w:rsidP="0029766E">
    <w:pPr>
      <w:pStyle w:val="Header"/>
      <w:tabs>
        <w:tab w:val="left" w:pos="5222"/>
      </w:tabs>
    </w:pPr>
    <w:r w:rsidRPr="0029766E">
      <w:rPr>
        <w:noProof/>
        <w:lang w:val="en-US" w:eastAsia="en-US"/>
      </w:rPr>
      <w:pict>
        <v:shape id="Picture 7" o:spid="_x0000_i1027" type="#_x0000_t75" style="width:182.25pt;height:45pt;visibility:visible;mso-wrap-style:square">
          <v:imagedata r:id="rId3" o:title=""/>
        </v:shape>
      </w:pict>
    </w:r>
    <w:r>
      <w:tab/>
    </w:r>
  </w:p>
  <w:p w:rsidR="00BB51FE" w:rsidRDefault="0029766E">
    <w:pPr>
      <w:pStyle w:val="Header"/>
    </w:pPr>
    <w:r>
      <w:rPr>
        <w:noProof/>
      </w:rPr>
      <w:pict>
        <v:shapetype id="_x0000_t202" coordsize="21600,21600" o:spt="202" path="m,l,21600r21600,l21600,xe">
          <v:stroke joinstyle="miter"/>
          <v:path gradientshapeok="t" o:connecttype="rect"/>
        </v:shapetype>
        <v:shape id="TextBox 5" o:spid="_x0000_s6146" type="#_x0000_t202" style="position:absolute;margin-left:129.6pt;margin-top:6.5pt;width:241.05pt;height:18.8pt;z-index:25166131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rsidR="0029766E" w:rsidRPr="009404BD" w:rsidRDefault="0029766E" w:rsidP="0029766E">
                <w:pPr>
                  <w:textAlignment w:val="baseline"/>
                  <w:rPr>
                    <w:sz w:val="16"/>
                    <w:szCs w:val="16"/>
                  </w:rPr>
                </w:pPr>
                <w:r>
                  <w:rPr>
                    <w:rFonts w:ascii="Candara" w:hAnsi="Candara" w:cs="Candara"/>
                    <w:color w:val="000000"/>
                    <w:kern w:val="24"/>
                    <w:sz w:val="16"/>
                    <w:szCs w:val="16"/>
                  </w:rPr>
                  <w:t xml:space="preserve">     </w:t>
                </w:r>
                <w:r w:rsidR="00E151C2">
                  <w:rPr>
                    <w:rFonts w:ascii="Candara" w:hAnsi="Candara" w:cs="Candara"/>
                    <w:color w:val="000000"/>
                    <w:kern w:val="24"/>
                    <w:sz w:val="16"/>
                    <w:szCs w:val="16"/>
                  </w:rPr>
                  <w:t xml:space="preserve">            </w:t>
                </w:r>
                <w:bookmarkStart w:id="0" w:name="_GoBack"/>
                <w:bookmarkEnd w:id="0"/>
                <w:r w:rsidRPr="009404BD">
                  <w:rPr>
                    <w:rFonts w:ascii="Candara" w:hAnsi="Candara" w:cs="Candara"/>
                    <w:color w:val="000000"/>
                    <w:kern w:val="24"/>
                    <w:sz w:val="16"/>
                    <w:szCs w:val="16"/>
                  </w:rPr>
                  <w:t xml:space="preserve">МИНИСТЕРСТВО НА ЗЕМЕДЕЛИЕТО И ХРАНИТЕ </w:t>
                </w:r>
              </w:p>
              <w:p w:rsidR="0029766E" w:rsidRDefault="0029766E" w:rsidP="0029766E">
                <w:pPr>
                  <w:jc w:val="center"/>
                </w:pPr>
              </w:p>
            </w:txbxContent>
          </v:textbox>
          <w10:wrap anchorx="margin"/>
        </v:shape>
      </w:pict>
    </w:r>
    <w:r w:rsidR="00BB51FE">
      <w:tab/>
    </w:r>
    <w:r w:rsidR="00BB51F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66E" w:rsidRDefault="002976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9"/>
  </w:num>
  <w:num w:numId="10">
    <w:abstractNumId w:val="15"/>
  </w:num>
  <w:num w:numId="11">
    <w:abstractNumId w:val="2"/>
  </w:num>
  <w:num w:numId="12">
    <w:abstractNumId w:val="5"/>
  </w:num>
  <w:num w:numId="13">
    <w:abstractNumId w:val="6"/>
  </w:num>
  <w:num w:numId="14">
    <w:abstractNumId w:val="30"/>
  </w:num>
  <w:num w:numId="15">
    <w:abstractNumId w:val="4"/>
  </w:num>
  <w:num w:numId="16">
    <w:abstractNumId w:val="27"/>
  </w:num>
  <w:num w:numId="17">
    <w:abstractNumId w:val="25"/>
  </w:num>
  <w:num w:numId="18">
    <w:abstractNumId w:val="16"/>
  </w:num>
  <w:num w:numId="19">
    <w:abstractNumId w:val="23"/>
  </w:num>
  <w:num w:numId="20">
    <w:abstractNumId w:val="21"/>
  </w:num>
  <w:num w:numId="21">
    <w:abstractNumId w:val="20"/>
  </w:num>
  <w:num w:numId="22">
    <w:abstractNumId w:val="18"/>
  </w:num>
  <w:num w:numId="23">
    <w:abstractNumId w:val="24"/>
  </w:num>
  <w:num w:numId="24">
    <w:abstractNumId w:val="10"/>
  </w:num>
  <w:num w:numId="25">
    <w:abstractNumId w:val="12"/>
  </w:num>
  <w:num w:numId="26">
    <w:abstractNumId w:val="8"/>
  </w:num>
  <w:num w:numId="27">
    <w:abstractNumId w:val="29"/>
  </w:num>
  <w:num w:numId="28">
    <w:abstractNumId w:val="26"/>
  </w:num>
  <w:num w:numId="29">
    <w:abstractNumId w:val="17"/>
  </w:num>
  <w:num w:numId="30">
    <w:abstractNumId w:val="3"/>
  </w:num>
  <w:num w:numId="31">
    <w:abstractNumId w:val="28"/>
  </w:num>
  <w:num w:numId="32">
    <w:abstractNumId w:val="14"/>
  </w:num>
  <w:num w:numId="33">
    <w:abstractNumId w:val="22"/>
  </w:num>
  <w:num w:numId="34">
    <w:abstractNumId w:val="9"/>
  </w:num>
  <w:num w:numId="35">
    <w:abstractNumId w:val="7"/>
  </w:num>
  <w:num w:numId="36">
    <w:abstractNumId w:val="1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6149"/>
    <o:shapelayout v:ext="edit">
      <o:idmap v:ext="edit" data="6"/>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92EE2"/>
    <w:rsid w:val="00095798"/>
    <w:rsid w:val="00096E2F"/>
    <w:rsid w:val="000B3FF1"/>
    <w:rsid w:val="000D005B"/>
    <w:rsid w:val="000D0380"/>
    <w:rsid w:val="000D1A37"/>
    <w:rsid w:val="000F0104"/>
    <w:rsid w:val="000F6020"/>
    <w:rsid w:val="00113D52"/>
    <w:rsid w:val="00115DF1"/>
    <w:rsid w:val="00126579"/>
    <w:rsid w:val="00126AA3"/>
    <w:rsid w:val="0013559A"/>
    <w:rsid w:val="00147A43"/>
    <w:rsid w:val="0015324C"/>
    <w:rsid w:val="00182C81"/>
    <w:rsid w:val="00186385"/>
    <w:rsid w:val="00190B5B"/>
    <w:rsid w:val="001E4106"/>
    <w:rsid w:val="001E63D0"/>
    <w:rsid w:val="001F383D"/>
    <w:rsid w:val="00201B0C"/>
    <w:rsid w:val="00207EAA"/>
    <w:rsid w:val="00226298"/>
    <w:rsid w:val="002277E5"/>
    <w:rsid w:val="00242BCB"/>
    <w:rsid w:val="002441CE"/>
    <w:rsid w:val="002442D6"/>
    <w:rsid w:val="00246656"/>
    <w:rsid w:val="00255A14"/>
    <w:rsid w:val="00257B11"/>
    <w:rsid w:val="00294CB7"/>
    <w:rsid w:val="0029766E"/>
    <w:rsid w:val="002B7768"/>
    <w:rsid w:val="002C20C0"/>
    <w:rsid w:val="002C2B97"/>
    <w:rsid w:val="002D54BE"/>
    <w:rsid w:val="002D5C04"/>
    <w:rsid w:val="002E131E"/>
    <w:rsid w:val="002E27F6"/>
    <w:rsid w:val="002E305F"/>
    <w:rsid w:val="002E3FEA"/>
    <w:rsid w:val="002F6C4D"/>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47F"/>
    <w:rsid w:val="004F5BD2"/>
    <w:rsid w:val="004F63E0"/>
    <w:rsid w:val="00507C8F"/>
    <w:rsid w:val="005110C4"/>
    <w:rsid w:val="00536BED"/>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5195"/>
    <w:rsid w:val="00726014"/>
    <w:rsid w:val="00736886"/>
    <w:rsid w:val="00741654"/>
    <w:rsid w:val="00741FB2"/>
    <w:rsid w:val="00742EA1"/>
    <w:rsid w:val="00755494"/>
    <w:rsid w:val="00765C65"/>
    <w:rsid w:val="007707EA"/>
    <w:rsid w:val="00780690"/>
    <w:rsid w:val="0078204B"/>
    <w:rsid w:val="007828A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700F"/>
    <w:rsid w:val="00990BDE"/>
    <w:rsid w:val="009915FA"/>
    <w:rsid w:val="00993562"/>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2278F"/>
    <w:rsid w:val="00B22928"/>
    <w:rsid w:val="00B261C0"/>
    <w:rsid w:val="00B40C90"/>
    <w:rsid w:val="00B432CA"/>
    <w:rsid w:val="00B53AFD"/>
    <w:rsid w:val="00B75E20"/>
    <w:rsid w:val="00B844A1"/>
    <w:rsid w:val="00B87F23"/>
    <w:rsid w:val="00B95764"/>
    <w:rsid w:val="00B97E0E"/>
    <w:rsid w:val="00BA2942"/>
    <w:rsid w:val="00BB1C3E"/>
    <w:rsid w:val="00BB51FE"/>
    <w:rsid w:val="00BB58DD"/>
    <w:rsid w:val="00BC2A34"/>
    <w:rsid w:val="00BE1328"/>
    <w:rsid w:val="00BF2790"/>
    <w:rsid w:val="00C04428"/>
    <w:rsid w:val="00C12D77"/>
    <w:rsid w:val="00C233C1"/>
    <w:rsid w:val="00C26D02"/>
    <w:rsid w:val="00C40D32"/>
    <w:rsid w:val="00C52FE4"/>
    <w:rsid w:val="00C5576E"/>
    <w:rsid w:val="00C95245"/>
    <w:rsid w:val="00C95438"/>
    <w:rsid w:val="00CB07F2"/>
    <w:rsid w:val="00CD4AD3"/>
    <w:rsid w:val="00CF2E5B"/>
    <w:rsid w:val="00CF6F29"/>
    <w:rsid w:val="00D1175D"/>
    <w:rsid w:val="00D132A9"/>
    <w:rsid w:val="00D17DC1"/>
    <w:rsid w:val="00D2060E"/>
    <w:rsid w:val="00D306F5"/>
    <w:rsid w:val="00D367B7"/>
    <w:rsid w:val="00D63F97"/>
    <w:rsid w:val="00D651F6"/>
    <w:rsid w:val="00D777FF"/>
    <w:rsid w:val="00D845EA"/>
    <w:rsid w:val="00D8721C"/>
    <w:rsid w:val="00D97FA3"/>
    <w:rsid w:val="00DA31C4"/>
    <w:rsid w:val="00DB7AC7"/>
    <w:rsid w:val="00DD29F2"/>
    <w:rsid w:val="00DD5C2C"/>
    <w:rsid w:val="00DF27FC"/>
    <w:rsid w:val="00DF313A"/>
    <w:rsid w:val="00E014D5"/>
    <w:rsid w:val="00E03469"/>
    <w:rsid w:val="00E0507A"/>
    <w:rsid w:val="00E05891"/>
    <w:rsid w:val="00E06558"/>
    <w:rsid w:val="00E12D7E"/>
    <w:rsid w:val="00E151C2"/>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721FA"/>
    <w:rsid w:val="00F835A9"/>
    <w:rsid w:val="00F97FFD"/>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9"/>
    <o:shapelayout v:ext="edit">
      <o:idmap v:ext="edit" data="1"/>
    </o:shapelayout>
  </w:shapeDefaults>
  <w:decimalSymbol w:val="."/>
  <w:listSeparator w:val=","/>
  <w14:docId w14:val="2C720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cs="Arial"/>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56158">
      <w:marLeft w:val="0"/>
      <w:marRight w:val="0"/>
      <w:marTop w:val="0"/>
      <w:marBottom w:val="0"/>
      <w:divBdr>
        <w:top w:val="none" w:sz="0" w:space="0" w:color="auto"/>
        <w:left w:val="none" w:sz="0" w:space="0" w:color="auto"/>
        <w:bottom w:val="none" w:sz="0" w:space="0" w:color="auto"/>
        <w:right w:val="none" w:sz="0" w:space="0" w:color="auto"/>
      </w:divBdr>
    </w:div>
    <w:div w:id="1065756162">
      <w:marLeft w:val="0"/>
      <w:marRight w:val="0"/>
      <w:marTop w:val="0"/>
      <w:marBottom w:val="0"/>
      <w:divBdr>
        <w:top w:val="none" w:sz="0" w:space="0" w:color="auto"/>
        <w:left w:val="none" w:sz="0" w:space="0" w:color="auto"/>
        <w:bottom w:val="none" w:sz="0" w:space="0" w:color="auto"/>
        <w:right w:val="none" w:sz="0" w:space="0" w:color="auto"/>
      </w:divBdr>
      <w:divsChild>
        <w:div w:id="1065756159">
          <w:marLeft w:val="0"/>
          <w:marRight w:val="0"/>
          <w:marTop w:val="150"/>
          <w:marBottom w:val="0"/>
          <w:divBdr>
            <w:top w:val="single" w:sz="6" w:space="0" w:color="FFFFFF"/>
            <w:left w:val="single" w:sz="6" w:space="0" w:color="FFFFFF"/>
            <w:bottom w:val="single" w:sz="6" w:space="0" w:color="FFFFFF"/>
            <w:right w:val="single" w:sz="6" w:space="0" w:color="FFFFFF"/>
          </w:divBdr>
        </w:div>
        <w:div w:id="1065756160">
          <w:marLeft w:val="0"/>
          <w:marRight w:val="0"/>
          <w:marTop w:val="150"/>
          <w:marBottom w:val="0"/>
          <w:divBdr>
            <w:top w:val="single" w:sz="6" w:space="0" w:color="FFFFFF"/>
            <w:left w:val="single" w:sz="6" w:space="0" w:color="FFFFFF"/>
            <w:bottom w:val="single" w:sz="6" w:space="0" w:color="FFFFFF"/>
            <w:right w:val="single" w:sz="6" w:space="0" w:color="FFFFFF"/>
          </w:divBdr>
          <w:divsChild>
            <w:div w:id="1065756161">
              <w:marLeft w:val="0"/>
              <w:marRight w:val="60"/>
              <w:marTop w:val="45"/>
              <w:marBottom w:val="0"/>
              <w:divBdr>
                <w:top w:val="none" w:sz="0" w:space="0" w:color="auto"/>
                <w:left w:val="none" w:sz="0" w:space="0" w:color="auto"/>
                <w:bottom w:val="none" w:sz="0" w:space="0" w:color="auto"/>
                <w:right w:val="none" w:sz="0" w:space="0" w:color="auto"/>
              </w:divBdr>
            </w:div>
            <w:div w:id="1065756163">
              <w:marLeft w:val="0"/>
              <w:marRight w:val="60"/>
              <w:marTop w:val="45"/>
              <w:marBottom w:val="0"/>
              <w:divBdr>
                <w:top w:val="none" w:sz="0" w:space="0" w:color="auto"/>
                <w:left w:val="none" w:sz="0" w:space="0" w:color="auto"/>
                <w:bottom w:val="none" w:sz="0" w:space="0" w:color="auto"/>
                <w:right w:val="none" w:sz="0" w:space="0" w:color="auto"/>
              </w:divBdr>
            </w:div>
            <w:div w:id="1065756164">
              <w:marLeft w:val="0"/>
              <w:marRight w:val="60"/>
              <w:marTop w:val="45"/>
              <w:marBottom w:val="0"/>
              <w:divBdr>
                <w:top w:val="none" w:sz="0" w:space="0" w:color="auto"/>
                <w:left w:val="none" w:sz="0" w:space="0" w:color="auto"/>
                <w:bottom w:val="none" w:sz="0" w:space="0" w:color="auto"/>
                <w:right w:val="none" w:sz="0" w:space="0" w:color="auto"/>
              </w:divBdr>
            </w:div>
            <w:div w:id="106575616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2002-01-01T23:40:00Z</dcterms:created>
  <dcterms:modified xsi:type="dcterms:W3CDTF">2023-10-12T07:01:00Z</dcterms:modified>
</cp:coreProperties>
</file>