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EE" w:rsidRPr="009B283C" w:rsidRDefault="008A6D2A" w:rsidP="008A6D2A">
      <w:pPr>
        <w:jc w:val="right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Приложение № </w:t>
      </w:r>
      <w:r w:rsidR="005D5686">
        <w:rPr>
          <w:rFonts w:ascii="Arial" w:hAnsi="Arial" w:cs="Arial"/>
        </w:rPr>
        <w:t>6</w:t>
      </w:r>
    </w:p>
    <w:p w:rsidR="008A6D2A" w:rsidRPr="009B283C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</w:p>
    <w:p w:rsidR="008A6D2A" w:rsidRPr="009B283C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  <w:r w:rsidRPr="009B283C">
        <w:rPr>
          <w:rFonts w:ascii="Arial" w:hAnsi="Arial" w:cs="Arial"/>
          <w:b/>
          <w:sz w:val="28"/>
          <w:szCs w:val="28"/>
        </w:rPr>
        <w:t>Критерии и методология</w:t>
      </w:r>
    </w:p>
    <w:p w:rsidR="00F57572" w:rsidRPr="009B283C" w:rsidRDefault="008A6D2A" w:rsidP="008A6D2A">
      <w:pPr>
        <w:jc w:val="center"/>
        <w:rPr>
          <w:rFonts w:ascii="Arial" w:hAnsi="Arial" w:cs="Arial"/>
          <w:b/>
        </w:rPr>
      </w:pPr>
      <w:r w:rsidRPr="009B283C">
        <w:rPr>
          <w:rFonts w:ascii="Arial" w:hAnsi="Arial" w:cs="Arial"/>
          <w:b/>
        </w:rPr>
        <w:t>за оценка на проектни предложени</w:t>
      </w:r>
      <w:r w:rsidR="00F57572" w:rsidRPr="009B283C">
        <w:rPr>
          <w:rFonts w:ascii="Arial" w:hAnsi="Arial" w:cs="Arial"/>
          <w:b/>
        </w:rPr>
        <w:t>я</w:t>
      </w:r>
    </w:p>
    <w:p w:rsidR="00BC61C0" w:rsidRPr="009B283C" w:rsidRDefault="008A6D2A" w:rsidP="008A6D2A">
      <w:pPr>
        <w:jc w:val="center"/>
        <w:rPr>
          <w:rFonts w:ascii="Arial" w:hAnsi="Arial" w:cs="Arial"/>
          <w:b/>
        </w:rPr>
      </w:pPr>
      <w:r w:rsidRPr="009B283C">
        <w:rPr>
          <w:rFonts w:ascii="Arial" w:hAnsi="Arial" w:cs="Arial"/>
          <w:b/>
        </w:rPr>
        <w:t xml:space="preserve">по процедура за подбор на </w:t>
      </w:r>
      <w:r w:rsidRPr="00BC61C0">
        <w:rPr>
          <w:rFonts w:ascii="Arial" w:hAnsi="Arial" w:cs="Arial"/>
        </w:rPr>
        <w:t xml:space="preserve">проекти </w:t>
      </w:r>
      <w:r w:rsidR="00BC61C0" w:rsidRPr="00BC61C0">
        <w:rPr>
          <w:rFonts w:ascii="Arial" w:hAnsi="Arial" w:cs="Arial"/>
        </w:rPr>
        <w:t>№ BG14MFPR001-1.006 „Подкрепа за подобряване на икономическия и социалния статус на операторите в риболова”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  <w:b/>
        </w:rPr>
        <w:t xml:space="preserve">Приоритет </w:t>
      </w:r>
      <w:r w:rsidR="005C2387">
        <w:rPr>
          <w:rFonts w:ascii="Arial" w:hAnsi="Arial" w:cs="Arial"/>
          <w:b/>
        </w:rPr>
        <w:t xml:space="preserve">1 </w:t>
      </w:r>
      <w:r w:rsidR="005C2387" w:rsidRPr="005C2387">
        <w:rPr>
          <w:rFonts w:ascii="Arial" w:hAnsi="Arial" w:cs="Arial"/>
        </w:rPr>
        <w:t>„Насърчаване на устойчивото рибарство и на възстановяването и опазването на водните биологични ресурси”</w:t>
      </w:r>
      <w:r w:rsidRPr="005C2387">
        <w:rPr>
          <w:rFonts w:ascii="Arial" w:hAnsi="Arial" w:cs="Arial"/>
        </w:rPr>
        <w:t>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  <w:b/>
        </w:rPr>
        <w:t xml:space="preserve">Специфична цел: </w:t>
      </w:r>
      <w:r w:rsidR="005C2387" w:rsidRPr="00A75C3A">
        <w:rPr>
          <w:rFonts w:ascii="Arial" w:hAnsi="Arial" w:cs="Arial"/>
        </w:rPr>
        <w:t>1 „Укрепване на икономически, социално и екологич</w:t>
      </w:r>
      <w:r w:rsidR="005C2387">
        <w:rPr>
          <w:rFonts w:ascii="Arial" w:hAnsi="Arial" w:cs="Arial"/>
        </w:rPr>
        <w:t>но устойчиви риболовни дейности</w:t>
      </w:r>
      <w:r w:rsidR="005C2387" w:rsidRPr="00A75C3A">
        <w:rPr>
          <w:rFonts w:ascii="Arial" w:hAnsi="Arial" w:cs="Arial"/>
        </w:rPr>
        <w:t>”</w:t>
      </w:r>
      <w:r w:rsidRPr="009B283C">
        <w:rPr>
          <w:rFonts w:ascii="Arial" w:hAnsi="Arial" w:cs="Arial"/>
        </w:rPr>
        <w:t>.</w:t>
      </w:r>
    </w:p>
    <w:p w:rsidR="00ED3584" w:rsidRPr="009B283C" w:rsidRDefault="00ED3584">
      <w:pPr>
        <w:rPr>
          <w:rFonts w:ascii="Arial" w:hAnsi="Arial" w:cs="Arial"/>
          <w:b/>
        </w:rPr>
      </w:pPr>
    </w:p>
    <w:p w:rsidR="008A6D2A" w:rsidRPr="009B283C" w:rsidRDefault="008A6D2A">
      <w:pPr>
        <w:rPr>
          <w:rFonts w:ascii="Arial" w:hAnsi="Arial" w:cs="Arial"/>
          <w:b/>
          <w:u w:val="single"/>
        </w:rPr>
      </w:pPr>
      <w:r w:rsidRPr="009B283C">
        <w:rPr>
          <w:rFonts w:ascii="Arial" w:hAnsi="Arial" w:cs="Arial"/>
          <w:b/>
          <w:u w:val="single"/>
        </w:rPr>
        <w:t>I. Методология за оценка на проектни предложения: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Оценяват се само проектни предложения, получени чрез системата ИСУН. 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 w:rsidRPr="009B283C">
        <w:rPr>
          <w:rFonts w:ascii="Arial" w:hAnsi="Arial" w:cs="Arial"/>
        </w:rPr>
        <w:t>(</w:t>
      </w:r>
      <w:r w:rsidRPr="009B283C">
        <w:rPr>
          <w:rFonts w:ascii="Arial" w:hAnsi="Arial" w:cs="Arial"/>
        </w:rPr>
        <w:t>УО</w:t>
      </w:r>
      <w:r w:rsidR="00F57572" w:rsidRPr="009B283C">
        <w:rPr>
          <w:rFonts w:ascii="Arial" w:hAnsi="Arial" w:cs="Arial"/>
        </w:rPr>
        <w:t>)</w:t>
      </w:r>
      <w:r w:rsidRPr="009B283C">
        <w:rPr>
          <w:rFonts w:ascii="Arial" w:hAnsi="Arial" w:cs="Arial"/>
        </w:rPr>
        <w:t xml:space="preserve"> на </w:t>
      </w:r>
      <w:r w:rsidR="00F57572" w:rsidRPr="009B283C">
        <w:rPr>
          <w:rFonts w:ascii="Arial" w:hAnsi="Arial" w:cs="Arial"/>
        </w:rPr>
        <w:t>Програма за морско дело, рибарство и аквакултури (</w:t>
      </w:r>
      <w:r w:rsidRPr="009B283C">
        <w:rPr>
          <w:rFonts w:ascii="Arial" w:hAnsi="Arial" w:cs="Arial"/>
        </w:rPr>
        <w:t>ПМДРА</w:t>
      </w:r>
      <w:r w:rsidR="00F57572" w:rsidRPr="009B283C">
        <w:rPr>
          <w:rFonts w:ascii="Arial" w:hAnsi="Arial" w:cs="Arial"/>
        </w:rPr>
        <w:t>).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Методологията и критериите не подлежат на изменение по време на провеждането на оценката.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Оценката включва: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1. Административно съответствие и допустимост;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2. Техническа и финансова оценка.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В случай на установена в процеса на оценка липса на документи и/или други нередовности, на проектното предложение, УО на ПМДРА уведомява </w:t>
      </w:r>
      <w:r w:rsidR="00F57572" w:rsidRPr="009B283C">
        <w:rPr>
          <w:rFonts w:ascii="Arial" w:hAnsi="Arial" w:cs="Arial"/>
        </w:rPr>
        <w:t xml:space="preserve">кандидата </w:t>
      </w:r>
      <w:r w:rsidRPr="009B283C">
        <w:rPr>
          <w:rFonts w:ascii="Arial" w:hAnsi="Arial" w:cs="Arial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По време на оценката на проектното предложение, комуникацията с кандидата и </w:t>
      </w:r>
      <w:r w:rsidR="00F57572" w:rsidRPr="009B283C">
        <w:rPr>
          <w:rFonts w:ascii="Arial" w:hAnsi="Arial" w:cs="Arial"/>
        </w:rPr>
        <w:t xml:space="preserve">отстраняването </w:t>
      </w:r>
      <w:r w:rsidRPr="009B283C">
        <w:rPr>
          <w:rFonts w:ascii="Arial" w:hAnsi="Arial" w:cs="Arial"/>
        </w:rPr>
        <w:t xml:space="preserve">на установени </w:t>
      </w:r>
      <w:r w:rsidR="00F57572" w:rsidRPr="009B283C">
        <w:rPr>
          <w:rFonts w:ascii="Arial" w:hAnsi="Arial" w:cs="Arial"/>
        </w:rPr>
        <w:t xml:space="preserve">нередовности </w:t>
      </w:r>
      <w:r w:rsidRPr="009B283C">
        <w:rPr>
          <w:rFonts w:ascii="Arial" w:hAnsi="Arial" w:cs="Arial"/>
        </w:rPr>
        <w:t xml:space="preserve">по подаденото проектно предложение, ще се извършват електронно чрез профила на кандидата в ИСУН, от който е подаден съответният проект. </w:t>
      </w:r>
    </w:p>
    <w:p w:rsidR="008A6D2A" w:rsidRPr="009B283C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lastRenderedPageBreak/>
        <w:t>Въз основа на резултатите от оценката, комисията изготвя оценителен доклад съгласно чл. 35 от ЗУСЕФСУ.</w:t>
      </w:r>
    </w:p>
    <w:p w:rsidR="008A6D2A" w:rsidRPr="009B283C" w:rsidRDefault="008A6D2A" w:rsidP="008A6D2A">
      <w:pPr>
        <w:jc w:val="both"/>
        <w:rPr>
          <w:rFonts w:ascii="Arial" w:hAnsi="Arial" w:cs="Arial"/>
          <w:b/>
          <w:u w:val="single"/>
        </w:rPr>
      </w:pPr>
      <w:r w:rsidRPr="009B283C">
        <w:rPr>
          <w:rFonts w:ascii="Arial" w:hAnsi="Arial" w:cs="Arial"/>
          <w:b/>
          <w:u w:val="single"/>
        </w:rPr>
        <w:t>II. Критерии за оценка.</w:t>
      </w:r>
    </w:p>
    <w:p w:rsidR="008A6D2A" w:rsidRPr="009B283C" w:rsidRDefault="008A6D2A" w:rsidP="008A6D2A">
      <w:pPr>
        <w:jc w:val="both"/>
        <w:rPr>
          <w:rFonts w:ascii="Arial" w:hAnsi="Arial" w:cs="Arial"/>
          <w:b/>
        </w:rPr>
      </w:pPr>
      <w:r w:rsidRPr="009B283C">
        <w:rPr>
          <w:rFonts w:ascii="Arial" w:hAnsi="Arial" w:cs="Arial"/>
          <w:b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9B283C" w:rsidTr="00F51C5C">
        <w:tc>
          <w:tcPr>
            <w:tcW w:w="7225" w:type="dxa"/>
            <w:gridSpan w:val="2"/>
          </w:tcPr>
          <w:p w:rsidR="00616BF8" w:rsidRPr="009B283C" w:rsidRDefault="00616BF8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16BF8" w:rsidRPr="009B283C" w:rsidRDefault="00616BF8" w:rsidP="008A10B9">
            <w:pPr>
              <w:jc w:val="center"/>
              <w:rPr>
                <w:rFonts w:ascii="Arial" w:hAnsi="Arial" w:cs="Arial"/>
                <w:b/>
              </w:rPr>
            </w:pPr>
            <w:r w:rsidRPr="009B283C">
              <w:rPr>
                <w:rFonts w:ascii="Arial" w:hAnsi="Arial" w:cs="Arial"/>
                <w:b/>
              </w:rPr>
              <w:t>ДА / НЕ / НЕПР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Проектното предложение е подадено по реда, определен от УО </w:t>
            </w:r>
            <w:r w:rsidR="00F57572" w:rsidRPr="009B283C">
              <w:rPr>
                <w:rFonts w:ascii="Arial" w:hAnsi="Arial" w:cs="Arial"/>
              </w:rPr>
              <w:t xml:space="preserve">на ПМДРА </w:t>
            </w:r>
            <w:r w:rsidRPr="009B283C">
              <w:rPr>
                <w:rFonts w:ascii="Arial" w:hAnsi="Arial" w:cs="Arial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2.</w:t>
            </w:r>
          </w:p>
        </w:tc>
        <w:tc>
          <w:tcPr>
            <w:tcW w:w="6521" w:type="dxa"/>
          </w:tcPr>
          <w:p w:rsidR="008A10B9" w:rsidRPr="00794D85" w:rsidRDefault="008A10B9" w:rsidP="008A10B9">
            <w:pPr>
              <w:jc w:val="both"/>
              <w:rPr>
                <w:rFonts w:ascii="Arial" w:hAnsi="Arial" w:cs="Arial"/>
                <w:highlight w:val="cyan"/>
              </w:rPr>
            </w:pPr>
            <w:r w:rsidRPr="00604AD1">
              <w:rPr>
                <w:rFonts w:ascii="Arial" w:hAnsi="Arial" w:cs="Arial"/>
              </w:rPr>
              <w:t xml:space="preserve">Бизнес планът е попълнен в лева и е използван зададеният образец съгласно Условия за кандидатстване по настоящата процедура.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  <w:r w:rsidR="00270329">
              <w:rPr>
                <w:rFonts w:ascii="Arial" w:hAnsi="Arial" w:cs="Arial"/>
                <w:color w:val="000000"/>
                <w:lang w:val="ru-RU"/>
              </w:rPr>
              <w:t xml:space="preserve">  </w:t>
            </w:r>
            <w:r w:rsidR="00270329" w:rsidRPr="00270329">
              <w:rPr>
                <w:rFonts w:ascii="Arial" w:hAnsi="Arial" w:cs="Arial"/>
                <w:color w:val="000000"/>
                <w:lang w:val="ru-RU"/>
              </w:rPr>
              <w:t> непр.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3.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4.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5.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6.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7.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8.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9.</w:t>
            </w:r>
          </w:p>
        </w:tc>
        <w:tc>
          <w:tcPr>
            <w:tcW w:w="6521" w:type="dxa"/>
          </w:tcPr>
          <w:p w:rsidR="008A10B9" w:rsidRPr="009B283C" w:rsidRDefault="008A10B9" w:rsidP="005B643F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5B643F">
              <w:rPr>
                <w:rFonts w:ascii="Arial" w:hAnsi="Arial" w:cs="Arial"/>
              </w:rPr>
              <w:t>14</w:t>
            </w:r>
            <w:r w:rsidRPr="009B283C">
              <w:rPr>
                <w:rFonts w:ascii="Arial" w:hAnsi="Arial" w:cs="Arial"/>
              </w:rPr>
              <w:t xml:space="preserve">, параграф 1,буква </w:t>
            </w:r>
            <w:r w:rsidR="005B643F">
              <w:rPr>
                <w:rFonts w:ascii="Arial" w:hAnsi="Arial" w:cs="Arial"/>
              </w:rPr>
              <w:t>„</w:t>
            </w:r>
            <w:r w:rsidRPr="009B283C">
              <w:rPr>
                <w:rFonts w:ascii="Arial" w:hAnsi="Arial" w:cs="Arial"/>
              </w:rPr>
              <w:t>а</w:t>
            </w:r>
            <w:r w:rsidR="005B643F">
              <w:rPr>
                <w:rFonts w:ascii="Arial" w:hAnsi="Arial" w:cs="Arial"/>
              </w:rPr>
              <w:t>“</w:t>
            </w:r>
            <w:r w:rsidRPr="009B283C">
              <w:rPr>
                <w:rFonts w:ascii="Arial" w:hAnsi="Arial" w:cs="Arial"/>
              </w:rPr>
              <w:t xml:space="preserve"> </w:t>
            </w:r>
            <w:r w:rsidR="005B643F">
              <w:rPr>
                <w:rFonts w:ascii="Arial" w:hAnsi="Arial" w:cs="Arial"/>
              </w:rPr>
              <w:t>от</w:t>
            </w:r>
            <w:r w:rsidRPr="009B283C">
              <w:rPr>
                <w:rFonts w:ascii="Arial" w:hAnsi="Arial" w:cs="Arial"/>
              </w:rPr>
              <w:t xml:space="preserve">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10.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11.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 </w:t>
            </w:r>
            <w:r w:rsidR="00616BF8" w:rsidRPr="009B283C">
              <w:rPr>
                <w:rFonts w:ascii="Arial" w:hAnsi="Arial" w:cs="Arial"/>
                <w:color w:val="000000"/>
                <w:lang w:val="ru-RU"/>
              </w:rPr>
              <w:t xml:space="preserve">   не  </w:t>
            </w: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     непр</w:t>
            </w:r>
            <w:r w:rsidR="00616BF8" w:rsidRPr="009B283C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8A10B9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12.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BC61C0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</w:t>
            </w:r>
            <w:r w:rsidR="00BC61C0">
              <w:rPr>
                <w:rFonts w:ascii="Arial" w:hAnsi="Arial" w:cs="Arial"/>
              </w:rPr>
              <w:t>3</w:t>
            </w:r>
            <w:r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9B283C" w:rsidRDefault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 w:rsidRPr="009B283C">
              <w:rPr>
                <w:rFonts w:ascii="Arial" w:hAnsi="Arial" w:cs="Arial"/>
              </w:rPr>
              <w:t xml:space="preserve">кандидата </w:t>
            </w:r>
            <w:r w:rsidRPr="009B283C">
              <w:rPr>
                <w:rFonts w:ascii="Arial" w:hAnsi="Arial" w:cs="Arial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 не       непр</w:t>
            </w:r>
            <w:r w:rsidRPr="009B283C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8A10B9" w:rsidP="00BC61C0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1</w:t>
            </w:r>
            <w:r w:rsidR="00BC61C0">
              <w:rPr>
                <w:rFonts w:ascii="Arial" w:hAnsi="Arial" w:cs="Arial"/>
              </w:rPr>
              <w:t>4</w:t>
            </w:r>
            <w:r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Общата стойност на безвъзмездната финансова помощ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 w:rsidR="00794D85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BC61C0" w:rsidP="008A10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8A10B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Проектът е икономически жизнеспособен</w:t>
            </w:r>
            <w:r w:rsidR="00ED73CD" w:rsidRPr="009B283C">
              <w:rPr>
                <w:rFonts w:ascii="Arial" w:hAnsi="Arial" w:cs="Arial"/>
              </w:rPr>
              <w:t xml:space="preserve"> съгласно приложения бизнес-план</w:t>
            </w:r>
            <w:r w:rsidRPr="009B283C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  <w:r w:rsidR="00ED73CD" w:rsidRPr="009B283C">
              <w:rPr>
                <w:rFonts w:ascii="Arial" w:hAnsi="Arial" w:cs="Arial"/>
                <w:color w:val="000000"/>
                <w:lang w:val="ru-RU"/>
              </w:rPr>
              <w:t xml:space="preserve">      непр.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BC61C0" w:rsidP="008A10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8A10B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Проектното предложение е в съответствие с политиката на </w:t>
            </w:r>
            <w:r w:rsidRPr="009B283C">
              <w:rPr>
                <w:rFonts w:ascii="Arial" w:hAnsi="Arial" w:cs="Arial"/>
              </w:rPr>
              <w:lastRenderedPageBreak/>
              <w:t>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 да 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BC61C0" w:rsidP="008A10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8A10B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9B283C" w:rsidRDefault="00722348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9B283C" w:rsidTr="00616BF8">
        <w:tc>
          <w:tcPr>
            <w:tcW w:w="704" w:type="dxa"/>
          </w:tcPr>
          <w:p w:rsidR="008A10B9" w:rsidRPr="009B283C" w:rsidRDefault="00BC61C0" w:rsidP="008A10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8A10B9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722348" w:rsidRPr="009B283C" w:rsidRDefault="008A10B9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</w:t>
            </w:r>
          </w:p>
          <w:p w:rsidR="008A10B9" w:rsidRPr="009B283C" w:rsidRDefault="00722348" w:rsidP="008A10B9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9B28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9B283C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 xml:space="preserve"> да  </w:t>
            </w:r>
            <w:r w:rsidR="008A10B9" w:rsidRPr="009B283C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</w:p>
        </w:tc>
      </w:tr>
      <w:tr w:rsidR="00EA3EBC" w:rsidRPr="009B283C" w:rsidTr="00616BF8">
        <w:tc>
          <w:tcPr>
            <w:tcW w:w="704" w:type="dxa"/>
          </w:tcPr>
          <w:p w:rsidR="00EA3EBC" w:rsidRPr="009B283C" w:rsidRDefault="00BC61C0" w:rsidP="008020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EA3EB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9B283C" w:rsidRDefault="00EA3EBC" w:rsidP="005B643F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 xml:space="preserve">Дейностите, за които се кандидатства постигат целите на специфична цел </w:t>
            </w:r>
            <w:r w:rsidR="005B643F" w:rsidRPr="005B643F">
              <w:rPr>
                <w:rFonts w:ascii="Arial" w:hAnsi="Arial" w:cs="Arial"/>
              </w:rPr>
              <w:t>1 „Укрепване на икономически, социално и екологично устойчиви риболовни дейности”</w:t>
            </w:r>
            <w:r w:rsidRPr="009B283C">
              <w:rPr>
                <w:rFonts w:ascii="Arial" w:hAnsi="Arial" w:cs="Arial"/>
              </w:rPr>
              <w:t>, че дейностите са екологично устойчиви в дългосрочен план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9B283C" w:rsidRDefault="00EA3EBC" w:rsidP="0080203F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  не</w:t>
            </w:r>
          </w:p>
        </w:tc>
      </w:tr>
      <w:tr w:rsidR="00EA3EBC" w:rsidRPr="009B283C" w:rsidTr="00616BF8">
        <w:tc>
          <w:tcPr>
            <w:tcW w:w="704" w:type="dxa"/>
          </w:tcPr>
          <w:p w:rsidR="00EA3EBC" w:rsidRPr="009B283C" w:rsidRDefault="00722348" w:rsidP="00BC61C0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</w:t>
            </w:r>
            <w:r w:rsidR="00BC61C0">
              <w:rPr>
                <w:rFonts w:ascii="Arial" w:hAnsi="Arial" w:cs="Arial"/>
              </w:rPr>
              <w:t>0</w:t>
            </w:r>
            <w:r w:rsidR="00EA3EB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9B283C" w:rsidRDefault="00EA3EBC" w:rsidP="00EA3EBC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Индикаторите в проектното предложение съответстват на дейностите, за които се кандидатства</w:t>
            </w:r>
            <w:r w:rsidR="009F08D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9B283C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EA3EBC" w:rsidRPr="009B283C" w:rsidTr="00616BF8">
        <w:tc>
          <w:tcPr>
            <w:tcW w:w="704" w:type="dxa"/>
          </w:tcPr>
          <w:p w:rsidR="00EA3EBC" w:rsidRPr="009B283C" w:rsidRDefault="00722348" w:rsidP="00BC61C0">
            <w:pPr>
              <w:jc w:val="center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2</w:t>
            </w:r>
            <w:r w:rsidR="00BC61C0">
              <w:rPr>
                <w:rFonts w:ascii="Arial" w:hAnsi="Arial" w:cs="Arial"/>
              </w:rPr>
              <w:t>1</w:t>
            </w:r>
            <w:r w:rsidR="00EA3EBC" w:rsidRPr="009B283C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9B283C" w:rsidRDefault="00EA3EBC" w:rsidP="00EA3EBC">
            <w:pPr>
              <w:jc w:val="both"/>
              <w:rPr>
                <w:rFonts w:ascii="Arial" w:hAnsi="Arial" w:cs="Arial"/>
              </w:rPr>
            </w:pPr>
            <w:r w:rsidRPr="009B283C">
              <w:rPr>
                <w:rFonts w:ascii="Arial" w:hAnsi="Arial" w:cs="Arial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9B283C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270329" w:rsidRPr="009B283C" w:rsidTr="00616BF8">
        <w:tc>
          <w:tcPr>
            <w:tcW w:w="704" w:type="dxa"/>
          </w:tcPr>
          <w:p w:rsidR="00270329" w:rsidRDefault="00270329" w:rsidP="00BC61C0">
            <w:pPr>
              <w:jc w:val="center"/>
              <w:rPr>
                <w:rFonts w:ascii="Arial" w:hAnsi="Arial" w:cs="Arial"/>
              </w:rPr>
            </w:pPr>
          </w:p>
          <w:p w:rsidR="00270329" w:rsidRPr="009B283C" w:rsidRDefault="00270329" w:rsidP="00BC61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6521" w:type="dxa"/>
          </w:tcPr>
          <w:p w:rsidR="00270329" w:rsidRPr="00541084" w:rsidRDefault="00270329" w:rsidP="0054108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noProof/>
              </w:rPr>
            </w:pPr>
            <w:r>
              <w:rPr>
                <w:rFonts w:ascii="Arial" w:eastAsia="Calibri" w:hAnsi="Arial" w:cs="Arial"/>
              </w:rPr>
              <w:t xml:space="preserve">Проектът включва </w:t>
            </w:r>
            <w:r w:rsidRPr="00270329">
              <w:rPr>
                <w:rFonts w:ascii="Arial" w:eastAsia="Calibri" w:hAnsi="Arial" w:cs="Arial"/>
              </w:rPr>
              <w:t xml:space="preserve">инвестиции на борда на риболовния кораб, за който се кандидатства </w:t>
            </w:r>
            <w:r w:rsidR="00541084">
              <w:rPr>
                <w:rFonts w:ascii="Arial" w:eastAsia="Calibri" w:hAnsi="Arial" w:cs="Arial"/>
              </w:rPr>
              <w:t>и</w:t>
            </w:r>
            <w:r w:rsidRPr="00270329">
              <w:rPr>
                <w:rFonts w:ascii="Arial" w:eastAsia="Calibri" w:hAnsi="Arial" w:cs="Arial"/>
              </w:rPr>
              <w:t xml:space="preserve"> </w:t>
            </w:r>
            <w:r w:rsidR="00541084">
              <w:rPr>
                <w:rFonts w:ascii="Arial" w:eastAsia="Calibri" w:hAnsi="Arial" w:cs="Arial"/>
              </w:rPr>
              <w:t>корабът</w:t>
            </w:r>
            <w:r w:rsidRPr="00270329">
              <w:rPr>
                <w:rFonts w:ascii="Arial" w:eastAsia="Calibri" w:hAnsi="Arial" w:cs="Arial"/>
              </w:rPr>
              <w:t xml:space="preserve"> е извършвал риболовни дейности в продължение на повече от 60 дни през двете календарни години, предхождащи годината на подаване на формуляра за кандидатстване</w:t>
            </w:r>
            <w:r w:rsidR="00541084">
              <w:rPr>
                <w:rFonts w:ascii="Arial" w:eastAsia="Calibri" w:hAnsi="Arial" w:cs="Arial"/>
              </w:rPr>
              <w:t>.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70329" w:rsidRPr="009B283C" w:rsidRDefault="00270329" w:rsidP="00270329">
            <w:pPr>
              <w:spacing w:before="240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color w:val="000000"/>
                <w:lang w:val="ru-RU"/>
              </w:rPr>
              <w:t> да       не</w:t>
            </w:r>
            <w:r w:rsidR="00541084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="00541084" w:rsidRPr="00541084">
              <w:rPr>
                <w:rFonts w:ascii="Arial" w:hAnsi="Arial" w:cs="Arial"/>
                <w:color w:val="000000"/>
                <w:lang w:val="ru-RU"/>
              </w:rPr>
              <w:t> непр.</w:t>
            </w:r>
          </w:p>
        </w:tc>
      </w:tr>
      <w:tr w:rsidR="00EA3EBC" w:rsidRPr="009B283C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Pr="009B283C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EA3EBC" w:rsidRPr="009B283C" w:rsidRDefault="00EA3EBC" w:rsidP="00ED3584">
            <w:pPr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9B283C">
              <w:rPr>
                <w:rFonts w:ascii="Arial" w:hAnsi="Arial" w:cs="Arial"/>
                <w:b/>
                <w:color w:val="000000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9B283C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</w:tbl>
    <w:p w:rsidR="00C2268F" w:rsidRPr="009B283C" w:rsidRDefault="00C2268F">
      <w:pPr>
        <w:rPr>
          <w:rFonts w:ascii="Arial" w:hAnsi="Arial" w:cs="Arial"/>
        </w:rPr>
      </w:pPr>
    </w:p>
    <w:p w:rsidR="00616BF8" w:rsidRPr="009B283C" w:rsidRDefault="00616BF8">
      <w:pPr>
        <w:rPr>
          <w:rFonts w:ascii="Arial" w:hAnsi="Arial" w:cs="Arial"/>
          <w:b/>
        </w:rPr>
      </w:pPr>
      <w:r w:rsidRPr="009B283C">
        <w:rPr>
          <w:rFonts w:ascii="Arial" w:hAnsi="Arial" w:cs="Arial"/>
          <w:b/>
        </w:rPr>
        <w:t>2. Техническа и финансова оценка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4"/>
        <w:gridCol w:w="2693"/>
      </w:tblGrid>
      <w:tr w:rsidR="004D2F06" w:rsidRPr="005B643F" w:rsidTr="004D2F06">
        <w:trPr>
          <w:trHeight w:val="559"/>
        </w:trPr>
        <w:tc>
          <w:tcPr>
            <w:tcW w:w="7194" w:type="dxa"/>
          </w:tcPr>
          <w:p w:rsidR="004D2F06" w:rsidRPr="000A6074" w:rsidRDefault="004D2F06" w:rsidP="008A3B61">
            <w:pPr>
              <w:spacing w:before="120" w:after="120" w:line="276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0A6074">
              <w:rPr>
                <w:rFonts w:ascii="Arial" w:eastAsia="Calibri" w:hAnsi="Arial" w:cs="Arial"/>
                <w:b/>
              </w:rPr>
              <w:t>Критери</w:t>
            </w:r>
            <w:r w:rsidR="008A3B61">
              <w:rPr>
                <w:rFonts w:ascii="Arial" w:eastAsia="Calibri" w:hAnsi="Arial" w:cs="Arial"/>
                <w:b/>
              </w:rPr>
              <w:t>и</w:t>
            </w:r>
            <w:r w:rsidRPr="000A6074">
              <w:rPr>
                <w:rFonts w:ascii="Arial" w:eastAsia="Calibri" w:hAnsi="Arial" w:cs="Arial"/>
                <w:b/>
              </w:rPr>
              <w:t xml:space="preserve"> за подбор на проектни предложения</w:t>
            </w:r>
          </w:p>
        </w:tc>
        <w:tc>
          <w:tcPr>
            <w:tcW w:w="2693" w:type="dxa"/>
          </w:tcPr>
          <w:p w:rsidR="004D2F06" w:rsidRPr="000A6074" w:rsidRDefault="004D2F06" w:rsidP="005B643F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0A6074">
              <w:rPr>
                <w:rFonts w:ascii="Arial" w:eastAsia="Calibri" w:hAnsi="Arial" w:cs="Arial"/>
                <w:b/>
              </w:rPr>
              <w:t>Брой точки</w:t>
            </w:r>
          </w:p>
        </w:tc>
      </w:tr>
      <w:tr w:rsidR="004D2F06" w:rsidRPr="005B643F" w:rsidTr="004D2F06">
        <w:trPr>
          <w:trHeight w:val="3968"/>
        </w:trPr>
        <w:tc>
          <w:tcPr>
            <w:tcW w:w="7194" w:type="dxa"/>
          </w:tcPr>
          <w:p w:rsidR="004D2F06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lastRenderedPageBreak/>
              <w:t>Инвестицията включва дейности за намаляване на отделянето на въглеродни емисии и намаляване разхода на</w:t>
            </w:r>
            <w:r>
              <w:rPr>
                <w:rFonts w:ascii="Arial" w:eastAsia="Calibri" w:hAnsi="Arial" w:cs="Arial"/>
              </w:rPr>
              <w:t xml:space="preserve"> енергия</w:t>
            </w:r>
            <w:r w:rsidRPr="005B643F">
              <w:rPr>
                <w:rFonts w:ascii="Arial" w:eastAsia="Calibri" w:hAnsi="Arial" w:cs="Arial"/>
              </w:rPr>
              <w:t>;</w:t>
            </w:r>
          </w:p>
          <w:p w:rsidR="004D2F06" w:rsidRPr="005B643F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0A6074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Проектът предвижда инвестиции на борда за подобряване на безопасността и сигурността на риболовния кораб и за  намаляване риска от н</w:t>
            </w:r>
            <w:r>
              <w:rPr>
                <w:rFonts w:ascii="Arial" w:eastAsia="Calibri" w:hAnsi="Arial" w:cs="Arial"/>
              </w:rPr>
              <w:t xml:space="preserve">аранявания и трудови злополуки </w:t>
            </w:r>
            <w:r w:rsidRPr="005B643F">
              <w:rPr>
                <w:rFonts w:ascii="Arial" w:eastAsia="Calibri" w:hAnsi="Arial" w:cs="Arial"/>
              </w:rPr>
              <w:t>;</w:t>
            </w:r>
          </w:p>
          <w:p w:rsidR="004D2F06" w:rsidRPr="005B643F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5B643F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Проектът предвижда дейности, свързани с:</w:t>
            </w:r>
          </w:p>
          <w:p w:rsidR="004D2F06" w:rsidRDefault="004D2F06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реализацията на нежелания улов;</w:t>
            </w:r>
          </w:p>
          <w:p w:rsidR="004D2F06" w:rsidRPr="005B643F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Default="004D2F06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устройства за избягване на приулова на китоподобни</w:t>
            </w:r>
            <w:r>
              <w:rPr>
                <w:rFonts w:ascii="Arial" w:eastAsia="Calibri" w:hAnsi="Arial" w:cs="Arial"/>
              </w:rPr>
              <w:t>;</w:t>
            </w:r>
            <w:r w:rsidRPr="005B643F">
              <w:rPr>
                <w:rFonts w:ascii="Arial" w:eastAsia="Calibri" w:hAnsi="Arial" w:cs="Arial"/>
              </w:rPr>
              <w:t xml:space="preserve"> </w:t>
            </w:r>
          </w:p>
          <w:p w:rsidR="004D2F06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7642E3" w:rsidRPr="005B643F" w:rsidRDefault="007642E3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Инвестиции, водещи до предлагане на пазара и пряка продажба на собствен улов или преработка на собствен улов;</w:t>
            </w:r>
          </w:p>
          <w:p w:rsidR="004D2F06" w:rsidRPr="005B643F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0A6074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Проектът предвижда създаване на нови работни места и</w:t>
            </w:r>
            <w:r>
              <w:rPr>
                <w:rFonts w:ascii="Arial" w:eastAsia="Calibri" w:hAnsi="Arial" w:cs="Arial"/>
              </w:rPr>
              <w:t>/или запазване на съществуващи</w:t>
            </w:r>
            <w:r w:rsidRPr="005B643F">
              <w:rPr>
                <w:rFonts w:ascii="Arial" w:eastAsia="Calibri" w:hAnsi="Arial" w:cs="Arial"/>
              </w:rPr>
              <w:t>;</w:t>
            </w:r>
          </w:p>
          <w:p w:rsidR="004D2F06" w:rsidRPr="005B643F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 xml:space="preserve">Проектът предвижда диверсификация на риболовни дейности в такива, които не включват риболов или иновации  – 10 точки; </w:t>
            </w:r>
          </w:p>
          <w:p w:rsidR="004D2F06" w:rsidRPr="005B643F" w:rsidRDefault="004D2F06" w:rsidP="004D2F06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Проектът предвижда инвестиции за предотвратяване и намаляване на замърсяването на морето от риболова;</w:t>
            </w:r>
          </w:p>
          <w:p w:rsidR="004D2F06" w:rsidRPr="005B643F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0A6074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Инвестиции в иновации на борда на корабите, които водят до повишаване на каче</w:t>
            </w:r>
            <w:r>
              <w:rPr>
                <w:rFonts w:ascii="Arial" w:eastAsia="Calibri" w:hAnsi="Arial" w:cs="Arial"/>
              </w:rPr>
              <w:t>ството на продуктите от риболов</w:t>
            </w:r>
            <w:r w:rsidRPr="005B643F">
              <w:rPr>
                <w:rFonts w:ascii="Arial" w:eastAsia="Calibri" w:hAnsi="Arial" w:cs="Arial"/>
              </w:rPr>
              <w:t>;</w:t>
            </w:r>
          </w:p>
          <w:p w:rsidR="004D2F06" w:rsidRPr="005B643F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 xml:space="preserve">Проектът предвижда дейности за подобряване на уменията </w:t>
            </w:r>
            <w:r>
              <w:rPr>
                <w:rFonts w:ascii="Arial" w:eastAsia="Calibri" w:hAnsi="Arial" w:cs="Arial"/>
              </w:rPr>
              <w:t>и развитие на човешкия капитал</w:t>
            </w:r>
            <w:r w:rsidRPr="005B643F">
              <w:rPr>
                <w:rFonts w:ascii="Arial" w:eastAsia="Calibri" w:hAnsi="Arial" w:cs="Arial"/>
              </w:rPr>
              <w:t>;</w:t>
            </w:r>
          </w:p>
          <w:p w:rsidR="004D2F06" w:rsidRPr="005B643F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Проектът предвижда маркетингови дейности, които осигуряват пазарна ниша за слабо познати, подценени и слабоексплоатирани видове;</w:t>
            </w:r>
          </w:p>
          <w:p w:rsidR="004D2F06" w:rsidRPr="005B643F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5B643F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Проектът се реализира от кандидат, представител на дре</w:t>
            </w:r>
            <w:r>
              <w:rPr>
                <w:rFonts w:ascii="Arial" w:eastAsia="Calibri" w:hAnsi="Arial" w:cs="Arial"/>
              </w:rPr>
              <w:t>бномащабния крайбрежен риболов</w:t>
            </w:r>
            <w:r w:rsidRPr="005B643F">
              <w:rPr>
                <w:rFonts w:ascii="Arial" w:eastAsia="Calibri" w:hAnsi="Arial" w:cs="Arial"/>
              </w:rPr>
              <w:t>.</w:t>
            </w:r>
          </w:p>
          <w:p w:rsidR="004D2F06" w:rsidRPr="005B643F" w:rsidRDefault="004D2F06" w:rsidP="005B643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693" w:type="dxa"/>
          </w:tcPr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15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15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7642E3" w:rsidRDefault="007642E3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0A6074">
              <w:rPr>
                <w:rFonts w:ascii="Arial" w:eastAsia="Calibri" w:hAnsi="Arial" w:cs="Arial"/>
              </w:rPr>
              <w:t>10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10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10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10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10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  <w:r w:rsidRPr="005B643F">
              <w:rPr>
                <w:rFonts w:ascii="Arial" w:eastAsia="Calibri" w:hAnsi="Arial" w:cs="Arial"/>
              </w:rPr>
              <w:t>0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</w:rPr>
              <w:t>10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  <w:r w:rsidRPr="005B643F">
              <w:rPr>
                <w:rFonts w:ascii="Arial" w:eastAsia="Calibri" w:hAnsi="Arial" w:cs="Arial"/>
              </w:rPr>
              <w:t xml:space="preserve">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  <w:r w:rsidRPr="005B643F">
              <w:rPr>
                <w:rFonts w:ascii="Arial" w:eastAsia="Calibri" w:hAnsi="Arial" w:cs="Arial"/>
              </w:rPr>
              <w:t xml:space="preserve"> точки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30</w:t>
            </w:r>
            <w:r w:rsidRPr="005B643F">
              <w:rPr>
                <w:rFonts w:ascii="Arial" w:eastAsia="Calibri" w:hAnsi="Arial" w:cs="Arial"/>
              </w:rPr>
              <w:t xml:space="preserve"> точки</w:t>
            </w:r>
            <w:r w:rsidRPr="005B643F">
              <w:rPr>
                <w:rFonts w:ascii="Arial" w:eastAsia="Calibri" w:hAnsi="Arial" w:cs="Arial"/>
                <w:b/>
              </w:rPr>
              <w:t xml:space="preserve"> </w:t>
            </w:r>
          </w:p>
          <w:p w:rsidR="004D2F06" w:rsidRDefault="004D2F06" w:rsidP="000A6074">
            <w:pPr>
              <w:spacing w:before="120" w:after="120" w:line="276" w:lineRule="auto"/>
              <w:contextualSpacing/>
              <w:rPr>
                <w:rFonts w:ascii="Arial" w:eastAsia="Calibri" w:hAnsi="Arial" w:cs="Arial"/>
                <w:b/>
              </w:rPr>
            </w:pPr>
          </w:p>
          <w:p w:rsidR="004D2F06" w:rsidRPr="005B643F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5B643F">
              <w:rPr>
                <w:rFonts w:ascii="Arial" w:eastAsia="Calibri" w:hAnsi="Arial" w:cs="Arial"/>
                <w:b/>
              </w:rPr>
              <w:t>Общ брой точки – 1</w:t>
            </w:r>
            <w:r w:rsidRPr="005B643F">
              <w:rPr>
                <w:rFonts w:ascii="Arial" w:eastAsia="Calibri" w:hAnsi="Arial" w:cs="Arial"/>
                <w:b/>
                <w:lang w:val="en-US"/>
              </w:rPr>
              <w:t>50</w:t>
            </w:r>
          </w:p>
        </w:tc>
      </w:tr>
    </w:tbl>
    <w:p w:rsidR="005B643F" w:rsidRPr="009B283C" w:rsidRDefault="005B643F">
      <w:pPr>
        <w:rPr>
          <w:rFonts w:ascii="Arial" w:hAnsi="Arial" w:cs="Arial"/>
          <w:b/>
        </w:rPr>
      </w:pPr>
    </w:p>
    <w:p w:rsidR="00ED3584" w:rsidRPr="009B283C" w:rsidRDefault="00ED3584" w:rsidP="00ED3584">
      <w:pP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 xml:space="preserve">Проектните предложения, </w:t>
      </w:r>
      <w:r w:rsidRPr="009B283C">
        <w:rPr>
          <w:rFonts w:ascii="Arial" w:hAnsi="Arial" w:cs="Arial"/>
          <w:b/>
        </w:rPr>
        <w:t xml:space="preserve">получили минимум </w:t>
      </w:r>
      <w:r w:rsidR="005B643F">
        <w:rPr>
          <w:rFonts w:ascii="Arial" w:hAnsi="Arial" w:cs="Arial"/>
          <w:b/>
        </w:rPr>
        <w:t>45</w:t>
      </w:r>
      <w:r w:rsidRPr="009B283C">
        <w:rPr>
          <w:rFonts w:ascii="Arial" w:hAnsi="Arial" w:cs="Arial"/>
          <w:b/>
        </w:rPr>
        <w:t xml:space="preserve"> точки</w:t>
      </w:r>
      <w:r w:rsidRPr="009B283C">
        <w:rPr>
          <w:rFonts w:ascii="Arial" w:hAnsi="Arial" w:cs="Arial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9B283C" w:rsidRDefault="00ED3584" w:rsidP="00ED3584">
      <w:pP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lastRenderedPageBreak/>
        <w:t xml:space="preserve">В случай, че проектното предложение получи по-малко от </w:t>
      </w:r>
      <w:r w:rsidR="005B643F">
        <w:rPr>
          <w:rFonts w:ascii="Arial" w:hAnsi="Arial" w:cs="Arial"/>
        </w:rPr>
        <w:t>45</w:t>
      </w:r>
      <w:r w:rsidRPr="009B283C">
        <w:rPr>
          <w:rFonts w:ascii="Arial" w:hAnsi="Arial" w:cs="Arial"/>
        </w:rPr>
        <w:t xml:space="preserve"> точки, проектното предложение се отхвърля.</w:t>
      </w:r>
    </w:p>
    <w:p w:rsidR="00ED3584" w:rsidRPr="00ED3584" w:rsidRDefault="00ED3584" w:rsidP="00ED3584">
      <w:pPr>
        <w:jc w:val="both"/>
        <w:rPr>
          <w:rFonts w:ascii="Arial" w:hAnsi="Arial" w:cs="Arial"/>
        </w:rPr>
      </w:pPr>
      <w:r w:rsidRPr="009B283C">
        <w:rPr>
          <w:rFonts w:ascii="Arial" w:hAnsi="Arial" w:cs="Arial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ED3584" w:rsidRPr="00ED3584" w:rsidSect="00C2268F">
      <w:footerReference w:type="default" r:id="rId7"/>
      <w:headerReference w:type="first" r:id="rId8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421" w:rsidRDefault="00573421" w:rsidP="00263D9C">
      <w:pPr>
        <w:spacing w:after="0" w:line="240" w:lineRule="auto"/>
      </w:pPr>
      <w:r>
        <w:separator/>
      </w:r>
    </w:p>
  </w:endnote>
  <w:endnote w:type="continuationSeparator" w:id="0">
    <w:p w:rsidR="00573421" w:rsidRDefault="00573421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541084">
          <w:rPr>
            <w:rFonts w:ascii="Arial" w:hAnsi="Arial" w:cs="Arial"/>
            <w:noProof/>
            <w:sz w:val="16"/>
            <w:szCs w:val="16"/>
          </w:rPr>
          <w:t>4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421" w:rsidRDefault="00573421" w:rsidP="00263D9C">
      <w:pPr>
        <w:spacing w:after="0" w:line="240" w:lineRule="auto"/>
      </w:pPr>
      <w:r>
        <w:separator/>
      </w:r>
    </w:p>
  </w:footnote>
  <w:footnote w:type="continuationSeparator" w:id="0">
    <w:p w:rsidR="00573421" w:rsidRDefault="00573421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557"/>
    <w:multiLevelType w:val="hybridMultilevel"/>
    <w:tmpl w:val="5E346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84070"/>
    <w:multiLevelType w:val="multilevel"/>
    <w:tmpl w:val="E0ACBD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062B8E"/>
    <w:rsid w:val="000A6074"/>
    <w:rsid w:val="00111196"/>
    <w:rsid w:val="00263D9C"/>
    <w:rsid w:val="00270329"/>
    <w:rsid w:val="0029331C"/>
    <w:rsid w:val="002D7B58"/>
    <w:rsid w:val="002E5A9E"/>
    <w:rsid w:val="00390EF7"/>
    <w:rsid w:val="00417EAF"/>
    <w:rsid w:val="00447DEC"/>
    <w:rsid w:val="00487BD9"/>
    <w:rsid w:val="004D2F06"/>
    <w:rsid w:val="00520493"/>
    <w:rsid w:val="00541084"/>
    <w:rsid w:val="00573421"/>
    <w:rsid w:val="005B643F"/>
    <w:rsid w:val="005C2387"/>
    <w:rsid w:val="005D5686"/>
    <w:rsid w:val="005E207D"/>
    <w:rsid w:val="005F3488"/>
    <w:rsid w:val="005F3A29"/>
    <w:rsid w:val="00604AD1"/>
    <w:rsid w:val="00616BF8"/>
    <w:rsid w:val="006F014E"/>
    <w:rsid w:val="00720C70"/>
    <w:rsid w:val="00722348"/>
    <w:rsid w:val="0073157A"/>
    <w:rsid w:val="007642E3"/>
    <w:rsid w:val="007916F5"/>
    <w:rsid w:val="007944C3"/>
    <w:rsid w:val="00794D85"/>
    <w:rsid w:val="007A5E5D"/>
    <w:rsid w:val="008948A0"/>
    <w:rsid w:val="0089620B"/>
    <w:rsid w:val="008A10B9"/>
    <w:rsid w:val="008A3B61"/>
    <w:rsid w:val="008A6D2A"/>
    <w:rsid w:val="008B46D5"/>
    <w:rsid w:val="009B283C"/>
    <w:rsid w:val="009C6A51"/>
    <w:rsid w:val="009F08DC"/>
    <w:rsid w:val="00A13720"/>
    <w:rsid w:val="00A842F6"/>
    <w:rsid w:val="00AA4DBC"/>
    <w:rsid w:val="00B34BEE"/>
    <w:rsid w:val="00B52947"/>
    <w:rsid w:val="00B76F6A"/>
    <w:rsid w:val="00BC61C0"/>
    <w:rsid w:val="00C2268F"/>
    <w:rsid w:val="00C719C2"/>
    <w:rsid w:val="00C731DC"/>
    <w:rsid w:val="00CA1447"/>
    <w:rsid w:val="00DA4526"/>
    <w:rsid w:val="00EA3EBC"/>
    <w:rsid w:val="00ED3584"/>
    <w:rsid w:val="00ED73CD"/>
    <w:rsid w:val="00F224BA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5901A5A"/>
  <w15:docId w15:val="{644F2263-96E6-4D53-870B-A9FB22D3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Krasimira Dankova</cp:lastModifiedBy>
  <cp:revision>33</cp:revision>
  <dcterms:created xsi:type="dcterms:W3CDTF">2024-07-30T13:24:00Z</dcterms:created>
  <dcterms:modified xsi:type="dcterms:W3CDTF">2024-12-09T09:22:00Z</dcterms:modified>
</cp:coreProperties>
</file>